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641" w:rsidRPr="00D8299F" w:rsidRDefault="00E03941" w:rsidP="0078504E">
      <w:pPr>
        <w:pStyle w:val="Title"/>
        <w:rPr>
          <w:sz w:val="32"/>
          <w:szCs w:val="22"/>
        </w:rPr>
      </w:pPr>
      <w:r>
        <w:rPr>
          <w:sz w:val="32"/>
          <w:szCs w:val="22"/>
        </w:rPr>
        <w:t xml:space="preserve">Passover </w:t>
      </w:r>
      <w:r w:rsidR="00806454">
        <w:rPr>
          <w:sz w:val="32"/>
          <w:szCs w:val="22"/>
        </w:rPr>
        <w:t>Leader Notes</w:t>
      </w:r>
    </w:p>
    <w:p w:rsidR="007F6641" w:rsidRPr="00E03941" w:rsidRDefault="007F6641" w:rsidP="0078504E">
      <w:pPr>
        <w:pStyle w:val="Author"/>
      </w:pPr>
      <w:r w:rsidRPr="00E03941">
        <w:t xml:space="preserve">Wyn </w:t>
      </w:r>
      <w:r w:rsidR="00E03941">
        <w:t>Laidig (www.</w:t>
      </w:r>
      <w:bookmarkStart w:id="0" w:name="_GoBack"/>
      <w:bookmarkEnd w:id="0"/>
      <w:r w:rsidR="00E03941">
        <w:t>TasteTheHoney.org)</w:t>
      </w:r>
    </w:p>
    <w:p w:rsidR="007F6641" w:rsidRPr="00D8299F" w:rsidRDefault="007F6641" w:rsidP="0078504E">
      <w:pPr>
        <w:pStyle w:val="Heading1"/>
        <w:rPr>
          <w:sz w:val="32"/>
          <w:szCs w:val="32"/>
        </w:rPr>
      </w:pPr>
      <w:r w:rsidRPr="00D8299F">
        <w:rPr>
          <w:sz w:val="32"/>
          <w:szCs w:val="32"/>
        </w:rPr>
        <w:t>Celebrating Passover At Home</w:t>
      </w:r>
    </w:p>
    <w:p w:rsidR="00756456" w:rsidRPr="00D8299F" w:rsidRDefault="007C01DA" w:rsidP="00591C0A">
      <w:pPr>
        <w:pStyle w:val="BodyText"/>
        <w:rPr>
          <w:sz w:val="32"/>
          <w:szCs w:val="32"/>
        </w:rPr>
      </w:pPr>
      <w:r w:rsidRPr="00D8299F">
        <w:rPr>
          <w:sz w:val="32"/>
          <w:szCs w:val="32"/>
        </w:rPr>
        <w:t xml:space="preserve">You don’t have to know a lot to celebrate Passover. </w:t>
      </w:r>
      <w:r w:rsidR="002C5F9C" w:rsidRPr="00D8299F">
        <w:rPr>
          <w:sz w:val="32"/>
          <w:szCs w:val="32"/>
        </w:rPr>
        <w:t xml:space="preserve">There are </w:t>
      </w:r>
      <w:r w:rsidRPr="00D8299F">
        <w:rPr>
          <w:sz w:val="32"/>
          <w:szCs w:val="32"/>
        </w:rPr>
        <w:t xml:space="preserve">really </w:t>
      </w:r>
      <w:r w:rsidR="002C5F9C" w:rsidRPr="00D8299F">
        <w:rPr>
          <w:sz w:val="32"/>
          <w:szCs w:val="32"/>
        </w:rPr>
        <w:t>no</w:t>
      </w:r>
      <w:r w:rsidR="00591C0A" w:rsidRPr="00D8299F">
        <w:rPr>
          <w:sz w:val="32"/>
          <w:szCs w:val="32"/>
        </w:rPr>
        <w:t xml:space="preserve">t very many </w:t>
      </w:r>
      <w:r w:rsidR="002C5F9C" w:rsidRPr="00D8299F">
        <w:rPr>
          <w:sz w:val="32"/>
          <w:szCs w:val="32"/>
        </w:rPr>
        <w:t>rules</w:t>
      </w:r>
      <w:r w:rsidR="00591C0A" w:rsidRPr="00D8299F">
        <w:rPr>
          <w:sz w:val="32"/>
          <w:szCs w:val="32"/>
        </w:rPr>
        <w:t>.  So m</w:t>
      </w:r>
      <w:r w:rsidR="002C5F9C" w:rsidRPr="00D8299F">
        <w:rPr>
          <w:sz w:val="32"/>
          <w:szCs w:val="32"/>
        </w:rPr>
        <w:t>ake it fun</w:t>
      </w:r>
      <w:r w:rsidR="00591C0A" w:rsidRPr="00D8299F">
        <w:rPr>
          <w:sz w:val="32"/>
          <w:szCs w:val="32"/>
        </w:rPr>
        <w:t xml:space="preserve">; </w:t>
      </w:r>
      <w:r w:rsidR="002C5F9C" w:rsidRPr="00D8299F">
        <w:rPr>
          <w:sz w:val="32"/>
          <w:szCs w:val="32"/>
        </w:rPr>
        <w:t xml:space="preserve"> make it work for you and your family and friends.  There is </w:t>
      </w:r>
      <w:r w:rsidR="00591C0A" w:rsidRPr="00D8299F">
        <w:rPr>
          <w:sz w:val="32"/>
          <w:szCs w:val="32"/>
        </w:rPr>
        <w:t xml:space="preserve">a LOT of </w:t>
      </w:r>
      <w:r w:rsidR="002C5F9C" w:rsidRPr="00D8299F">
        <w:rPr>
          <w:sz w:val="32"/>
          <w:szCs w:val="32"/>
        </w:rPr>
        <w:t>Jewish tradition</w:t>
      </w:r>
      <w:r w:rsidR="00591C0A" w:rsidRPr="00D8299F">
        <w:rPr>
          <w:sz w:val="32"/>
          <w:szCs w:val="32"/>
        </w:rPr>
        <w:t xml:space="preserve"> with Passover</w:t>
      </w:r>
      <w:r w:rsidR="002C5F9C" w:rsidRPr="00D8299F">
        <w:rPr>
          <w:sz w:val="32"/>
          <w:szCs w:val="32"/>
        </w:rPr>
        <w:t xml:space="preserve">, and you can </w:t>
      </w:r>
      <w:r w:rsidR="00591C0A" w:rsidRPr="00D8299F">
        <w:rPr>
          <w:sz w:val="32"/>
          <w:szCs w:val="32"/>
        </w:rPr>
        <w:t>keep some of</w:t>
      </w:r>
      <w:r w:rsidR="002C5F9C" w:rsidRPr="00D8299F">
        <w:rPr>
          <w:sz w:val="32"/>
          <w:szCs w:val="32"/>
        </w:rPr>
        <w:t xml:space="preserve"> that if you want, but you don’t have to.  Scr</w:t>
      </w:r>
      <w:r w:rsidR="00591C0A" w:rsidRPr="00D8299F">
        <w:rPr>
          <w:sz w:val="32"/>
          <w:szCs w:val="32"/>
        </w:rPr>
        <w:t>ipture just says to celebrate this day</w:t>
      </w:r>
      <w:r w:rsidR="002C5F9C" w:rsidRPr="00D8299F">
        <w:rPr>
          <w:sz w:val="32"/>
          <w:szCs w:val="32"/>
        </w:rPr>
        <w:t xml:space="preserve">, </w:t>
      </w:r>
      <w:r w:rsidR="00591C0A" w:rsidRPr="00D8299F">
        <w:rPr>
          <w:sz w:val="32"/>
          <w:szCs w:val="32"/>
        </w:rPr>
        <w:t xml:space="preserve">and it doesn’t give </w:t>
      </w:r>
      <w:r w:rsidR="002C5F9C" w:rsidRPr="00D8299F">
        <w:rPr>
          <w:sz w:val="32"/>
          <w:szCs w:val="32"/>
        </w:rPr>
        <w:t xml:space="preserve">too many instructions.  So that’s what we want to do.  There were some traditions by the time of </w:t>
      </w:r>
      <w:r w:rsidR="00756456" w:rsidRPr="00D8299F">
        <w:rPr>
          <w:sz w:val="32"/>
          <w:szCs w:val="32"/>
        </w:rPr>
        <w:t xml:space="preserve">Yeshua </w:t>
      </w:r>
      <w:r w:rsidRPr="00D8299F">
        <w:rPr>
          <w:sz w:val="32"/>
          <w:szCs w:val="32"/>
        </w:rPr>
        <w:t xml:space="preserve">and we’ll try and keep those, since He did.  </w:t>
      </w:r>
    </w:p>
    <w:p w:rsidR="00756456" w:rsidRPr="00D8299F" w:rsidRDefault="00756456" w:rsidP="00433212">
      <w:pPr>
        <w:pStyle w:val="BodyText"/>
        <w:rPr>
          <w:sz w:val="32"/>
          <w:szCs w:val="32"/>
        </w:rPr>
      </w:pPr>
      <w:r w:rsidRPr="00D8299F">
        <w:rPr>
          <w:sz w:val="32"/>
          <w:szCs w:val="32"/>
        </w:rPr>
        <w:t xml:space="preserve">By the way, I hope you don’t mind that I tend to use </w:t>
      </w:r>
      <w:r w:rsidR="00433212">
        <w:rPr>
          <w:sz w:val="32"/>
          <w:szCs w:val="32"/>
        </w:rPr>
        <w:t>Jesus’</w:t>
      </w:r>
      <w:r w:rsidRPr="00D8299F">
        <w:rPr>
          <w:sz w:val="32"/>
          <w:szCs w:val="32"/>
        </w:rPr>
        <w:t xml:space="preserve"> real name, his Hebrew name, which was Yeshua.  I personally think it honors Him to use his real name, and not an English version of it.  And it helps remind me that he was Jewish and not American</w:t>
      </w:r>
      <w:r w:rsidR="002C2838" w:rsidRPr="00D8299F">
        <w:rPr>
          <w:sz w:val="32"/>
          <w:szCs w:val="32"/>
        </w:rPr>
        <w:t>, and that his customs, traditions, values and lifestyle were very different than mine</w:t>
      </w:r>
      <w:r w:rsidRPr="00D8299F">
        <w:rPr>
          <w:sz w:val="32"/>
          <w:szCs w:val="32"/>
        </w:rPr>
        <w:t xml:space="preserve">. </w:t>
      </w:r>
      <w:r w:rsidR="002C2838" w:rsidRPr="00D8299F">
        <w:rPr>
          <w:sz w:val="32"/>
          <w:szCs w:val="32"/>
        </w:rPr>
        <w:t xml:space="preserve"> I</w:t>
      </w:r>
      <w:r w:rsidR="00591C0A" w:rsidRPr="00D8299F">
        <w:rPr>
          <w:sz w:val="32"/>
          <w:szCs w:val="32"/>
        </w:rPr>
        <w:t xml:space="preserve"> need to be reminded of that!</w:t>
      </w:r>
    </w:p>
    <w:p w:rsidR="002C5F9C" w:rsidRPr="00D8299F" w:rsidRDefault="002C2838" w:rsidP="002C2838">
      <w:pPr>
        <w:pStyle w:val="BodyText"/>
        <w:rPr>
          <w:sz w:val="32"/>
          <w:szCs w:val="32"/>
        </w:rPr>
      </w:pPr>
      <w:r w:rsidRPr="00D8299F">
        <w:rPr>
          <w:sz w:val="32"/>
          <w:szCs w:val="32"/>
        </w:rPr>
        <w:t xml:space="preserve">So we’ll try and keep Passover much like Yeshua did.  </w:t>
      </w:r>
      <w:r w:rsidR="007C01DA" w:rsidRPr="00D8299F">
        <w:rPr>
          <w:sz w:val="32"/>
          <w:szCs w:val="32"/>
        </w:rPr>
        <w:t xml:space="preserve">But </w:t>
      </w:r>
      <w:r w:rsidRPr="00D8299F">
        <w:rPr>
          <w:sz w:val="32"/>
          <w:szCs w:val="32"/>
        </w:rPr>
        <w:t xml:space="preserve">still, </w:t>
      </w:r>
      <w:r w:rsidR="007C01DA" w:rsidRPr="00D8299F">
        <w:rPr>
          <w:sz w:val="32"/>
          <w:szCs w:val="32"/>
        </w:rPr>
        <w:t xml:space="preserve">there is LOTS of flexibility here.  What we will </w:t>
      </w:r>
      <w:r w:rsidRPr="00D8299F">
        <w:rPr>
          <w:sz w:val="32"/>
          <w:szCs w:val="32"/>
        </w:rPr>
        <w:t xml:space="preserve">do </w:t>
      </w:r>
      <w:r w:rsidR="007C01DA" w:rsidRPr="00D8299F">
        <w:rPr>
          <w:sz w:val="32"/>
          <w:szCs w:val="32"/>
        </w:rPr>
        <w:t xml:space="preserve">tonight is just one way.  Not THE WAY.  </w:t>
      </w:r>
      <w:r w:rsidRPr="00D8299F">
        <w:rPr>
          <w:sz w:val="32"/>
          <w:szCs w:val="32"/>
        </w:rPr>
        <w:t>But i</w:t>
      </w:r>
      <w:r w:rsidR="007C01DA" w:rsidRPr="00D8299F">
        <w:rPr>
          <w:sz w:val="32"/>
          <w:szCs w:val="32"/>
        </w:rPr>
        <w:t xml:space="preserve">t’s a good starting point for us.   </w:t>
      </w:r>
      <w:r w:rsidRPr="00D8299F">
        <w:rPr>
          <w:sz w:val="32"/>
          <w:szCs w:val="32"/>
        </w:rPr>
        <w:t>And o</w:t>
      </w:r>
      <w:r w:rsidR="007C01DA" w:rsidRPr="00D8299F">
        <w:rPr>
          <w:sz w:val="32"/>
          <w:szCs w:val="32"/>
        </w:rPr>
        <w:t xml:space="preserve">ne that I hope will be fun, meaningful, and </w:t>
      </w:r>
      <w:r w:rsidRPr="00D8299F">
        <w:rPr>
          <w:sz w:val="32"/>
          <w:szCs w:val="32"/>
        </w:rPr>
        <w:t xml:space="preserve">also </w:t>
      </w:r>
      <w:r w:rsidR="007C01DA" w:rsidRPr="00D8299F">
        <w:rPr>
          <w:sz w:val="32"/>
          <w:szCs w:val="32"/>
        </w:rPr>
        <w:t>Scriptural.</w:t>
      </w:r>
    </w:p>
    <w:p w:rsidR="00591C0A" w:rsidRPr="00D8299F" w:rsidRDefault="00591C0A" w:rsidP="002C2838">
      <w:pPr>
        <w:pStyle w:val="BodyText"/>
        <w:rPr>
          <w:sz w:val="32"/>
          <w:szCs w:val="32"/>
        </w:rPr>
      </w:pPr>
      <w:r w:rsidRPr="00D8299F">
        <w:rPr>
          <w:sz w:val="32"/>
          <w:szCs w:val="32"/>
        </w:rPr>
        <w:t xml:space="preserve">Here’s a broad outline of what celebrating Passover would look like.  We’ll go through each of these tonight.  </w:t>
      </w:r>
      <w:r w:rsidRPr="00D8299F">
        <w:rPr>
          <w:sz w:val="32"/>
          <w:szCs w:val="32"/>
        </w:rPr>
        <w:lastRenderedPageBreak/>
        <w:t>We’ll do it together, so next year with the materials we give you, you’ll be able to easily do it yourself.</w:t>
      </w:r>
    </w:p>
    <w:p w:rsidR="009D5436" w:rsidRPr="00D8299F" w:rsidRDefault="009D5436" w:rsidP="00F403E0">
      <w:pPr>
        <w:pStyle w:val="MainList"/>
        <w:numPr>
          <w:ilvl w:val="0"/>
          <w:numId w:val="39"/>
        </w:numPr>
        <w:spacing w:before="120" w:after="0"/>
        <w:rPr>
          <w:color w:val="943634" w:themeColor="accent2" w:themeShade="BF"/>
          <w:sz w:val="32"/>
          <w:szCs w:val="32"/>
        </w:rPr>
      </w:pPr>
      <w:r w:rsidRPr="00D8299F">
        <w:rPr>
          <w:color w:val="943634" w:themeColor="accent2" w:themeShade="BF"/>
          <w:sz w:val="32"/>
          <w:szCs w:val="32"/>
        </w:rPr>
        <w:t>Prepar</w:t>
      </w:r>
      <w:r w:rsidR="00F403E0" w:rsidRPr="00D8299F">
        <w:rPr>
          <w:color w:val="943634" w:themeColor="accent2" w:themeShade="BF"/>
          <w:sz w:val="32"/>
          <w:szCs w:val="32"/>
        </w:rPr>
        <w:t>ing</w:t>
      </w:r>
      <w:r w:rsidRPr="00D8299F">
        <w:rPr>
          <w:color w:val="943634" w:themeColor="accent2" w:themeShade="BF"/>
          <w:sz w:val="32"/>
          <w:szCs w:val="32"/>
        </w:rPr>
        <w:t xml:space="preserve"> Your Home – no leaven!</w:t>
      </w:r>
    </w:p>
    <w:p w:rsidR="003A02BE" w:rsidRPr="00D8299F" w:rsidRDefault="003A02BE" w:rsidP="0040522D">
      <w:pPr>
        <w:pStyle w:val="MainList"/>
        <w:numPr>
          <w:ilvl w:val="0"/>
          <w:numId w:val="43"/>
        </w:numPr>
        <w:rPr>
          <w:sz w:val="32"/>
          <w:szCs w:val="32"/>
        </w:rPr>
      </w:pPr>
      <w:r w:rsidRPr="00D8299F">
        <w:rPr>
          <w:sz w:val="32"/>
          <w:szCs w:val="32"/>
        </w:rPr>
        <w:t>Candles</w:t>
      </w:r>
      <w:r w:rsidR="00756456" w:rsidRPr="00D8299F">
        <w:rPr>
          <w:sz w:val="32"/>
          <w:szCs w:val="32"/>
        </w:rPr>
        <w:t xml:space="preserve"> &amp; </w:t>
      </w:r>
      <w:r w:rsidR="0040522D" w:rsidRPr="00D8299F">
        <w:rPr>
          <w:sz w:val="32"/>
          <w:szCs w:val="32"/>
        </w:rPr>
        <w:t>Opening Blessing</w:t>
      </w:r>
    </w:p>
    <w:p w:rsidR="007F6641" w:rsidRPr="00D8299F" w:rsidRDefault="007F6641" w:rsidP="00F20BAB">
      <w:pPr>
        <w:pStyle w:val="MainList"/>
        <w:numPr>
          <w:ilvl w:val="0"/>
          <w:numId w:val="43"/>
        </w:numPr>
        <w:rPr>
          <w:sz w:val="32"/>
          <w:szCs w:val="32"/>
        </w:rPr>
      </w:pPr>
      <w:r w:rsidRPr="00D8299F">
        <w:rPr>
          <w:sz w:val="32"/>
          <w:szCs w:val="32"/>
        </w:rPr>
        <w:t>Talk about God’s Calendar</w:t>
      </w:r>
    </w:p>
    <w:p w:rsidR="007F6641" w:rsidRPr="00D8299F" w:rsidRDefault="007F6641" w:rsidP="00F20BAB">
      <w:pPr>
        <w:pStyle w:val="MainList"/>
        <w:numPr>
          <w:ilvl w:val="0"/>
          <w:numId w:val="43"/>
        </w:numPr>
        <w:rPr>
          <w:sz w:val="32"/>
          <w:szCs w:val="32"/>
        </w:rPr>
      </w:pPr>
      <w:r w:rsidRPr="00D8299F">
        <w:rPr>
          <w:sz w:val="32"/>
          <w:szCs w:val="32"/>
        </w:rPr>
        <w:t>Talk about What Passover Means</w:t>
      </w:r>
    </w:p>
    <w:p w:rsidR="007F6641" w:rsidRPr="00D8299F" w:rsidRDefault="00EA6E5A" w:rsidP="00F20BAB">
      <w:pPr>
        <w:pStyle w:val="MainList"/>
        <w:numPr>
          <w:ilvl w:val="0"/>
          <w:numId w:val="43"/>
        </w:numPr>
        <w:rPr>
          <w:sz w:val="32"/>
          <w:szCs w:val="32"/>
        </w:rPr>
      </w:pPr>
      <w:r w:rsidRPr="00D8299F">
        <w:rPr>
          <w:sz w:val="32"/>
          <w:szCs w:val="32"/>
        </w:rPr>
        <w:t xml:space="preserve">First part of </w:t>
      </w:r>
      <w:r w:rsidR="00144A6C" w:rsidRPr="00D8299F">
        <w:rPr>
          <w:sz w:val="32"/>
          <w:szCs w:val="32"/>
        </w:rPr>
        <w:t>“</w:t>
      </w:r>
      <w:r w:rsidRPr="00D8299F">
        <w:rPr>
          <w:sz w:val="32"/>
          <w:szCs w:val="32"/>
        </w:rPr>
        <w:t>The Seder</w:t>
      </w:r>
      <w:r w:rsidR="00144A6C" w:rsidRPr="00D8299F">
        <w:rPr>
          <w:sz w:val="32"/>
          <w:szCs w:val="32"/>
        </w:rPr>
        <w:t>”</w:t>
      </w:r>
    </w:p>
    <w:p w:rsidR="007F6641" w:rsidRPr="00D8299F" w:rsidRDefault="007F6641" w:rsidP="00EA6E5A">
      <w:pPr>
        <w:pStyle w:val="MainList"/>
        <w:numPr>
          <w:ilvl w:val="0"/>
          <w:numId w:val="43"/>
        </w:numPr>
        <w:rPr>
          <w:sz w:val="32"/>
          <w:szCs w:val="32"/>
        </w:rPr>
      </w:pPr>
      <w:r w:rsidRPr="00D8299F">
        <w:rPr>
          <w:sz w:val="32"/>
          <w:szCs w:val="32"/>
        </w:rPr>
        <w:t xml:space="preserve">Enjoy the Passover </w:t>
      </w:r>
      <w:r w:rsidR="00EA6E5A" w:rsidRPr="00D8299F">
        <w:rPr>
          <w:sz w:val="32"/>
          <w:szCs w:val="32"/>
        </w:rPr>
        <w:t>Dinner</w:t>
      </w:r>
    </w:p>
    <w:p w:rsidR="007F6641" w:rsidRPr="00D8299F" w:rsidRDefault="00EA6E5A" w:rsidP="00EA6E5A">
      <w:pPr>
        <w:pStyle w:val="MainList"/>
        <w:numPr>
          <w:ilvl w:val="0"/>
          <w:numId w:val="43"/>
        </w:numPr>
        <w:rPr>
          <w:sz w:val="32"/>
          <w:szCs w:val="32"/>
        </w:rPr>
      </w:pPr>
      <w:r w:rsidRPr="00D8299F">
        <w:rPr>
          <w:sz w:val="32"/>
          <w:szCs w:val="32"/>
        </w:rPr>
        <w:t>Second part of “The Seder”</w:t>
      </w:r>
    </w:p>
    <w:p w:rsidR="003A02BE" w:rsidRPr="00D8299F" w:rsidRDefault="00144A6C" w:rsidP="00144A6C">
      <w:pPr>
        <w:pStyle w:val="MainList"/>
        <w:numPr>
          <w:ilvl w:val="0"/>
          <w:numId w:val="43"/>
        </w:numPr>
        <w:rPr>
          <w:sz w:val="32"/>
          <w:szCs w:val="32"/>
        </w:rPr>
      </w:pPr>
      <w:r w:rsidRPr="00D8299F">
        <w:rPr>
          <w:sz w:val="32"/>
          <w:szCs w:val="32"/>
        </w:rPr>
        <w:t>Closing Blessing</w:t>
      </w:r>
    </w:p>
    <w:p w:rsidR="009D5436" w:rsidRPr="00D8299F" w:rsidRDefault="009D5436" w:rsidP="00F403E0">
      <w:pPr>
        <w:pStyle w:val="Heading1"/>
        <w:rPr>
          <w:sz w:val="32"/>
          <w:szCs w:val="32"/>
        </w:rPr>
      </w:pPr>
      <w:r w:rsidRPr="00D8299F">
        <w:rPr>
          <w:sz w:val="32"/>
          <w:szCs w:val="32"/>
        </w:rPr>
        <w:t>Prepar</w:t>
      </w:r>
      <w:r w:rsidR="00F403E0" w:rsidRPr="00D8299F">
        <w:rPr>
          <w:sz w:val="32"/>
          <w:szCs w:val="32"/>
        </w:rPr>
        <w:t>ing</w:t>
      </w:r>
      <w:r w:rsidRPr="00D8299F">
        <w:rPr>
          <w:sz w:val="32"/>
          <w:szCs w:val="32"/>
        </w:rPr>
        <w:t xml:space="preserve"> Your Home – No Leaven!</w:t>
      </w:r>
    </w:p>
    <w:p w:rsidR="009D5436" w:rsidRPr="00D8299F" w:rsidRDefault="009D5436" w:rsidP="009D5436">
      <w:pPr>
        <w:pStyle w:val="BodyText"/>
        <w:rPr>
          <w:sz w:val="32"/>
          <w:szCs w:val="32"/>
        </w:rPr>
      </w:pPr>
      <w:r w:rsidRPr="00D8299F">
        <w:rPr>
          <w:sz w:val="32"/>
          <w:szCs w:val="32"/>
        </w:rPr>
        <w:t>We are given a neat picture in Scripture as a reminder of how to keep sin from spreading in our lives.  We are told in preparation for this time of Passover and the following week of Unleavened Bread, we are to remove ALL leaven from our house.</w:t>
      </w:r>
    </w:p>
    <w:p w:rsidR="009D5436" w:rsidRPr="00D8299F" w:rsidRDefault="009D5436" w:rsidP="00D8299F">
      <w:pPr>
        <w:pStyle w:val="MainList"/>
        <w:numPr>
          <w:ilvl w:val="0"/>
          <w:numId w:val="41"/>
        </w:numPr>
        <w:tabs>
          <w:tab w:val="clear" w:pos="432"/>
        </w:tabs>
        <w:spacing w:before="120"/>
        <w:ind w:left="360"/>
        <w:rPr>
          <w:sz w:val="32"/>
          <w:szCs w:val="32"/>
        </w:rPr>
      </w:pPr>
      <w:r w:rsidRPr="00D8299F">
        <w:rPr>
          <w:sz w:val="32"/>
          <w:szCs w:val="32"/>
        </w:rPr>
        <w:t>Remove everything with leaven from your house</w:t>
      </w:r>
    </w:p>
    <w:p w:rsidR="009D5436" w:rsidRPr="00D8299F" w:rsidRDefault="009D5436" w:rsidP="009D5436">
      <w:pPr>
        <w:pStyle w:val="Scripture"/>
        <w:rPr>
          <w:sz w:val="32"/>
          <w:szCs w:val="40"/>
        </w:rPr>
      </w:pPr>
      <w:r w:rsidRPr="00D8299F">
        <w:rPr>
          <w:rStyle w:val="ScriptureChar"/>
          <w:b/>
          <w:bCs/>
          <w:i/>
          <w:iCs/>
          <w:sz w:val="32"/>
          <w:szCs w:val="40"/>
        </w:rPr>
        <w:t xml:space="preserve">Exodus 12:19 </w:t>
      </w:r>
      <w:r w:rsidRPr="00D8299F">
        <w:rPr>
          <w:rStyle w:val="ScriptureChar"/>
          <w:b/>
          <w:bCs/>
          <w:i/>
          <w:iCs/>
          <w:sz w:val="32"/>
          <w:szCs w:val="40"/>
        </w:rPr>
        <w:br/>
      </w:r>
      <w:r w:rsidRPr="00D8299F">
        <w:rPr>
          <w:rStyle w:val="ScriptureChar"/>
          <w:sz w:val="32"/>
          <w:szCs w:val="40"/>
        </w:rPr>
        <w:t>For seven days no leaven is to be found in your houses. If anyone eats what is leavened, that person will be cut off from the congregation of Israel, whether he is a foreigner or a native of the land.</w:t>
      </w:r>
      <w:r w:rsidRPr="00D8299F">
        <w:rPr>
          <w:sz w:val="32"/>
          <w:szCs w:val="40"/>
        </w:rPr>
        <w:t xml:space="preserve"> </w:t>
      </w:r>
    </w:p>
    <w:p w:rsidR="009D5436" w:rsidRPr="00D8299F" w:rsidRDefault="009D5436" w:rsidP="009D5436">
      <w:pPr>
        <w:pStyle w:val="MainList"/>
        <w:numPr>
          <w:ilvl w:val="0"/>
          <w:numId w:val="41"/>
        </w:numPr>
        <w:tabs>
          <w:tab w:val="clear" w:pos="432"/>
        </w:tabs>
        <w:spacing w:before="120"/>
        <w:ind w:left="360"/>
        <w:rPr>
          <w:sz w:val="32"/>
          <w:szCs w:val="32"/>
        </w:rPr>
      </w:pPr>
      <w:r w:rsidRPr="00D8299F">
        <w:rPr>
          <w:sz w:val="32"/>
          <w:szCs w:val="32"/>
        </w:rPr>
        <w:t>Leaven is a picture of sin, and how sin spreads</w:t>
      </w:r>
    </w:p>
    <w:p w:rsidR="009D5436" w:rsidRPr="00D8299F" w:rsidRDefault="009D5436" w:rsidP="009D5436">
      <w:pPr>
        <w:pStyle w:val="Scripture"/>
        <w:rPr>
          <w:sz w:val="32"/>
          <w:szCs w:val="40"/>
        </w:rPr>
      </w:pPr>
      <w:r w:rsidRPr="00D8299F">
        <w:rPr>
          <w:rStyle w:val="ScriptureChar"/>
          <w:b/>
          <w:bCs/>
          <w:i/>
          <w:iCs/>
          <w:sz w:val="32"/>
          <w:szCs w:val="40"/>
        </w:rPr>
        <w:lastRenderedPageBreak/>
        <w:t xml:space="preserve">1 Corinthians 5:6–8 </w:t>
      </w:r>
      <w:r w:rsidRPr="00D8299F">
        <w:rPr>
          <w:rStyle w:val="ScriptureChar"/>
          <w:b/>
          <w:bCs/>
          <w:i/>
          <w:iCs/>
          <w:sz w:val="32"/>
          <w:szCs w:val="40"/>
        </w:rPr>
        <w:br/>
      </w:r>
      <w:r w:rsidRPr="00D8299F">
        <w:rPr>
          <w:rStyle w:val="ScriptureChar"/>
          <w:sz w:val="32"/>
          <w:szCs w:val="40"/>
        </w:rPr>
        <w:t>Do you not know that a little leaven leavens the whole lump? Cleanse out the old leaven that you may be a new lump, as you really are unleavened. For Christ, our Passover lamb, has been sacrificed. Let us therefore celebrate the festival, not with the old leaven, the leaven of malice and evil, but with the unleavened bread of sincerity and truth.</w:t>
      </w:r>
      <w:r w:rsidRPr="00D8299F">
        <w:rPr>
          <w:sz w:val="32"/>
          <w:szCs w:val="40"/>
        </w:rPr>
        <w:t xml:space="preserve"> </w:t>
      </w:r>
    </w:p>
    <w:p w:rsidR="004923B2" w:rsidRDefault="004923B2" w:rsidP="004923B2">
      <w:pPr>
        <w:pStyle w:val="BodyText"/>
        <w:rPr>
          <w:sz w:val="32"/>
          <w:szCs w:val="32"/>
        </w:rPr>
      </w:pPr>
      <w:r>
        <w:rPr>
          <w:sz w:val="32"/>
          <w:szCs w:val="32"/>
        </w:rPr>
        <w:t xml:space="preserve">This is an </w:t>
      </w:r>
      <w:r w:rsidRPr="00D8299F">
        <w:rPr>
          <w:sz w:val="32"/>
          <w:szCs w:val="32"/>
        </w:rPr>
        <w:t>interesting</w:t>
      </w:r>
      <w:r>
        <w:rPr>
          <w:sz w:val="32"/>
          <w:szCs w:val="32"/>
        </w:rPr>
        <w:t xml:space="preserve"> verse</w:t>
      </w:r>
      <w:r w:rsidRPr="00D8299F">
        <w:rPr>
          <w:sz w:val="32"/>
          <w:szCs w:val="32"/>
        </w:rPr>
        <w:t xml:space="preserve"> because we have a CLEAR pas</w:t>
      </w:r>
      <w:r>
        <w:rPr>
          <w:sz w:val="32"/>
          <w:szCs w:val="32"/>
        </w:rPr>
        <w:t>sage of New Testament Scripture</w:t>
      </w:r>
      <w:r w:rsidRPr="00D8299F">
        <w:rPr>
          <w:sz w:val="32"/>
          <w:szCs w:val="32"/>
        </w:rPr>
        <w:t xml:space="preserve"> where Paul is writing to a GENTILE church in Greece and talking to them about how to celebrate Passover.  It wasn’t ever just for Jew</w:t>
      </w:r>
      <w:r>
        <w:rPr>
          <w:sz w:val="32"/>
          <w:szCs w:val="32"/>
        </w:rPr>
        <w:t>s</w:t>
      </w:r>
      <w:r w:rsidRPr="00D8299F">
        <w:rPr>
          <w:sz w:val="32"/>
          <w:szCs w:val="32"/>
        </w:rPr>
        <w:t>…  God intends all people who are called by His name to celebrate the Passover, as well as the other special times, which we’ll talk about shortly.</w:t>
      </w:r>
    </w:p>
    <w:p w:rsidR="009D5436" w:rsidRPr="00D8299F" w:rsidRDefault="004923B2" w:rsidP="009D5436">
      <w:pPr>
        <w:pStyle w:val="BodyText"/>
        <w:rPr>
          <w:sz w:val="32"/>
          <w:szCs w:val="32"/>
        </w:rPr>
      </w:pPr>
      <w:r>
        <w:rPr>
          <w:sz w:val="32"/>
          <w:szCs w:val="32"/>
        </w:rPr>
        <w:t>This i</w:t>
      </w:r>
      <w:r w:rsidR="009D5436" w:rsidRPr="00D8299F">
        <w:rPr>
          <w:sz w:val="32"/>
          <w:szCs w:val="32"/>
        </w:rPr>
        <w:t xml:space="preserve">s </w:t>
      </w:r>
      <w:r>
        <w:rPr>
          <w:sz w:val="32"/>
          <w:szCs w:val="32"/>
        </w:rPr>
        <w:t>also an awesome passage for the</w:t>
      </w:r>
      <w:r w:rsidR="009D5436" w:rsidRPr="00D8299F">
        <w:rPr>
          <w:sz w:val="32"/>
          <w:szCs w:val="32"/>
        </w:rPr>
        <w:t xml:space="preserve"> </w:t>
      </w:r>
      <w:r>
        <w:rPr>
          <w:sz w:val="32"/>
          <w:szCs w:val="32"/>
        </w:rPr>
        <w:t xml:space="preserve">Passover </w:t>
      </w:r>
      <w:r w:rsidR="009D5436" w:rsidRPr="00D8299F">
        <w:rPr>
          <w:sz w:val="32"/>
          <w:szCs w:val="32"/>
        </w:rPr>
        <w:t>celebration, because it links together leaven and sin, and ties it with celebrating the Passover and with the Messiah, our Passover Lamb.</w:t>
      </w:r>
    </w:p>
    <w:p w:rsidR="004923B2" w:rsidRDefault="004923B2" w:rsidP="009D5436">
      <w:pPr>
        <w:pStyle w:val="BodyText"/>
        <w:rPr>
          <w:sz w:val="32"/>
          <w:szCs w:val="32"/>
        </w:rPr>
      </w:pPr>
      <w:r w:rsidRPr="00025EEE">
        <w:rPr>
          <w:sz w:val="32"/>
          <w:szCs w:val="32"/>
        </w:rPr>
        <w:t>As you look for leaven in your home, ask God to show you through His Spirit what other “leaven” you’ve allowed in your life (intentionally or unintentionally) that is dishonoring to Him (i.e. books, pictures, magazines, movies, websites, games, music, addictive substances, etc.).  Take this opportunity to get rid of these things.</w:t>
      </w:r>
    </w:p>
    <w:p w:rsidR="001A1F1D" w:rsidRPr="00D8299F" w:rsidRDefault="00756456" w:rsidP="003939C9">
      <w:pPr>
        <w:pStyle w:val="Heading1"/>
        <w:rPr>
          <w:sz w:val="32"/>
          <w:szCs w:val="32"/>
        </w:rPr>
      </w:pPr>
      <w:r w:rsidRPr="00D8299F">
        <w:rPr>
          <w:sz w:val="32"/>
          <w:szCs w:val="32"/>
        </w:rPr>
        <w:lastRenderedPageBreak/>
        <w:t xml:space="preserve">1. Candles &amp; </w:t>
      </w:r>
      <w:r w:rsidR="003939C9" w:rsidRPr="00D8299F">
        <w:rPr>
          <w:sz w:val="32"/>
          <w:szCs w:val="32"/>
        </w:rPr>
        <w:t>Opening Blessing</w:t>
      </w:r>
    </w:p>
    <w:p w:rsidR="009D5436" w:rsidRPr="00D8299F" w:rsidRDefault="009D5436" w:rsidP="009D5436">
      <w:pPr>
        <w:pStyle w:val="BodyText"/>
        <w:rPr>
          <w:sz w:val="32"/>
          <w:szCs w:val="32"/>
        </w:rPr>
      </w:pPr>
      <w:r w:rsidRPr="00D8299F">
        <w:rPr>
          <w:sz w:val="32"/>
          <w:szCs w:val="32"/>
        </w:rPr>
        <w:t xml:space="preserve">So you are at home.  Perhaps you’ve invited your extended family or maybe some friends or neighbors to celebrate Passover with you.  How do you start?  We’ll you start by lighting the Passover candles at the table. </w:t>
      </w:r>
    </w:p>
    <w:p w:rsidR="00F20BAB" w:rsidRPr="00D8299F" w:rsidRDefault="001A1F1D" w:rsidP="001A1F1D">
      <w:pPr>
        <w:pStyle w:val="BodyText"/>
        <w:rPr>
          <w:sz w:val="32"/>
          <w:szCs w:val="32"/>
        </w:rPr>
      </w:pPr>
      <w:r w:rsidRPr="00D8299F">
        <w:rPr>
          <w:sz w:val="32"/>
          <w:szCs w:val="32"/>
        </w:rPr>
        <w:t>There are usually 2 candles that are lit, but that is just tradition.  You can light as many as you want.  If you have a menorah, you can light that.</w:t>
      </w:r>
      <w:r w:rsidR="00C32494" w:rsidRPr="00D8299F">
        <w:rPr>
          <w:sz w:val="32"/>
          <w:szCs w:val="32"/>
        </w:rPr>
        <w:t xml:space="preserve">  </w:t>
      </w:r>
    </w:p>
    <w:p w:rsidR="001A1F1D" w:rsidRPr="00D8299F" w:rsidRDefault="00F20BAB" w:rsidP="001A1F1D">
      <w:pPr>
        <w:pStyle w:val="BodyText"/>
        <w:rPr>
          <w:sz w:val="32"/>
          <w:szCs w:val="32"/>
        </w:rPr>
      </w:pPr>
      <w:r w:rsidRPr="00D8299F">
        <w:rPr>
          <w:sz w:val="32"/>
          <w:szCs w:val="32"/>
        </w:rPr>
        <w:t>Another tradition</w:t>
      </w:r>
      <w:r w:rsidR="00C32494" w:rsidRPr="00D8299F">
        <w:rPr>
          <w:sz w:val="32"/>
          <w:szCs w:val="32"/>
        </w:rPr>
        <w:t xml:space="preserve"> is that the most honored woman (the most experienced – oldest) gets to light the candles and say the opening blessing.</w:t>
      </w:r>
    </w:p>
    <w:p w:rsidR="001A1F1D" w:rsidRPr="00D8299F" w:rsidRDefault="001A1F1D" w:rsidP="004C0FAD">
      <w:pPr>
        <w:pStyle w:val="MainList"/>
        <w:numPr>
          <w:ilvl w:val="0"/>
          <w:numId w:val="44"/>
        </w:numPr>
        <w:rPr>
          <w:sz w:val="32"/>
          <w:szCs w:val="32"/>
        </w:rPr>
      </w:pPr>
      <w:r w:rsidRPr="00D8299F">
        <w:rPr>
          <w:sz w:val="32"/>
          <w:szCs w:val="32"/>
        </w:rPr>
        <w:t>The most-honored (oldest) woman lights the candles</w:t>
      </w:r>
      <w:r w:rsidR="004C0FAD">
        <w:rPr>
          <w:sz w:val="32"/>
          <w:szCs w:val="32"/>
        </w:rPr>
        <w:t xml:space="preserve"> </w:t>
      </w:r>
      <w:r w:rsidRPr="00D8299F">
        <w:rPr>
          <w:sz w:val="32"/>
          <w:szCs w:val="32"/>
        </w:rPr>
        <w:t>and then says the opening prayer.</w:t>
      </w:r>
    </w:p>
    <w:p w:rsidR="00C32494" w:rsidRPr="00D8299F" w:rsidRDefault="00C32494" w:rsidP="00C32494">
      <w:pPr>
        <w:pStyle w:val="BodyText"/>
        <w:rPr>
          <w:sz w:val="32"/>
          <w:szCs w:val="32"/>
        </w:rPr>
      </w:pPr>
      <w:r w:rsidRPr="00D8299F">
        <w:rPr>
          <w:sz w:val="32"/>
          <w:szCs w:val="32"/>
        </w:rPr>
        <w:t>The traditional blessings, if you want to use the, always start out in the same way.  I start with that, and then I just add to that prayer whatever I want.  I try to include something about the Messiah, and maybe something about what he’s called us to do.  It’s a prayer.  Make it YOUR prayer.</w:t>
      </w:r>
    </w:p>
    <w:p w:rsidR="001A1F1D" w:rsidRPr="00433212" w:rsidRDefault="001A1F1D" w:rsidP="00433212">
      <w:pPr>
        <w:pStyle w:val="Blessing"/>
      </w:pPr>
      <w:r w:rsidRPr="00433212">
        <w:t xml:space="preserve">Blessed are you </w:t>
      </w:r>
      <w:r w:rsidR="007870FC">
        <w:t>YHWH</w:t>
      </w:r>
      <w:r w:rsidRPr="00433212">
        <w:t>, our God, King of the Universe, who set us apart by your Word.  In your name we light the Passover lights, and in doing so we remember your Son, Yeshua the Messiah, who is the Light of the World, and who also called us to be lights to the world.</w:t>
      </w:r>
    </w:p>
    <w:p w:rsidR="00C32494" w:rsidRPr="00D8299F" w:rsidRDefault="00C32494" w:rsidP="00C32494">
      <w:pPr>
        <w:pStyle w:val="BodyText"/>
        <w:rPr>
          <w:sz w:val="32"/>
          <w:szCs w:val="32"/>
        </w:rPr>
      </w:pPr>
      <w:r w:rsidRPr="00D8299F">
        <w:rPr>
          <w:sz w:val="32"/>
          <w:szCs w:val="32"/>
        </w:rPr>
        <w:lastRenderedPageBreak/>
        <w:t>And then perhaps there are some Scriptures that you want to have someone at your table read.  I chose a few that seemed appropriate.</w:t>
      </w:r>
    </w:p>
    <w:p w:rsidR="001A1F1D" w:rsidRPr="00D8299F" w:rsidRDefault="001A1F1D" w:rsidP="001A1F1D">
      <w:pPr>
        <w:pStyle w:val="Scripture"/>
        <w:rPr>
          <w:sz w:val="32"/>
          <w:szCs w:val="40"/>
        </w:rPr>
      </w:pPr>
      <w:r w:rsidRPr="00D8299F">
        <w:rPr>
          <w:rStyle w:val="ScriptureChar"/>
          <w:b/>
          <w:bCs/>
          <w:i/>
          <w:iCs/>
          <w:sz w:val="32"/>
          <w:szCs w:val="40"/>
        </w:rPr>
        <w:t xml:space="preserve">Psalm 27:1 </w:t>
      </w:r>
      <w:r w:rsidRPr="00D8299F">
        <w:rPr>
          <w:rStyle w:val="ScriptureChar"/>
          <w:b/>
          <w:bCs/>
          <w:i/>
          <w:iCs/>
          <w:sz w:val="32"/>
          <w:szCs w:val="40"/>
        </w:rPr>
        <w:br/>
      </w:r>
      <w:r w:rsidR="007870FC">
        <w:rPr>
          <w:rStyle w:val="ScriptureChar"/>
          <w:bCs/>
          <w:sz w:val="32"/>
          <w:szCs w:val="40"/>
        </w:rPr>
        <w:t>YHWH</w:t>
      </w:r>
      <w:r w:rsidRPr="00D8299F">
        <w:rPr>
          <w:rStyle w:val="ScriptureChar"/>
          <w:bCs/>
          <w:sz w:val="32"/>
          <w:szCs w:val="40"/>
        </w:rPr>
        <w:t xml:space="preserve"> is my light and my salvation; whom shall I fear? </w:t>
      </w:r>
      <w:r w:rsidR="007870FC">
        <w:rPr>
          <w:rStyle w:val="ScriptureChar"/>
          <w:bCs/>
          <w:sz w:val="32"/>
          <w:szCs w:val="40"/>
        </w:rPr>
        <w:t>YHWH</w:t>
      </w:r>
      <w:r w:rsidRPr="00D8299F">
        <w:rPr>
          <w:rStyle w:val="ScriptureChar"/>
          <w:b/>
          <w:sz w:val="32"/>
          <w:szCs w:val="40"/>
        </w:rPr>
        <w:t xml:space="preserve"> </w:t>
      </w:r>
      <w:r w:rsidRPr="00D8299F">
        <w:rPr>
          <w:rStyle w:val="ScriptureChar"/>
          <w:sz w:val="32"/>
          <w:szCs w:val="40"/>
        </w:rPr>
        <w:t>is the stronghold of my life; of whom shall I be afraid?</w:t>
      </w:r>
      <w:r w:rsidRPr="00D8299F">
        <w:rPr>
          <w:sz w:val="32"/>
          <w:szCs w:val="40"/>
        </w:rPr>
        <w:t xml:space="preserve"> </w:t>
      </w:r>
    </w:p>
    <w:p w:rsidR="001A1F1D" w:rsidRPr="00D8299F" w:rsidRDefault="001A1F1D" w:rsidP="001A1F1D">
      <w:pPr>
        <w:pStyle w:val="Scripture"/>
        <w:rPr>
          <w:sz w:val="32"/>
          <w:szCs w:val="40"/>
        </w:rPr>
      </w:pPr>
      <w:r w:rsidRPr="00D8299F">
        <w:rPr>
          <w:rStyle w:val="ScriptureChar"/>
          <w:b/>
          <w:bCs/>
          <w:i/>
          <w:iCs/>
          <w:sz w:val="32"/>
          <w:szCs w:val="40"/>
        </w:rPr>
        <w:t xml:space="preserve">John 8:12 </w:t>
      </w:r>
      <w:r w:rsidRPr="00D8299F">
        <w:rPr>
          <w:rStyle w:val="ScriptureChar"/>
          <w:b/>
          <w:bCs/>
          <w:i/>
          <w:iCs/>
          <w:sz w:val="32"/>
          <w:szCs w:val="40"/>
        </w:rPr>
        <w:br/>
      </w:r>
      <w:r w:rsidRPr="00D8299F">
        <w:rPr>
          <w:rStyle w:val="ScriptureChar"/>
          <w:sz w:val="32"/>
          <w:szCs w:val="40"/>
        </w:rPr>
        <w:t xml:space="preserve">Again Yeshua spoke to them, saying, </w:t>
      </w:r>
      <w:r w:rsidRPr="00D8299F">
        <w:rPr>
          <w:rStyle w:val="ScriptureChar"/>
          <w:color w:val="FF0000"/>
          <w:sz w:val="32"/>
          <w:szCs w:val="40"/>
        </w:rPr>
        <w:t>“I am the light of the world. Whoever follows me will not walk in darkness, but will have the light of life.”</w:t>
      </w:r>
      <w:r w:rsidRPr="00D8299F">
        <w:rPr>
          <w:sz w:val="32"/>
          <w:szCs w:val="40"/>
        </w:rPr>
        <w:t xml:space="preserve"> </w:t>
      </w:r>
    </w:p>
    <w:p w:rsidR="001A1F1D" w:rsidRPr="00D8299F" w:rsidRDefault="001A1F1D" w:rsidP="001A1F1D">
      <w:pPr>
        <w:pStyle w:val="Scripture"/>
        <w:rPr>
          <w:sz w:val="32"/>
          <w:szCs w:val="40"/>
        </w:rPr>
      </w:pPr>
      <w:r w:rsidRPr="00D8299F">
        <w:rPr>
          <w:rStyle w:val="ScriptureChar"/>
          <w:b/>
          <w:bCs/>
          <w:i/>
          <w:iCs/>
          <w:sz w:val="32"/>
          <w:szCs w:val="40"/>
        </w:rPr>
        <w:t xml:space="preserve">Matthew 5:14 </w:t>
      </w:r>
      <w:r w:rsidRPr="00D8299F">
        <w:rPr>
          <w:rStyle w:val="ScriptureChar"/>
          <w:b/>
          <w:bCs/>
          <w:i/>
          <w:iCs/>
          <w:sz w:val="32"/>
          <w:szCs w:val="40"/>
        </w:rPr>
        <w:br/>
      </w:r>
      <w:r w:rsidRPr="00D8299F">
        <w:rPr>
          <w:rStyle w:val="ScriptureChar"/>
          <w:color w:val="FF0000"/>
          <w:sz w:val="32"/>
          <w:szCs w:val="40"/>
        </w:rPr>
        <w:t>You are the light of the world. A city set on a hill cannot be hidden.</w:t>
      </w:r>
      <w:r w:rsidRPr="00D8299F">
        <w:rPr>
          <w:sz w:val="32"/>
          <w:szCs w:val="40"/>
        </w:rPr>
        <w:t xml:space="preserve"> </w:t>
      </w:r>
    </w:p>
    <w:p w:rsidR="007F6641" w:rsidRPr="00D8299F" w:rsidRDefault="00F403E0" w:rsidP="0078504E">
      <w:pPr>
        <w:pStyle w:val="Heading1"/>
        <w:rPr>
          <w:sz w:val="32"/>
          <w:szCs w:val="32"/>
        </w:rPr>
      </w:pPr>
      <w:r w:rsidRPr="00D8299F">
        <w:rPr>
          <w:sz w:val="32"/>
          <w:szCs w:val="32"/>
        </w:rPr>
        <w:t xml:space="preserve">2. </w:t>
      </w:r>
      <w:r w:rsidR="00C32494" w:rsidRPr="00D8299F">
        <w:rPr>
          <w:sz w:val="32"/>
          <w:szCs w:val="32"/>
        </w:rPr>
        <w:t>Talk about God’s Calendar</w:t>
      </w:r>
    </w:p>
    <w:p w:rsidR="00C32494" w:rsidRPr="00D8299F" w:rsidRDefault="00C32494" w:rsidP="0078504E">
      <w:pPr>
        <w:pStyle w:val="BodyText"/>
        <w:rPr>
          <w:sz w:val="32"/>
          <w:szCs w:val="32"/>
        </w:rPr>
      </w:pPr>
      <w:r w:rsidRPr="00D8299F">
        <w:rPr>
          <w:sz w:val="32"/>
          <w:szCs w:val="32"/>
        </w:rPr>
        <w:t xml:space="preserve">If you have friends over for Passover, it is very likely that won’t be too familiar with it.  So it can be good to start with talking about WHY we celebrate this day, and how it fits into the overall calendar that God established for his people in Scripture.  </w:t>
      </w:r>
    </w:p>
    <w:p w:rsidR="000C6711" w:rsidRPr="00D8299F" w:rsidRDefault="000C6711" w:rsidP="00454EA6">
      <w:pPr>
        <w:pStyle w:val="BodyText"/>
        <w:rPr>
          <w:sz w:val="32"/>
          <w:szCs w:val="32"/>
        </w:rPr>
      </w:pPr>
      <w:r w:rsidRPr="00D8299F">
        <w:rPr>
          <w:sz w:val="32"/>
          <w:szCs w:val="32"/>
        </w:rPr>
        <w:t xml:space="preserve">God asked his people to remember </w:t>
      </w:r>
      <w:r w:rsidR="00C32494" w:rsidRPr="00D8299F">
        <w:rPr>
          <w:sz w:val="32"/>
          <w:szCs w:val="32"/>
        </w:rPr>
        <w:t xml:space="preserve">seven special times </w:t>
      </w:r>
      <w:r w:rsidRPr="00D8299F">
        <w:rPr>
          <w:sz w:val="32"/>
          <w:szCs w:val="32"/>
        </w:rPr>
        <w:t>each year, called Appointed Times.  Some call them feasts or festivals</w:t>
      </w:r>
      <w:r w:rsidR="00C32494" w:rsidRPr="00D8299F">
        <w:rPr>
          <w:sz w:val="32"/>
          <w:szCs w:val="32"/>
        </w:rPr>
        <w:t xml:space="preserve">. </w:t>
      </w:r>
      <w:r w:rsidRPr="00D8299F">
        <w:rPr>
          <w:sz w:val="32"/>
          <w:szCs w:val="32"/>
        </w:rPr>
        <w:t xml:space="preserve"> Actually many Christians call them the “Jewish Feasts” and think they are just for the people of Israel, or only for Old Testament days.  That’s why it can be helpful to start Passover by just briefly telling people how ALL of these Appointed Times are full </w:t>
      </w:r>
      <w:r w:rsidRPr="00D8299F">
        <w:rPr>
          <w:sz w:val="32"/>
          <w:szCs w:val="32"/>
        </w:rPr>
        <w:lastRenderedPageBreak/>
        <w:t>of meaning and have everything to do Yeshua and with us as Christians.</w:t>
      </w:r>
    </w:p>
    <w:p w:rsidR="00454EA6" w:rsidRPr="00D8299F" w:rsidRDefault="00454EA6" w:rsidP="00454EA6">
      <w:pPr>
        <w:pStyle w:val="Scripture"/>
        <w:rPr>
          <w:rStyle w:val="ScriptureChar"/>
          <w:sz w:val="32"/>
          <w:szCs w:val="40"/>
        </w:rPr>
      </w:pPr>
      <w:r w:rsidRPr="00D8299F">
        <w:rPr>
          <w:rStyle w:val="ScriptureChar"/>
          <w:b/>
          <w:bCs/>
          <w:i/>
          <w:iCs/>
          <w:sz w:val="32"/>
          <w:szCs w:val="40"/>
        </w:rPr>
        <w:t xml:space="preserve">Leviticus 23:4 </w:t>
      </w:r>
      <w:r w:rsidRPr="00D8299F">
        <w:rPr>
          <w:rStyle w:val="ScriptureChar"/>
          <w:b/>
          <w:bCs/>
          <w:i/>
          <w:iCs/>
          <w:sz w:val="32"/>
          <w:szCs w:val="40"/>
        </w:rPr>
        <w:br/>
      </w:r>
      <w:r w:rsidRPr="00D8299F">
        <w:rPr>
          <w:rStyle w:val="ScriptureChar"/>
          <w:sz w:val="32"/>
          <w:szCs w:val="40"/>
        </w:rPr>
        <w:t xml:space="preserve">These are the </w:t>
      </w:r>
      <w:r w:rsidR="00433212">
        <w:rPr>
          <w:rStyle w:val="ScriptureChar"/>
          <w:b/>
          <w:bCs/>
          <w:sz w:val="32"/>
          <w:szCs w:val="40"/>
          <w:u w:val="single"/>
        </w:rPr>
        <w:t>appointed times of</w:t>
      </w:r>
      <w:r w:rsidR="007870FC">
        <w:rPr>
          <w:rStyle w:val="ScriptureChar"/>
          <w:b/>
          <w:bCs/>
          <w:sz w:val="32"/>
          <w:szCs w:val="40"/>
          <w:u w:val="single"/>
        </w:rPr>
        <w:t xml:space="preserve"> YHWH</w:t>
      </w:r>
      <w:r w:rsidRPr="00D8299F">
        <w:rPr>
          <w:rStyle w:val="ScriptureChar"/>
          <w:sz w:val="32"/>
          <w:szCs w:val="40"/>
        </w:rPr>
        <w:t>, the holy gatherings, which you shall proclaim at the time appointed for them.</w:t>
      </w:r>
    </w:p>
    <w:p w:rsidR="00454EA6" w:rsidRPr="00D8299F" w:rsidRDefault="00454EA6" w:rsidP="00454EA6">
      <w:pPr>
        <w:pStyle w:val="BodyText"/>
        <w:rPr>
          <w:sz w:val="32"/>
          <w:szCs w:val="32"/>
        </w:rPr>
      </w:pPr>
      <w:r w:rsidRPr="00D8299F">
        <w:rPr>
          <w:sz w:val="32"/>
          <w:szCs w:val="32"/>
        </w:rPr>
        <w:t xml:space="preserve">Scripture says these the appointed times of </w:t>
      </w:r>
      <w:r w:rsidR="007870FC">
        <w:rPr>
          <w:sz w:val="32"/>
          <w:szCs w:val="32"/>
        </w:rPr>
        <w:t>YHWH</w:t>
      </w:r>
      <w:r w:rsidRPr="00D8299F">
        <w:rPr>
          <w:sz w:val="32"/>
          <w:szCs w:val="32"/>
        </w:rPr>
        <w:t>.  In other Scriptures God calls them “my appointed times”.  So they are not Jewish holidays – that are God’s special days.  And for good reason.  They symbolically explain the whole plan of salvation. And it has everything to do with Yeshua.</w:t>
      </w:r>
    </w:p>
    <w:p w:rsidR="00454EA6" w:rsidRPr="00D8299F" w:rsidRDefault="00454EA6" w:rsidP="00454EA6">
      <w:pPr>
        <w:pStyle w:val="MainList"/>
        <w:numPr>
          <w:ilvl w:val="0"/>
          <w:numId w:val="36"/>
        </w:numPr>
        <w:spacing w:before="120" w:after="0"/>
        <w:rPr>
          <w:sz w:val="32"/>
          <w:szCs w:val="32"/>
        </w:rPr>
      </w:pPr>
      <w:r w:rsidRPr="00D8299F">
        <w:rPr>
          <w:sz w:val="32"/>
          <w:szCs w:val="32"/>
        </w:rPr>
        <w:t>Seven annual Appointed Times (Leviticus 23)</w:t>
      </w:r>
    </w:p>
    <w:p w:rsidR="00454EA6" w:rsidRPr="00D8299F" w:rsidRDefault="00454EA6" w:rsidP="00454EA6">
      <w:pPr>
        <w:pStyle w:val="MainList"/>
        <w:numPr>
          <w:ilvl w:val="0"/>
          <w:numId w:val="36"/>
        </w:numPr>
        <w:spacing w:before="120" w:after="0"/>
        <w:rPr>
          <w:sz w:val="32"/>
          <w:szCs w:val="32"/>
        </w:rPr>
      </w:pPr>
      <w:r w:rsidRPr="00D8299F">
        <w:rPr>
          <w:sz w:val="32"/>
          <w:szCs w:val="32"/>
        </w:rPr>
        <w:t>Each has historical meaning + future fulfillment</w:t>
      </w:r>
    </w:p>
    <w:p w:rsidR="00454EA6" w:rsidRPr="00D8299F" w:rsidRDefault="00454EA6" w:rsidP="00F20BAB">
      <w:pPr>
        <w:pStyle w:val="MainList"/>
        <w:numPr>
          <w:ilvl w:val="0"/>
          <w:numId w:val="42"/>
        </w:numPr>
        <w:spacing w:before="120" w:after="0"/>
        <w:rPr>
          <w:sz w:val="32"/>
          <w:szCs w:val="32"/>
        </w:rPr>
      </w:pPr>
      <w:r w:rsidRPr="00D8299F">
        <w:rPr>
          <w:sz w:val="32"/>
          <w:szCs w:val="32"/>
        </w:rPr>
        <w:t>Passover (Pesach)</w:t>
      </w:r>
    </w:p>
    <w:p w:rsidR="00454EA6" w:rsidRPr="00D8299F" w:rsidRDefault="00454EA6" w:rsidP="00454EA6">
      <w:pPr>
        <w:pStyle w:val="List2"/>
        <w:numPr>
          <w:ilvl w:val="0"/>
          <w:numId w:val="37"/>
        </w:numPr>
        <w:rPr>
          <w:sz w:val="32"/>
          <w:szCs w:val="40"/>
        </w:rPr>
      </w:pPr>
      <w:r w:rsidRPr="00D8299F">
        <w:rPr>
          <w:sz w:val="32"/>
          <w:szCs w:val="40"/>
        </w:rPr>
        <w:t>sacrifice of lamb prevented death in Egypt</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sacrifice of Yeshua on the cross</w:t>
      </w:r>
    </w:p>
    <w:p w:rsidR="00454EA6" w:rsidRPr="00D8299F" w:rsidRDefault="00454EA6" w:rsidP="00F20BAB">
      <w:pPr>
        <w:pStyle w:val="MainList"/>
        <w:numPr>
          <w:ilvl w:val="0"/>
          <w:numId w:val="42"/>
        </w:numPr>
        <w:spacing w:before="120" w:after="0"/>
        <w:rPr>
          <w:sz w:val="32"/>
          <w:szCs w:val="32"/>
        </w:rPr>
      </w:pPr>
      <w:r w:rsidRPr="00D8299F">
        <w:rPr>
          <w:sz w:val="32"/>
          <w:szCs w:val="32"/>
        </w:rPr>
        <w:t>Unleavened Bread (Matsah)</w:t>
      </w:r>
    </w:p>
    <w:p w:rsidR="00454EA6" w:rsidRPr="00D8299F" w:rsidRDefault="00454EA6" w:rsidP="00454EA6">
      <w:pPr>
        <w:pStyle w:val="List2"/>
        <w:numPr>
          <w:ilvl w:val="0"/>
          <w:numId w:val="37"/>
        </w:numPr>
        <w:rPr>
          <w:sz w:val="32"/>
          <w:szCs w:val="40"/>
        </w:rPr>
      </w:pPr>
      <w:r w:rsidRPr="00D8299F">
        <w:rPr>
          <w:sz w:val="32"/>
          <w:szCs w:val="40"/>
        </w:rPr>
        <w:t>Exodus through Red Sea to a new beginning</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Yeshua buried &amp; resurrected as new beginning</w:t>
      </w:r>
    </w:p>
    <w:p w:rsidR="00454EA6" w:rsidRPr="00D8299F" w:rsidRDefault="00454EA6" w:rsidP="00F20BAB">
      <w:pPr>
        <w:pStyle w:val="MainList"/>
        <w:numPr>
          <w:ilvl w:val="0"/>
          <w:numId w:val="42"/>
        </w:numPr>
        <w:spacing w:before="120" w:after="0"/>
        <w:rPr>
          <w:sz w:val="32"/>
          <w:szCs w:val="32"/>
        </w:rPr>
      </w:pPr>
      <w:proofErr w:type="spellStart"/>
      <w:r w:rsidRPr="00D8299F">
        <w:rPr>
          <w:sz w:val="32"/>
          <w:szCs w:val="32"/>
        </w:rPr>
        <w:t>Firstfruits</w:t>
      </w:r>
      <w:proofErr w:type="spellEnd"/>
      <w:r w:rsidRPr="00D8299F">
        <w:rPr>
          <w:sz w:val="32"/>
          <w:szCs w:val="32"/>
        </w:rPr>
        <w:t xml:space="preserve"> (</w:t>
      </w:r>
      <w:proofErr w:type="spellStart"/>
      <w:r w:rsidRPr="00D8299F">
        <w:rPr>
          <w:sz w:val="32"/>
          <w:szCs w:val="32"/>
        </w:rPr>
        <w:t>Reshith</w:t>
      </w:r>
      <w:proofErr w:type="spellEnd"/>
      <w:r w:rsidRPr="00D8299F">
        <w:rPr>
          <w:sz w:val="32"/>
          <w:szCs w:val="32"/>
        </w:rPr>
        <w:t>)</w:t>
      </w:r>
    </w:p>
    <w:p w:rsidR="00454EA6" w:rsidRPr="00D8299F" w:rsidRDefault="00454EA6" w:rsidP="00454EA6">
      <w:pPr>
        <w:pStyle w:val="List2"/>
        <w:numPr>
          <w:ilvl w:val="0"/>
          <w:numId w:val="37"/>
        </w:numPr>
        <w:rPr>
          <w:sz w:val="32"/>
          <w:szCs w:val="40"/>
        </w:rPr>
      </w:pPr>
      <w:r w:rsidRPr="00D8299F">
        <w:rPr>
          <w:sz w:val="32"/>
          <w:szCs w:val="40"/>
        </w:rPr>
        <w:t xml:space="preserve">first of the barley harvest offered to </w:t>
      </w:r>
      <w:r w:rsidR="007870FC">
        <w:rPr>
          <w:sz w:val="32"/>
          <w:szCs w:val="40"/>
        </w:rPr>
        <w:t>YHWH</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Yeshua is resurrected as </w:t>
      </w:r>
      <w:proofErr w:type="spellStart"/>
      <w:r w:rsidRPr="00D8299F">
        <w:rPr>
          <w:color w:val="365F91" w:themeColor="accent1" w:themeShade="BF"/>
          <w:sz w:val="32"/>
          <w:szCs w:val="40"/>
        </w:rPr>
        <w:t>firstfruit</w:t>
      </w:r>
      <w:proofErr w:type="spellEnd"/>
      <w:r w:rsidRPr="00D8299F">
        <w:rPr>
          <w:color w:val="365F91" w:themeColor="accent1" w:themeShade="BF"/>
          <w:sz w:val="32"/>
          <w:szCs w:val="40"/>
        </w:rPr>
        <w:t xml:space="preserve"> of harvest</w:t>
      </w:r>
    </w:p>
    <w:p w:rsidR="00454EA6" w:rsidRPr="00D8299F" w:rsidRDefault="00454EA6" w:rsidP="00F20BAB">
      <w:pPr>
        <w:pStyle w:val="MainList"/>
        <w:numPr>
          <w:ilvl w:val="0"/>
          <w:numId w:val="42"/>
        </w:numPr>
        <w:spacing w:before="120" w:after="0"/>
        <w:rPr>
          <w:sz w:val="32"/>
          <w:szCs w:val="32"/>
        </w:rPr>
      </w:pPr>
      <w:r w:rsidRPr="00D8299F">
        <w:rPr>
          <w:sz w:val="32"/>
          <w:szCs w:val="32"/>
        </w:rPr>
        <w:t>Pentecost (Shavuot)</w:t>
      </w:r>
    </w:p>
    <w:p w:rsidR="00454EA6" w:rsidRPr="00D8299F" w:rsidRDefault="00454EA6" w:rsidP="00454EA6">
      <w:pPr>
        <w:pStyle w:val="List2"/>
        <w:numPr>
          <w:ilvl w:val="0"/>
          <w:numId w:val="37"/>
        </w:numPr>
        <w:rPr>
          <w:sz w:val="32"/>
          <w:szCs w:val="40"/>
        </w:rPr>
      </w:pPr>
      <w:r w:rsidRPr="00D8299F">
        <w:rPr>
          <w:sz w:val="32"/>
          <w:szCs w:val="40"/>
        </w:rPr>
        <w:lastRenderedPageBreak/>
        <w:t>God’s Word given on stone tablets</w:t>
      </w:r>
      <w:r w:rsidR="00892578" w:rsidRPr="00D8299F">
        <w:rPr>
          <w:sz w:val="32"/>
          <w:szCs w:val="40"/>
        </w:rPr>
        <w:br/>
        <w:t>(and Yeshua became the Word in flesh)</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Holy Spirit writes Word on people’s hearts</w:t>
      </w:r>
    </w:p>
    <w:p w:rsidR="00454EA6" w:rsidRPr="00D8299F" w:rsidRDefault="00454EA6" w:rsidP="00F20BAB">
      <w:pPr>
        <w:pStyle w:val="MainList"/>
        <w:numPr>
          <w:ilvl w:val="0"/>
          <w:numId w:val="42"/>
        </w:numPr>
        <w:spacing w:before="120" w:after="0"/>
        <w:rPr>
          <w:sz w:val="32"/>
          <w:szCs w:val="32"/>
        </w:rPr>
      </w:pPr>
      <w:r w:rsidRPr="00D8299F">
        <w:rPr>
          <w:sz w:val="32"/>
          <w:szCs w:val="32"/>
        </w:rPr>
        <w:t xml:space="preserve">Day of Trumpets (Yom </w:t>
      </w:r>
      <w:proofErr w:type="spellStart"/>
      <w:r w:rsidRPr="00D8299F">
        <w:rPr>
          <w:sz w:val="32"/>
          <w:szCs w:val="32"/>
        </w:rPr>
        <w:t>Teruah</w:t>
      </w:r>
      <w:proofErr w:type="spellEnd"/>
      <w:r w:rsidRPr="00D8299F">
        <w:rPr>
          <w:sz w:val="32"/>
          <w:szCs w:val="32"/>
        </w:rPr>
        <w:t>)</w:t>
      </w:r>
    </w:p>
    <w:p w:rsidR="00454EA6" w:rsidRPr="00D8299F" w:rsidRDefault="00480BAD" w:rsidP="00480BAD">
      <w:pPr>
        <w:pStyle w:val="List2"/>
        <w:numPr>
          <w:ilvl w:val="0"/>
          <w:numId w:val="37"/>
        </w:numPr>
        <w:rPr>
          <w:sz w:val="32"/>
          <w:szCs w:val="40"/>
        </w:rPr>
      </w:pPr>
      <w:r>
        <w:rPr>
          <w:sz w:val="32"/>
          <w:szCs w:val="32"/>
        </w:rPr>
        <w:t>Trumpet blown to anoint Kings and Priests, and to call people for battle or for special gathering</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Yeshua returns to gather his people </w:t>
      </w:r>
    </w:p>
    <w:p w:rsidR="00454EA6" w:rsidRPr="00D8299F" w:rsidRDefault="00454EA6" w:rsidP="00F20BAB">
      <w:pPr>
        <w:pStyle w:val="MainList"/>
        <w:numPr>
          <w:ilvl w:val="0"/>
          <w:numId w:val="42"/>
        </w:numPr>
        <w:spacing w:before="120" w:after="0"/>
        <w:rPr>
          <w:sz w:val="32"/>
          <w:szCs w:val="32"/>
        </w:rPr>
      </w:pPr>
      <w:r w:rsidRPr="00D8299F">
        <w:rPr>
          <w:sz w:val="32"/>
          <w:szCs w:val="32"/>
        </w:rPr>
        <w:t>Day of Atonement (Yom Kippur)</w:t>
      </w:r>
    </w:p>
    <w:p w:rsidR="00454EA6" w:rsidRPr="00D8299F" w:rsidRDefault="00454EA6" w:rsidP="00454EA6">
      <w:pPr>
        <w:pStyle w:val="List2"/>
        <w:numPr>
          <w:ilvl w:val="0"/>
          <w:numId w:val="37"/>
        </w:numPr>
        <w:rPr>
          <w:sz w:val="32"/>
          <w:szCs w:val="40"/>
        </w:rPr>
      </w:pPr>
      <w:r w:rsidRPr="00D8299F">
        <w:rPr>
          <w:sz w:val="32"/>
          <w:szCs w:val="40"/>
        </w:rPr>
        <w:t xml:space="preserve">High Priest stands in </w:t>
      </w:r>
      <w:r w:rsidR="007870FC">
        <w:rPr>
          <w:sz w:val="32"/>
          <w:szCs w:val="40"/>
        </w:rPr>
        <w:t>YHWH</w:t>
      </w:r>
      <w:r w:rsidRPr="00D8299F">
        <w:rPr>
          <w:sz w:val="32"/>
          <w:szCs w:val="40"/>
        </w:rPr>
        <w:t>’s presence</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people stand before </w:t>
      </w:r>
      <w:r w:rsidR="007870FC">
        <w:rPr>
          <w:color w:val="365F91" w:themeColor="accent1" w:themeShade="BF"/>
          <w:sz w:val="32"/>
          <w:szCs w:val="40"/>
        </w:rPr>
        <w:t>YHWH</w:t>
      </w:r>
      <w:r w:rsidR="00892578" w:rsidRPr="00D8299F">
        <w:rPr>
          <w:color w:val="365F91" w:themeColor="accent1" w:themeShade="BF"/>
          <w:sz w:val="32"/>
          <w:szCs w:val="40"/>
        </w:rPr>
        <w:t xml:space="preserve"> at final judg</w:t>
      </w:r>
      <w:r w:rsidRPr="00D8299F">
        <w:rPr>
          <w:color w:val="365F91" w:themeColor="accent1" w:themeShade="BF"/>
          <w:sz w:val="32"/>
          <w:szCs w:val="40"/>
        </w:rPr>
        <w:t>ment</w:t>
      </w:r>
      <w:r w:rsidR="00892578" w:rsidRPr="00D8299F">
        <w:rPr>
          <w:color w:val="365F91" w:themeColor="accent1" w:themeShade="BF"/>
          <w:sz w:val="32"/>
          <w:szCs w:val="40"/>
        </w:rPr>
        <w:br/>
        <w:t>(and because of Yeshua we are forgiven!)</w:t>
      </w:r>
    </w:p>
    <w:p w:rsidR="00454EA6" w:rsidRPr="00D8299F" w:rsidRDefault="00454EA6" w:rsidP="00F20BAB">
      <w:pPr>
        <w:pStyle w:val="MainList"/>
        <w:numPr>
          <w:ilvl w:val="0"/>
          <w:numId w:val="42"/>
        </w:numPr>
        <w:spacing w:before="120" w:after="0"/>
        <w:rPr>
          <w:sz w:val="32"/>
          <w:szCs w:val="32"/>
        </w:rPr>
      </w:pPr>
      <w:r w:rsidRPr="00D8299F">
        <w:rPr>
          <w:sz w:val="32"/>
          <w:szCs w:val="32"/>
        </w:rPr>
        <w:t>Tabernacles (Sukkot)</w:t>
      </w:r>
    </w:p>
    <w:p w:rsidR="00454EA6" w:rsidRPr="00D8299F" w:rsidRDefault="00454EA6" w:rsidP="00454EA6">
      <w:pPr>
        <w:pStyle w:val="List2"/>
        <w:numPr>
          <w:ilvl w:val="0"/>
          <w:numId w:val="37"/>
        </w:numPr>
        <w:rPr>
          <w:sz w:val="32"/>
          <w:szCs w:val="40"/>
        </w:rPr>
      </w:pPr>
      <w:r w:rsidRPr="00D8299F">
        <w:rPr>
          <w:sz w:val="32"/>
          <w:szCs w:val="40"/>
        </w:rPr>
        <w:t xml:space="preserve">Living with </w:t>
      </w:r>
      <w:r w:rsidR="007870FC">
        <w:rPr>
          <w:sz w:val="32"/>
          <w:szCs w:val="40"/>
        </w:rPr>
        <w:t>YHWH</w:t>
      </w:r>
      <w:r w:rsidRPr="00D8299F">
        <w:rPr>
          <w:sz w:val="32"/>
          <w:szCs w:val="40"/>
        </w:rPr>
        <w:t xml:space="preserve"> in the desert</w:t>
      </w:r>
    </w:p>
    <w:p w:rsidR="00454EA6" w:rsidRPr="00D8299F" w:rsidRDefault="00454EA6" w:rsidP="00454EA6">
      <w:pPr>
        <w:pStyle w:val="List2"/>
        <w:numPr>
          <w:ilvl w:val="0"/>
          <w:numId w:val="37"/>
        </w:numPr>
        <w:rPr>
          <w:color w:val="365F91" w:themeColor="accent1" w:themeShade="BF"/>
          <w:sz w:val="32"/>
          <w:szCs w:val="40"/>
        </w:rPr>
      </w:pPr>
      <w:r w:rsidRPr="00D8299F">
        <w:rPr>
          <w:color w:val="365F91" w:themeColor="accent1" w:themeShade="BF"/>
          <w:sz w:val="32"/>
          <w:szCs w:val="40"/>
        </w:rPr>
        <w:sym w:font="Wingdings" w:char="F0E0"/>
      </w:r>
      <w:r w:rsidRPr="00D8299F">
        <w:rPr>
          <w:color w:val="365F91" w:themeColor="accent1" w:themeShade="BF"/>
          <w:sz w:val="32"/>
          <w:szCs w:val="40"/>
        </w:rPr>
        <w:t xml:space="preserve"> Living with Yeshua when he returns</w:t>
      </w:r>
    </w:p>
    <w:p w:rsidR="00454EA6" w:rsidRPr="00D8299F" w:rsidRDefault="00892578" w:rsidP="00892578">
      <w:pPr>
        <w:pStyle w:val="BodyText"/>
        <w:spacing w:before="120"/>
        <w:rPr>
          <w:sz w:val="32"/>
          <w:szCs w:val="32"/>
        </w:rPr>
      </w:pPr>
      <w:r w:rsidRPr="00D8299F">
        <w:rPr>
          <w:sz w:val="32"/>
          <w:szCs w:val="32"/>
        </w:rPr>
        <w:t>From beginning to end, God established these Appointed Times to show us pictures of His plan of Salvation. Pictures of what He would do through his Son, Yeshua.</w:t>
      </w:r>
    </w:p>
    <w:p w:rsidR="00892578" w:rsidRPr="00D8299F" w:rsidRDefault="00892578" w:rsidP="00892578">
      <w:pPr>
        <w:pStyle w:val="BodyText"/>
        <w:rPr>
          <w:sz w:val="32"/>
          <w:szCs w:val="32"/>
        </w:rPr>
      </w:pPr>
      <w:r w:rsidRPr="00D8299F">
        <w:rPr>
          <w:sz w:val="32"/>
          <w:szCs w:val="32"/>
        </w:rPr>
        <w:t>Why wouldn’t we want to celebrate these?</w:t>
      </w:r>
    </w:p>
    <w:p w:rsidR="00892578" w:rsidRPr="00D8299F" w:rsidRDefault="00F403E0" w:rsidP="00892578">
      <w:pPr>
        <w:pStyle w:val="Heading1"/>
        <w:rPr>
          <w:sz w:val="32"/>
          <w:szCs w:val="32"/>
        </w:rPr>
      </w:pPr>
      <w:r w:rsidRPr="00D8299F">
        <w:rPr>
          <w:sz w:val="32"/>
          <w:szCs w:val="32"/>
        </w:rPr>
        <w:t>3</w:t>
      </w:r>
      <w:r w:rsidR="00756456" w:rsidRPr="00D8299F">
        <w:rPr>
          <w:sz w:val="32"/>
          <w:szCs w:val="32"/>
        </w:rPr>
        <w:t xml:space="preserve">. </w:t>
      </w:r>
      <w:r w:rsidR="00892578" w:rsidRPr="00D8299F">
        <w:rPr>
          <w:sz w:val="32"/>
          <w:szCs w:val="32"/>
        </w:rPr>
        <w:t>Talk About What Passover Means</w:t>
      </w:r>
    </w:p>
    <w:p w:rsidR="003669C3" w:rsidRPr="00655790" w:rsidRDefault="00655790" w:rsidP="00655790">
      <w:pPr>
        <w:pStyle w:val="Heading2"/>
        <w:rPr>
          <w:sz w:val="32"/>
          <w:szCs w:val="32"/>
        </w:rPr>
      </w:pPr>
      <w:r w:rsidRPr="00655790">
        <w:rPr>
          <w:sz w:val="32"/>
          <w:szCs w:val="32"/>
        </w:rPr>
        <w:t xml:space="preserve">A)  </w:t>
      </w:r>
      <w:r w:rsidR="003669C3" w:rsidRPr="00655790">
        <w:rPr>
          <w:sz w:val="32"/>
          <w:szCs w:val="32"/>
        </w:rPr>
        <w:t>The First Passover</w:t>
      </w:r>
    </w:p>
    <w:p w:rsidR="007F6641" w:rsidRPr="00D8299F" w:rsidRDefault="007F6641" w:rsidP="003669C3">
      <w:pPr>
        <w:pStyle w:val="Bodyindent"/>
        <w:rPr>
          <w:sz w:val="32"/>
          <w:szCs w:val="32"/>
        </w:rPr>
      </w:pPr>
      <w:r w:rsidRPr="00D8299F">
        <w:rPr>
          <w:sz w:val="32"/>
          <w:szCs w:val="32"/>
        </w:rPr>
        <w:t xml:space="preserve">Most of us know that </w:t>
      </w:r>
      <w:r w:rsidR="003669C3" w:rsidRPr="00D8299F">
        <w:rPr>
          <w:sz w:val="32"/>
          <w:szCs w:val="32"/>
        </w:rPr>
        <w:t xml:space="preserve">the original </w:t>
      </w:r>
      <w:r w:rsidRPr="00D8299F">
        <w:rPr>
          <w:sz w:val="32"/>
          <w:szCs w:val="32"/>
        </w:rPr>
        <w:t xml:space="preserve">Passover remembers the last plague of Egypt, when the Father sent the Destroyer to kill the firstborn of the whole land, except for the households of the people of Israel.  The Destroyer was to </w:t>
      </w:r>
      <w:r w:rsidRPr="00D8299F">
        <w:rPr>
          <w:b/>
          <w:sz w:val="32"/>
          <w:szCs w:val="32"/>
          <w:u w:val="single"/>
        </w:rPr>
        <w:t>pass over</w:t>
      </w:r>
      <w:r w:rsidRPr="00D8299F">
        <w:rPr>
          <w:sz w:val="32"/>
          <w:szCs w:val="32"/>
        </w:rPr>
        <w:t xml:space="preserve"> all their </w:t>
      </w:r>
      <w:r w:rsidRPr="00D8299F">
        <w:rPr>
          <w:sz w:val="32"/>
          <w:szCs w:val="32"/>
        </w:rPr>
        <w:lastRenderedPageBreak/>
        <w:t xml:space="preserve">households, IF AND ONLY IF they sprinkled the blood of the sacrificed lamb on their doorposts.  </w:t>
      </w:r>
    </w:p>
    <w:p w:rsidR="00065ADB" w:rsidRPr="00D8299F" w:rsidRDefault="00065ADB" w:rsidP="00065ADB">
      <w:pPr>
        <w:pStyle w:val="Scripture"/>
        <w:rPr>
          <w:sz w:val="32"/>
          <w:szCs w:val="40"/>
        </w:rPr>
      </w:pPr>
      <w:r w:rsidRPr="00D8299F">
        <w:rPr>
          <w:rStyle w:val="ScriptureChar"/>
          <w:b/>
          <w:bCs/>
          <w:i/>
          <w:iCs/>
          <w:sz w:val="32"/>
          <w:szCs w:val="40"/>
        </w:rPr>
        <w:t>Exodus 12:1–14</w:t>
      </w:r>
      <w:r w:rsidRPr="00D8299F">
        <w:rPr>
          <w:rStyle w:val="ScriptureChar"/>
          <w:sz w:val="32"/>
          <w:szCs w:val="40"/>
        </w:rPr>
        <w:t xml:space="preserve"> </w:t>
      </w:r>
      <w:r w:rsidRPr="00D8299F">
        <w:rPr>
          <w:rStyle w:val="ScriptureChar"/>
          <w:sz w:val="32"/>
          <w:szCs w:val="40"/>
        </w:rPr>
        <w:br/>
      </w:r>
      <w:r w:rsidRPr="00D8299F">
        <w:rPr>
          <w:rStyle w:val="ScriptureChar"/>
          <w:sz w:val="32"/>
          <w:szCs w:val="40"/>
          <w:vertAlign w:val="superscript"/>
        </w:rPr>
        <w:t>1</w:t>
      </w:r>
      <w:r w:rsidRPr="00D8299F">
        <w:rPr>
          <w:sz w:val="32"/>
          <w:szCs w:val="40"/>
        </w:rPr>
        <w:t xml:space="preserve"> </w:t>
      </w:r>
      <w:r w:rsidR="007870FC">
        <w:rPr>
          <w:sz w:val="32"/>
          <w:szCs w:val="40"/>
        </w:rPr>
        <w:t>YHWH</w:t>
      </w:r>
      <w:r w:rsidRPr="00D8299F">
        <w:rPr>
          <w:sz w:val="32"/>
          <w:szCs w:val="40"/>
        </w:rPr>
        <w:t xml:space="preserve"> said to Moses and Aaron in the land of Egypt, </w:t>
      </w:r>
      <w:r w:rsidRPr="00D8299F">
        <w:rPr>
          <w:rStyle w:val="ScriptureChar"/>
          <w:sz w:val="32"/>
          <w:szCs w:val="40"/>
          <w:vertAlign w:val="superscript"/>
        </w:rPr>
        <w:t>2</w:t>
      </w:r>
      <w:r w:rsidRPr="00D8299F">
        <w:rPr>
          <w:rStyle w:val="ScriptureChar"/>
          <w:sz w:val="32"/>
          <w:szCs w:val="40"/>
        </w:rPr>
        <w:t xml:space="preserve"> </w:t>
      </w:r>
      <w:r w:rsidRPr="00D8299F">
        <w:rPr>
          <w:sz w:val="32"/>
          <w:szCs w:val="40"/>
        </w:rPr>
        <w:t xml:space="preserve">“This month shall be for you the beginning of months. It shall be the first month of the year for you. </w:t>
      </w:r>
      <w:r w:rsidRPr="00D8299F">
        <w:rPr>
          <w:rStyle w:val="ScriptureChar"/>
          <w:sz w:val="32"/>
          <w:szCs w:val="40"/>
          <w:vertAlign w:val="superscript"/>
        </w:rPr>
        <w:t>3</w:t>
      </w:r>
      <w:r w:rsidRPr="00D8299F">
        <w:rPr>
          <w:rStyle w:val="ScriptureChar"/>
          <w:sz w:val="32"/>
          <w:szCs w:val="40"/>
        </w:rPr>
        <w:t xml:space="preserve"> </w:t>
      </w:r>
      <w:r w:rsidRPr="00D8299F">
        <w:rPr>
          <w:sz w:val="32"/>
          <w:szCs w:val="40"/>
        </w:rPr>
        <w:t xml:space="preserve">Tell all the congregation of Israel that on the tenth day of this month every man shall take a lamb according to their fathers’ houses, a lamb for a household. </w:t>
      </w:r>
      <w:r w:rsidRPr="00D8299F">
        <w:rPr>
          <w:rStyle w:val="ScriptureChar"/>
          <w:sz w:val="32"/>
          <w:szCs w:val="40"/>
          <w:vertAlign w:val="superscript"/>
        </w:rPr>
        <w:t>4</w:t>
      </w:r>
      <w:r w:rsidRPr="00D8299F">
        <w:rPr>
          <w:rStyle w:val="ScriptureChar"/>
          <w:sz w:val="32"/>
          <w:szCs w:val="40"/>
        </w:rPr>
        <w:t xml:space="preserve"> </w:t>
      </w:r>
      <w:r w:rsidRPr="00D8299F">
        <w:rPr>
          <w:sz w:val="32"/>
          <w:szCs w:val="40"/>
        </w:rPr>
        <w:t xml:space="preserve">And if the household is too small for a lamb, then he and his nearest neighbor shall take according to the number of persons; according to what each can eat you shall make your count for the lamb. </w:t>
      </w:r>
      <w:r w:rsidRPr="00D8299F">
        <w:rPr>
          <w:rStyle w:val="ScriptureChar"/>
          <w:sz w:val="32"/>
          <w:szCs w:val="40"/>
          <w:vertAlign w:val="superscript"/>
        </w:rPr>
        <w:t>5</w:t>
      </w:r>
      <w:r w:rsidRPr="00D8299F">
        <w:rPr>
          <w:rStyle w:val="ScriptureChar"/>
          <w:sz w:val="32"/>
          <w:szCs w:val="40"/>
        </w:rPr>
        <w:t xml:space="preserve"> </w:t>
      </w:r>
      <w:r w:rsidRPr="00D8299F">
        <w:rPr>
          <w:sz w:val="32"/>
          <w:szCs w:val="40"/>
        </w:rPr>
        <w:t xml:space="preserve">Your lamb shall be without blemish, a male a year old. You may take it from the sheep or from the goats, </w:t>
      </w:r>
      <w:r w:rsidRPr="00D8299F">
        <w:rPr>
          <w:rStyle w:val="ScriptureChar"/>
          <w:sz w:val="32"/>
          <w:szCs w:val="40"/>
          <w:vertAlign w:val="superscript"/>
        </w:rPr>
        <w:t>6</w:t>
      </w:r>
      <w:r w:rsidRPr="00D8299F">
        <w:rPr>
          <w:rStyle w:val="ScriptureChar"/>
          <w:sz w:val="32"/>
          <w:szCs w:val="40"/>
        </w:rPr>
        <w:t xml:space="preserve"> </w:t>
      </w:r>
      <w:r w:rsidRPr="00D8299F">
        <w:rPr>
          <w:sz w:val="32"/>
          <w:szCs w:val="40"/>
        </w:rPr>
        <w:t xml:space="preserve">and you shall keep it until the fourteenth day of this month, when the whole assembly of the congregation of Israel shall kill their lambs at twilight. </w:t>
      </w:r>
      <w:r w:rsidRPr="00D8299F">
        <w:rPr>
          <w:rStyle w:val="ScriptureChar"/>
          <w:sz w:val="32"/>
          <w:szCs w:val="40"/>
          <w:vertAlign w:val="superscript"/>
        </w:rPr>
        <w:t>7</w:t>
      </w:r>
      <w:r w:rsidRPr="00D8299F">
        <w:rPr>
          <w:rStyle w:val="ScriptureChar"/>
          <w:sz w:val="32"/>
          <w:szCs w:val="40"/>
        </w:rPr>
        <w:t xml:space="preserve"> </w:t>
      </w:r>
      <w:r w:rsidRPr="00D8299F">
        <w:rPr>
          <w:sz w:val="32"/>
          <w:szCs w:val="40"/>
        </w:rPr>
        <w:t xml:space="preserve">“Then they shall take some of the blood and put it on the two doorposts and the lintel of the houses in which they eat it. </w:t>
      </w:r>
      <w:r w:rsidRPr="00D8299F">
        <w:rPr>
          <w:rStyle w:val="ScriptureChar"/>
          <w:sz w:val="32"/>
          <w:szCs w:val="40"/>
          <w:vertAlign w:val="superscript"/>
        </w:rPr>
        <w:t>8</w:t>
      </w:r>
      <w:r w:rsidRPr="00D8299F">
        <w:rPr>
          <w:rStyle w:val="ScriptureChar"/>
          <w:sz w:val="32"/>
          <w:szCs w:val="40"/>
        </w:rPr>
        <w:t xml:space="preserve"> </w:t>
      </w:r>
      <w:r w:rsidRPr="00D8299F">
        <w:rPr>
          <w:sz w:val="32"/>
          <w:szCs w:val="40"/>
        </w:rPr>
        <w:t xml:space="preserve">They shall eat the flesh that night, roasted on the fire; with unleavened bread and bitter herbs they shall eat it. </w:t>
      </w:r>
      <w:r w:rsidRPr="00D8299F">
        <w:rPr>
          <w:rStyle w:val="ScriptureChar"/>
          <w:sz w:val="32"/>
          <w:szCs w:val="40"/>
          <w:vertAlign w:val="superscript"/>
        </w:rPr>
        <w:t>9</w:t>
      </w:r>
      <w:r w:rsidRPr="00D8299F">
        <w:rPr>
          <w:rStyle w:val="ScriptureChar"/>
          <w:sz w:val="32"/>
          <w:szCs w:val="40"/>
        </w:rPr>
        <w:t xml:space="preserve"> </w:t>
      </w:r>
      <w:r w:rsidRPr="00D8299F">
        <w:rPr>
          <w:sz w:val="32"/>
          <w:szCs w:val="40"/>
        </w:rPr>
        <w:t xml:space="preserve">Do not eat any of it raw or boiled in water, but roasted, its head with its legs and its inner parts. </w:t>
      </w:r>
      <w:r w:rsidRPr="00D8299F">
        <w:rPr>
          <w:rStyle w:val="ScriptureChar"/>
          <w:sz w:val="32"/>
          <w:szCs w:val="40"/>
          <w:vertAlign w:val="superscript"/>
        </w:rPr>
        <w:t>10</w:t>
      </w:r>
      <w:r w:rsidRPr="00D8299F">
        <w:rPr>
          <w:rStyle w:val="ScriptureChar"/>
          <w:sz w:val="32"/>
          <w:szCs w:val="40"/>
        </w:rPr>
        <w:t xml:space="preserve"> </w:t>
      </w:r>
      <w:r w:rsidRPr="00D8299F">
        <w:rPr>
          <w:sz w:val="32"/>
          <w:szCs w:val="40"/>
        </w:rPr>
        <w:t xml:space="preserve">And you shall let none of it remain until the morning; anything that remains until the morning you shall burn. </w:t>
      </w:r>
      <w:r w:rsidRPr="00D8299F">
        <w:rPr>
          <w:rStyle w:val="ScriptureChar"/>
          <w:sz w:val="32"/>
          <w:szCs w:val="40"/>
          <w:vertAlign w:val="superscript"/>
        </w:rPr>
        <w:t>11</w:t>
      </w:r>
      <w:r w:rsidRPr="00D8299F">
        <w:rPr>
          <w:rStyle w:val="ScriptureChar"/>
          <w:sz w:val="32"/>
          <w:szCs w:val="40"/>
        </w:rPr>
        <w:t xml:space="preserve"> </w:t>
      </w:r>
      <w:r w:rsidRPr="00D8299F">
        <w:rPr>
          <w:sz w:val="32"/>
          <w:szCs w:val="40"/>
        </w:rPr>
        <w:t xml:space="preserve">In this manner you shall eat it: with your belt fastened, your sandals on your feet, </w:t>
      </w:r>
      <w:r w:rsidRPr="00D8299F">
        <w:rPr>
          <w:sz w:val="32"/>
          <w:szCs w:val="40"/>
        </w:rPr>
        <w:lastRenderedPageBreak/>
        <w:t xml:space="preserve">and your staff in your hand. And you shall eat it in haste. It is </w:t>
      </w:r>
      <w:r w:rsidR="007870FC">
        <w:rPr>
          <w:sz w:val="32"/>
          <w:szCs w:val="40"/>
        </w:rPr>
        <w:t>YHWH</w:t>
      </w:r>
      <w:r w:rsidRPr="00D8299F">
        <w:rPr>
          <w:sz w:val="32"/>
          <w:szCs w:val="40"/>
        </w:rPr>
        <w:t xml:space="preserve">’s Passover. </w:t>
      </w:r>
      <w:r w:rsidRPr="00D8299F">
        <w:rPr>
          <w:rStyle w:val="ScriptureChar"/>
          <w:sz w:val="32"/>
          <w:szCs w:val="40"/>
          <w:vertAlign w:val="superscript"/>
        </w:rPr>
        <w:t>12</w:t>
      </w:r>
      <w:r w:rsidRPr="00D8299F">
        <w:rPr>
          <w:rStyle w:val="ScriptureChar"/>
          <w:sz w:val="32"/>
          <w:szCs w:val="40"/>
        </w:rPr>
        <w:t xml:space="preserve"> </w:t>
      </w:r>
      <w:r w:rsidRPr="00D8299F">
        <w:rPr>
          <w:sz w:val="32"/>
          <w:szCs w:val="40"/>
        </w:rPr>
        <w:t xml:space="preserve">For I will pass through the land of Egypt that night, and I will strike all the firstborn in the land of Egypt, both man and beast; and on all the gods of Egypt I will execute judgments: I am </w:t>
      </w:r>
      <w:r w:rsidR="007870FC">
        <w:rPr>
          <w:sz w:val="32"/>
          <w:szCs w:val="40"/>
        </w:rPr>
        <w:t>YHWH</w:t>
      </w:r>
      <w:r w:rsidRPr="00D8299F">
        <w:rPr>
          <w:sz w:val="32"/>
          <w:szCs w:val="40"/>
        </w:rPr>
        <w:t xml:space="preserve">. </w:t>
      </w:r>
      <w:r w:rsidRPr="00D8299F">
        <w:rPr>
          <w:rStyle w:val="ScriptureChar"/>
          <w:sz w:val="32"/>
          <w:szCs w:val="40"/>
          <w:vertAlign w:val="superscript"/>
        </w:rPr>
        <w:t>13</w:t>
      </w:r>
      <w:r w:rsidRPr="00D8299F">
        <w:rPr>
          <w:rStyle w:val="ScriptureChar"/>
          <w:sz w:val="32"/>
          <w:szCs w:val="40"/>
        </w:rPr>
        <w:t xml:space="preserve"> </w:t>
      </w:r>
      <w:r w:rsidRPr="00D8299F">
        <w:rPr>
          <w:sz w:val="32"/>
          <w:szCs w:val="40"/>
        </w:rPr>
        <w:t xml:space="preserve">The blood shall be a sign for you, on the houses where you are. And when I see the blood, I will pass over you, and no plague will befall you to destroy you, when I strike the land of Egypt. </w:t>
      </w:r>
      <w:r w:rsidRPr="00D8299F">
        <w:rPr>
          <w:rStyle w:val="ScriptureChar"/>
          <w:sz w:val="32"/>
          <w:szCs w:val="40"/>
          <w:vertAlign w:val="superscript"/>
        </w:rPr>
        <w:t>14</w:t>
      </w:r>
      <w:r w:rsidRPr="00D8299F">
        <w:rPr>
          <w:rStyle w:val="ScriptureChar"/>
          <w:sz w:val="32"/>
          <w:szCs w:val="40"/>
        </w:rPr>
        <w:t xml:space="preserve"> </w:t>
      </w:r>
      <w:r w:rsidRPr="00D8299F">
        <w:rPr>
          <w:sz w:val="32"/>
          <w:szCs w:val="40"/>
        </w:rPr>
        <w:t xml:space="preserve">“This day shall be for you a memorial day, and you shall keep it as a feast to </w:t>
      </w:r>
      <w:r w:rsidR="007870FC">
        <w:rPr>
          <w:sz w:val="32"/>
          <w:szCs w:val="40"/>
        </w:rPr>
        <w:t>YHWH</w:t>
      </w:r>
      <w:r w:rsidRPr="00D8299F">
        <w:rPr>
          <w:sz w:val="32"/>
          <w:szCs w:val="40"/>
        </w:rPr>
        <w:t xml:space="preserve">; throughout your generations, as a statute forever, you shall keep it as a feast. </w:t>
      </w:r>
    </w:p>
    <w:p w:rsidR="00065ADB" w:rsidRPr="00D8299F" w:rsidRDefault="00065ADB" w:rsidP="00065ADB">
      <w:pPr>
        <w:pStyle w:val="Scripture"/>
        <w:rPr>
          <w:sz w:val="32"/>
          <w:szCs w:val="40"/>
        </w:rPr>
      </w:pPr>
      <w:r w:rsidRPr="00D8299F">
        <w:rPr>
          <w:rStyle w:val="ScriptureChar"/>
          <w:b/>
          <w:bCs/>
          <w:i/>
          <w:iCs/>
          <w:sz w:val="32"/>
          <w:szCs w:val="40"/>
        </w:rPr>
        <w:t>Exodus 12:21–32</w:t>
      </w:r>
      <w:r w:rsidRPr="00D8299F">
        <w:rPr>
          <w:rStyle w:val="ScriptureChar"/>
          <w:sz w:val="32"/>
          <w:szCs w:val="40"/>
        </w:rPr>
        <w:t xml:space="preserve"> </w:t>
      </w:r>
      <w:r w:rsidRPr="00D8299F">
        <w:rPr>
          <w:rStyle w:val="ScriptureChar"/>
          <w:sz w:val="32"/>
          <w:szCs w:val="40"/>
        </w:rPr>
        <w:br/>
      </w:r>
      <w:r w:rsidRPr="00D8299F">
        <w:rPr>
          <w:rStyle w:val="ScriptureChar"/>
          <w:sz w:val="32"/>
          <w:szCs w:val="40"/>
          <w:vertAlign w:val="superscript"/>
        </w:rPr>
        <w:t>21</w:t>
      </w:r>
      <w:r w:rsidRPr="00D8299F">
        <w:rPr>
          <w:sz w:val="32"/>
          <w:szCs w:val="40"/>
        </w:rPr>
        <w:t xml:space="preserve"> Then Moses called all the elders of Israel and said to them, “Go and select lambs for yourselves according to your clans, and kill the Passover lamb. </w:t>
      </w:r>
      <w:r w:rsidRPr="00D8299F">
        <w:rPr>
          <w:rStyle w:val="ScriptureChar"/>
          <w:sz w:val="32"/>
          <w:szCs w:val="40"/>
          <w:vertAlign w:val="superscript"/>
        </w:rPr>
        <w:t>22</w:t>
      </w:r>
      <w:r w:rsidRPr="00D8299F">
        <w:rPr>
          <w:rStyle w:val="ScriptureChar"/>
          <w:sz w:val="32"/>
          <w:szCs w:val="40"/>
        </w:rPr>
        <w:t xml:space="preserve"> </w:t>
      </w:r>
      <w:r w:rsidRPr="00D8299F">
        <w:rPr>
          <w:sz w:val="32"/>
          <w:szCs w:val="40"/>
        </w:rPr>
        <w:t xml:space="preserve">Take a bunch of hyssop and dip it in the blood that is in the basin, and touch the lintel and the two doorposts with the blood that is in the basin. None of you shall go out of the door of his house until the morning. </w:t>
      </w:r>
      <w:r w:rsidRPr="00D8299F">
        <w:rPr>
          <w:rStyle w:val="ScriptureChar"/>
          <w:sz w:val="32"/>
          <w:szCs w:val="40"/>
          <w:vertAlign w:val="superscript"/>
        </w:rPr>
        <w:t>23</w:t>
      </w:r>
      <w:r w:rsidRPr="00D8299F">
        <w:rPr>
          <w:rStyle w:val="ScriptureChar"/>
          <w:sz w:val="32"/>
          <w:szCs w:val="40"/>
        </w:rPr>
        <w:t xml:space="preserve"> </w:t>
      </w:r>
      <w:r w:rsidRPr="00D8299F">
        <w:rPr>
          <w:sz w:val="32"/>
          <w:szCs w:val="40"/>
        </w:rPr>
        <w:t xml:space="preserve">For </w:t>
      </w:r>
      <w:r w:rsidR="007870FC">
        <w:rPr>
          <w:sz w:val="32"/>
          <w:szCs w:val="40"/>
        </w:rPr>
        <w:t>YHWH</w:t>
      </w:r>
      <w:r w:rsidRPr="00D8299F">
        <w:rPr>
          <w:sz w:val="32"/>
          <w:szCs w:val="40"/>
        </w:rPr>
        <w:t xml:space="preserve"> will pass through to strike the Egyptians, and when he sees the blood on the lintel and on the two doorposts, </w:t>
      </w:r>
      <w:r w:rsidR="007870FC">
        <w:rPr>
          <w:sz w:val="32"/>
          <w:szCs w:val="40"/>
        </w:rPr>
        <w:t>YHWH</w:t>
      </w:r>
      <w:r w:rsidRPr="00D8299F">
        <w:rPr>
          <w:sz w:val="32"/>
          <w:szCs w:val="40"/>
        </w:rPr>
        <w:t xml:space="preserve"> will pass over the door and will not allow the destroyer to enter your houses to strike you. </w:t>
      </w:r>
      <w:r w:rsidRPr="00D8299F">
        <w:rPr>
          <w:rStyle w:val="ScriptureChar"/>
          <w:sz w:val="32"/>
          <w:szCs w:val="40"/>
          <w:vertAlign w:val="superscript"/>
        </w:rPr>
        <w:t>24</w:t>
      </w:r>
      <w:r w:rsidRPr="00D8299F">
        <w:rPr>
          <w:rStyle w:val="ScriptureChar"/>
          <w:sz w:val="32"/>
          <w:szCs w:val="40"/>
        </w:rPr>
        <w:t xml:space="preserve"> </w:t>
      </w:r>
      <w:r w:rsidRPr="00D8299F">
        <w:rPr>
          <w:sz w:val="32"/>
          <w:szCs w:val="40"/>
        </w:rPr>
        <w:t xml:space="preserve">You shall observe this rite as a statute for you and for your sons forever. </w:t>
      </w:r>
      <w:r w:rsidRPr="00D8299F">
        <w:rPr>
          <w:rStyle w:val="ScriptureChar"/>
          <w:sz w:val="32"/>
          <w:szCs w:val="40"/>
          <w:vertAlign w:val="superscript"/>
        </w:rPr>
        <w:t>25</w:t>
      </w:r>
      <w:r w:rsidRPr="00D8299F">
        <w:rPr>
          <w:rStyle w:val="ScriptureChar"/>
          <w:sz w:val="32"/>
          <w:szCs w:val="40"/>
        </w:rPr>
        <w:t xml:space="preserve"> </w:t>
      </w:r>
      <w:r w:rsidRPr="00D8299F">
        <w:rPr>
          <w:sz w:val="32"/>
          <w:szCs w:val="40"/>
        </w:rPr>
        <w:t xml:space="preserve">And when you come to the land that </w:t>
      </w:r>
      <w:r w:rsidR="007870FC">
        <w:rPr>
          <w:sz w:val="32"/>
          <w:szCs w:val="40"/>
        </w:rPr>
        <w:t>YHWH</w:t>
      </w:r>
      <w:r w:rsidRPr="00D8299F">
        <w:rPr>
          <w:sz w:val="32"/>
          <w:szCs w:val="40"/>
        </w:rPr>
        <w:t xml:space="preserve"> will give you, as he </w:t>
      </w:r>
      <w:r w:rsidRPr="00D8299F">
        <w:rPr>
          <w:sz w:val="32"/>
          <w:szCs w:val="40"/>
        </w:rPr>
        <w:lastRenderedPageBreak/>
        <w:t xml:space="preserve">has promised, you shall keep this service. </w:t>
      </w:r>
      <w:r w:rsidRPr="00D8299F">
        <w:rPr>
          <w:rStyle w:val="ScriptureChar"/>
          <w:sz w:val="32"/>
          <w:szCs w:val="40"/>
          <w:vertAlign w:val="superscript"/>
        </w:rPr>
        <w:t>26</w:t>
      </w:r>
      <w:r w:rsidRPr="00D8299F">
        <w:rPr>
          <w:rStyle w:val="ScriptureChar"/>
          <w:sz w:val="32"/>
          <w:szCs w:val="40"/>
        </w:rPr>
        <w:t xml:space="preserve"> </w:t>
      </w:r>
      <w:r w:rsidRPr="00D8299F">
        <w:rPr>
          <w:sz w:val="32"/>
          <w:szCs w:val="40"/>
        </w:rPr>
        <w:t xml:space="preserve">And when your children say to you, ‘What do you mean by this service?’ </w:t>
      </w:r>
      <w:r w:rsidRPr="00D8299F">
        <w:rPr>
          <w:rStyle w:val="ScriptureChar"/>
          <w:sz w:val="32"/>
          <w:szCs w:val="40"/>
          <w:vertAlign w:val="superscript"/>
        </w:rPr>
        <w:t>27</w:t>
      </w:r>
      <w:r w:rsidRPr="00D8299F">
        <w:rPr>
          <w:rStyle w:val="ScriptureChar"/>
          <w:sz w:val="32"/>
          <w:szCs w:val="40"/>
        </w:rPr>
        <w:t xml:space="preserve"> </w:t>
      </w:r>
      <w:r w:rsidRPr="00D8299F">
        <w:rPr>
          <w:sz w:val="32"/>
          <w:szCs w:val="40"/>
        </w:rPr>
        <w:t xml:space="preserve">you shall say, ‘It is the sacrifice of </w:t>
      </w:r>
      <w:r w:rsidR="007870FC">
        <w:rPr>
          <w:sz w:val="32"/>
          <w:szCs w:val="40"/>
        </w:rPr>
        <w:t>YHWH</w:t>
      </w:r>
      <w:r w:rsidRPr="00D8299F">
        <w:rPr>
          <w:sz w:val="32"/>
          <w:szCs w:val="40"/>
        </w:rPr>
        <w:t xml:space="preserve">’s Passover, for he passed over the houses of the people of Israel in Egypt, when he struck the Egyptians but spared our houses.’ ” And the people bowed their heads and worshiped. </w:t>
      </w:r>
      <w:r w:rsidRPr="00D8299F">
        <w:rPr>
          <w:rStyle w:val="ScriptureChar"/>
          <w:sz w:val="32"/>
          <w:szCs w:val="40"/>
          <w:vertAlign w:val="superscript"/>
        </w:rPr>
        <w:t>28</w:t>
      </w:r>
      <w:r w:rsidRPr="00D8299F">
        <w:rPr>
          <w:rStyle w:val="ScriptureChar"/>
          <w:sz w:val="32"/>
          <w:szCs w:val="40"/>
        </w:rPr>
        <w:t xml:space="preserve"> </w:t>
      </w:r>
      <w:r w:rsidRPr="00D8299F">
        <w:rPr>
          <w:sz w:val="32"/>
          <w:szCs w:val="40"/>
        </w:rPr>
        <w:t xml:space="preserve">Then the people of Israel went and did so; as </w:t>
      </w:r>
      <w:r w:rsidR="007870FC">
        <w:rPr>
          <w:sz w:val="32"/>
          <w:szCs w:val="40"/>
        </w:rPr>
        <w:t>YHWH</w:t>
      </w:r>
      <w:r w:rsidRPr="00D8299F">
        <w:rPr>
          <w:sz w:val="32"/>
          <w:szCs w:val="40"/>
        </w:rPr>
        <w:t xml:space="preserve"> had commanded Moses and Aaron, so they did. </w:t>
      </w:r>
      <w:r w:rsidRPr="00D8299F">
        <w:rPr>
          <w:rStyle w:val="ScriptureChar"/>
          <w:sz w:val="32"/>
          <w:szCs w:val="40"/>
          <w:vertAlign w:val="superscript"/>
        </w:rPr>
        <w:t>29</w:t>
      </w:r>
      <w:r w:rsidRPr="00D8299F">
        <w:rPr>
          <w:rStyle w:val="ScriptureChar"/>
          <w:sz w:val="32"/>
          <w:szCs w:val="40"/>
        </w:rPr>
        <w:t xml:space="preserve"> </w:t>
      </w:r>
      <w:r w:rsidRPr="00D8299F">
        <w:rPr>
          <w:sz w:val="32"/>
          <w:szCs w:val="40"/>
        </w:rPr>
        <w:t xml:space="preserve">At midnight </w:t>
      </w:r>
      <w:r w:rsidR="007870FC">
        <w:rPr>
          <w:sz w:val="32"/>
          <w:szCs w:val="40"/>
        </w:rPr>
        <w:t>YHWH</w:t>
      </w:r>
      <w:r w:rsidRPr="00D8299F">
        <w:rPr>
          <w:sz w:val="32"/>
          <w:szCs w:val="40"/>
        </w:rPr>
        <w:t xml:space="preserve"> struck down all the firstborn in the land of Egypt, from the firstborn of Pharaoh who sat on his throne to the firstborn of the captive who was in the dungeon, and all the firstborn of the livestock. </w:t>
      </w:r>
      <w:r w:rsidRPr="00D8299F">
        <w:rPr>
          <w:rStyle w:val="ScriptureChar"/>
          <w:sz w:val="32"/>
          <w:szCs w:val="40"/>
          <w:vertAlign w:val="superscript"/>
        </w:rPr>
        <w:t>30</w:t>
      </w:r>
      <w:r w:rsidRPr="00D8299F">
        <w:rPr>
          <w:rStyle w:val="ScriptureChar"/>
          <w:sz w:val="32"/>
          <w:szCs w:val="40"/>
        </w:rPr>
        <w:t xml:space="preserve"> </w:t>
      </w:r>
      <w:r w:rsidRPr="00D8299F">
        <w:rPr>
          <w:sz w:val="32"/>
          <w:szCs w:val="40"/>
        </w:rPr>
        <w:t xml:space="preserve">And Pharaoh rose up in the night, he and all his servants and all the Egyptians. And there was a great cry in Egypt, for there was not a house where someone was not dead. </w:t>
      </w:r>
      <w:r w:rsidRPr="00D8299F">
        <w:rPr>
          <w:rStyle w:val="ScriptureChar"/>
          <w:sz w:val="32"/>
          <w:szCs w:val="40"/>
          <w:vertAlign w:val="superscript"/>
        </w:rPr>
        <w:t>31</w:t>
      </w:r>
      <w:r w:rsidRPr="00D8299F">
        <w:rPr>
          <w:rStyle w:val="ScriptureChar"/>
          <w:sz w:val="32"/>
          <w:szCs w:val="40"/>
        </w:rPr>
        <w:t xml:space="preserve"> </w:t>
      </w:r>
      <w:r w:rsidRPr="00D8299F">
        <w:rPr>
          <w:sz w:val="32"/>
          <w:szCs w:val="40"/>
        </w:rPr>
        <w:t xml:space="preserve">Then he summoned Moses and Aaron by night and said, “Up, go out from among my people, both you and the people of Israel; and go, serve </w:t>
      </w:r>
      <w:r w:rsidR="007870FC">
        <w:rPr>
          <w:sz w:val="32"/>
          <w:szCs w:val="40"/>
        </w:rPr>
        <w:t>YHWH</w:t>
      </w:r>
      <w:r w:rsidRPr="00D8299F">
        <w:rPr>
          <w:sz w:val="32"/>
          <w:szCs w:val="40"/>
        </w:rPr>
        <w:t xml:space="preserve">, as you have said. </w:t>
      </w:r>
      <w:r w:rsidRPr="00D8299F">
        <w:rPr>
          <w:rStyle w:val="ScriptureChar"/>
          <w:sz w:val="32"/>
          <w:szCs w:val="40"/>
          <w:vertAlign w:val="superscript"/>
        </w:rPr>
        <w:t>32</w:t>
      </w:r>
      <w:r w:rsidRPr="00D8299F">
        <w:rPr>
          <w:rStyle w:val="ScriptureChar"/>
          <w:sz w:val="32"/>
          <w:szCs w:val="40"/>
        </w:rPr>
        <w:t xml:space="preserve"> </w:t>
      </w:r>
      <w:r w:rsidRPr="00D8299F">
        <w:rPr>
          <w:sz w:val="32"/>
          <w:szCs w:val="40"/>
        </w:rPr>
        <w:t xml:space="preserve">Take your flocks and your herds, as you have said, and be gone, and bless me also!” </w:t>
      </w:r>
    </w:p>
    <w:p w:rsidR="00065ADB" w:rsidRPr="00655790" w:rsidRDefault="00655790" w:rsidP="00655790">
      <w:pPr>
        <w:pStyle w:val="Heading2"/>
        <w:rPr>
          <w:sz w:val="32"/>
          <w:szCs w:val="32"/>
        </w:rPr>
      </w:pPr>
      <w:r w:rsidRPr="00655790">
        <w:rPr>
          <w:sz w:val="32"/>
          <w:szCs w:val="32"/>
        </w:rPr>
        <w:t xml:space="preserve">B)  </w:t>
      </w:r>
      <w:r w:rsidR="00065ADB" w:rsidRPr="00655790">
        <w:rPr>
          <w:sz w:val="32"/>
          <w:szCs w:val="32"/>
        </w:rPr>
        <w:t xml:space="preserve">The Annual </w:t>
      </w:r>
      <w:r w:rsidRPr="00655790">
        <w:rPr>
          <w:sz w:val="32"/>
          <w:szCs w:val="32"/>
        </w:rPr>
        <w:t>Celebration</w:t>
      </w:r>
    </w:p>
    <w:p w:rsidR="00065ADB" w:rsidRPr="00D8299F" w:rsidRDefault="00065ADB" w:rsidP="00065ADB">
      <w:pPr>
        <w:pStyle w:val="Bodyindent"/>
        <w:rPr>
          <w:sz w:val="32"/>
          <w:szCs w:val="32"/>
        </w:rPr>
      </w:pPr>
      <w:r w:rsidRPr="00D8299F">
        <w:rPr>
          <w:sz w:val="32"/>
          <w:szCs w:val="32"/>
        </w:rPr>
        <w:t>God told his people to celebrate Passover ever year:</w:t>
      </w:r>
    </w:p>
    <w:p w:rsidR="00065ADB" w:rsidRPr="00D8299F" w:rsidRDefault="00065ADB" w:rsidP="00065ADB">
      <w:pPr>
        <w:pStyle w:val="Scripture"/>
        <w:rPr>
          <w:rStyle w:val="ScriptureChar"/>
          <w:sz w:val="32"/>
          <w:szCs w:val="40"/>
        </w:rPr>
      </w:pPr>
      <w:r w:rsidRPr="00D8299F">
        <w:rPr>
          <w:rStyle w:val="ScriptureChar"/>
          <w:b/>
          <w:bCs/>
          <w:i/>
          <w:iCs/>
          <w:sz w:val="32"/>
          <w:szCs w:val="40"/>
        </w:rPr>
        <w:t>Exodus 12:14</w:t>
      </w:r>
      <w:r w:rsidRPr="00D8299F">
        <w:rPr>
          <w:rStyle w:val="ScriptureChar"/>
          <w:sz w:val="32"/>
          <w:szCs w:val="40"/>
        </w:rPr>
        <w:t xml:space="preserve"> </w:t>
      </w:r>
      <w:r w:rsidRPr="00D8299F">
        <w:rPr>
          <w:rStyle w:val="ScriptureChar"/>
          <w:sz w:val="32"/>
          <w:szCs w:val="40"/>
        </w:rPr>
        <w:br/>
        <w:t xml:space="preserve">This day shall be for you a memorial day, and you shall keep it as a feast to </w:t>
      </w:r>
      <w:r w:rsidR="007870FC">
        <w:rPr>
          <w:rStyle w:val="ScriptureChar"/>
          <w:sz w:val="32"/>
          <w:szCs w:val="40"/>
        </w:rPr>
        <w:t>YHWH</w:t>
      </w:r>
      <w:r w:rsidRPr="00D8299F">
        <w:rPr>
          <w:rStyle w:val="ScriptureChar"/>
          <w:sz w:val="32"/>
          <w:szCs w:val="40"/>
        </w:rPr>
        <w:t xml:space="preserve">; throughout your generations, as a statute forever, you shall keep it as a feast. </w:t>
      </w:r>
    </w:p>
    <w:p w:rsidR="00065ADB" w:rsidRPr="00D8299F" w:rsidRDefault="00065ADB" w:rsidP="00065ADB">
      <w:pPr>
        <w:pStyle w:val="Scripture"/>
        <w:rPr>
          <w:b/>
          <w:bCs/>
          <w:i/>
          <w:iCs/>
          <w:sz w:val="32"/>
          <w:szCs w:val="40"/>
        </w:rPr>
      </w:pPr>
      <w:r w:rsidRPr="00D8299F">
        <w:rPr>
          <w:rStyle w:val="ScriptureChar"/>
          <w:b/>
          <w:bCs/>
          <w:i/>
          <w:iCs/>
          <w:sz w:val="32"/>
          <w:szCs w:val="40"/>
        </w:rPr>
        <w:lastRenderedPageBreak/>
        <w:t xml:space="preserve">Leviticus 23:4–5 </w:t>
      </w:r>
      <w:r w:rsidRPr="00D8299F">
        <w:rPr>
          <w:rStyle w:val="ScriptureChar"/>
          <w:b/>
          <w:bCs/>
          <w:i/>
          <w:iCs/>
          <w:sz w:val="32"/>
          <w:szCs w:val="40"/>
        </w:rPr>
        <w:br/>
      </w:r>
      <w:r w:rsidRPr="00D8299F">
        <w:rPr>
          <w:rStyle w:val="ScriptureChar"/>
          <w:sz w:val="32"/>
          <w:szCs w:val="40"/>
        </w:rPr>
        <w:t xml:space="preserve">These are the appointed feasts of </w:t>
      </w:r>
      <w:r w:rsidR="007870FC">
        <w:rPr>
          <w:rStyle w:val="ScriptureChar"/>
          <w:sz w:val="32"/>
          <w:szCs w:val="40"/>
        </w:rPr>
        <w:t>YHWH</w:t>
      </w:r>
      <w:r w:rsidRPr="00D8299F">
        <w:rPr>
          <w:rStyle w:val="ScriptureChar"/>
          <w:sz w:val="32"/>
          <w:szCs w:val="40"/>
        </w:rPr>
        <w:t xml:space="preserve">, the holy convocations, which you shall proclaim at the time appointed for them. In the first month, on the fourteenth day of the month at twilight, is </w:t>
      </w:r>
      <w:r w:rsidR="007870FC">
        <w:rPr>
          <w:rStyle w:val="ScriptureChar"/>
          <w:sz w:val="32"/>
          <w:szCs w:val="40"/>
        </w:rPr>
        <w:t>YHWH</w:t>
      </w:r>
      <w:r w:rsidRPr="00D8299F">
        <w:rPr>
          <w:rStyle w:val="ScriptureChar"/>
          <w:sz w:val="32"/>
          <w:szCs w:val="40"/>
        </w:rPr>
        <w:t>’s Passover.</w:t>
      </w:r>
    </w:p>
    <w:p w:rsidR="00065ADB" w:rsidRPr="00655790" w:rsidRDefault="00655790" w:rsidP="00655790">
      <w:pPr>
        <w:pStyle w:val="Heading2"/>
        <w:rPr>
          <w:sz w:val="32"/>
          <w:szCs w:val="32"/>
        </w:rPr>
      </w:pPr>
      <w:r w:rsidRPr="00655790">
        <w:rPr>
          <w:sz w:val="32"/>
          <w:szCs w:val="32"/>
        </w:rPr>
        <w:t xml:space="preserve">C)  </w:t>
      </w:r>
      <w:r w:rsidR="00065ADB" w:rsidRPr="00655790">
        <w:rPr>
          <w:sz w:val="32"/>
          <w:szCs w:val="32"/>
        </w:rPr>
        <w:t>Yeshua’s “Last Supper”</w:t>
      </w:r>
    </w:p>
    <w:p w:rsidR="00065ADB" w:rsidRPr="00D8299F" w:rsidRDefault="00065ADB" w:rsidP="00065ADB">
      <w:pPr>
        <w:pStyle w:val="Bodyindent"/>
        <w:rPr>
          <w:sz w:val="32"/>
          <w:szCs w:val="32"/>
        </w:rPr>
      </w:pPr>
      <w:r w:rsidRPr="00D8299F">
        <w:rPr>
          <w:sz w:val="32"/>
          <w:szCs w:val="32"/>
        </w:rPr>
        <w:t>About 1480 years after the original Passover in Egypt, Yeshua and his disciples were celebrating it, like they did every year.  But this was a special year… the year that the future fulfillment would take place. Through the blood of the Passover Lamb, we are saved from the punishment of death.</w:t>
      </w:r>
    </w:p>
    <w:p w:rsidR="00065ADB" w:rsidRPr="00D8299F" w:rsidRDefault="00065ADB" w:rsidP="00065ADB">
      <w:pPr>
        <w:pStyle w:val="Scripture"/>
        <w:rPr>
          <w:sz w:val="32"/>
          <w:szCs w:val="40"/>
        </w:rPr>
      </w:pPr>
      <w:r w:rsidRPr="00D8299F">
        <w:rPr>
          <w:rStyle w:val="ScriptureChar"/>
          <w:b/>
          <w:bCs/>
          <w:i/>
          <w:iCs/>
          <w:sz w:val="32"/>
          <w:szCs w:val="40"/>
        </w:rPr>
        <w:t>Matthew 26:18–28</w:t>
      </w:r>
      <w:r w:rsidRPr="00D8299F">
        <w:rPr>
          <w:rStyle w:val="ScriptureChar"/>
          <w:sz w:val="32"/>
          <w:szCs w:val="40"/>
        </w:rPr>
        <w:t xml:space="preserve"> </w:t>
      </w:r>
      <w:r w:rsidRPr="00D8299F">
        <w:rPr>
          <w:rStyle w:val="ScriptureChar"/>
          <w:sz w:val="32"/>
          <w:szCs w:val="40"/>
        </w:rPr>
        <w:br/>
      </w:r>
      <w:r w:rsidRPr="00D8299F">
        <w:rPr>
          <w:rStyle w:val="ScriptureChar"/>
          <w:sz w:val="32"/>
          <w:szCs w:val="40"/>
          <w:vertAlign w:val="superscript"/>
        </w:rPr>
        <w:t>18</w:t>
      </w:r>
      <w:r w:rsidRPr="00D8299F">
        <w:rPr>
          <w:sz w:val="32"/>
          <w:szCs w:val="40"/>
        </w:rPr>
        <w:t xml:space="preserve"> He said, </w:t>
      </w:r>
      <w:r w:rsidRPr="00D8299F">
        <w:rPr>
          <w:color w:val="FF0000"/>
          <w:sz w:val="32"/>
          <w:szCs w:val="40"/>
        </w:rPr>
        <w:t>“Go into the city to a certain man and say to him, ‘The Teacher says, My time is at hand. I will keep the Passover at your house with my disciples.’ ”</w:t>
      </w:r>
      <w:r w:rsidRPr="00D8299F">
        <w:rPr>
          <w:sz w:val="32"/>
          <w:szCs w:val="40"/>
        </w:rPr>
        <w:t xml:space="preserve"> </w:t>
      </w:r>
      <w:r w:rsidRPr="00D8299F">
        <w:rPr>
          <w:rStyle w:val="ScriptureChar"/>
          <w:sz w:val="32"/>
          <w:szCs w:val="40"/>
          <w:vertAlign w:val="superscript"/>
        </w:rPr>
        <w:t>19</w:t>
      </w:r>
      <w:r w:rsidRPr="00D8299F">
        <w:rPr>
          <w:rStyle w:val="ScriptureChar"/>
          <w:sz w:val="32"/>
          <w:szCs w:val="40"/>
        </w:rPr>
        <w:t xml:space="preserve"> </w:t>
      </w:r>
      <w:r w:rsidRPr="00D8299F">
        <w:rPr>
          <w:sz w:val="32"/>
          <w:szCs w:val="40"/>
        </w:rPr>
        <w:t xml:space="preserve">And the disciples did as </w:t>
      </w:r>
      <w:r w:rsidR="00433212">
        <w:rPr>
          <w:sz w:val="32"/>
          <w:szCs w:val="40"/>
        </w:rPr>
        <w:t>Yeshua</w:t>
      </w:r>
      <w:r w:rsidRPr="00D8299F">
        <w:rPr>
          <w:sz w:val="32"/>
          <w:szCs w:val="40"/>
        </w:rPr>
        <w:t xml:space="preserve"> had directed them, and they prepared the Passover. </w:t>
      </w:r>
      <w:r w:rsidRPr="00D8299F">
        <w:rPr>
          <w:rStyle w:val="ScriptureChar"/>
          <w:sz w:val="32"/>
          <w:szCs w:val="40"/>
          <w:vertAlign w:val="superscript"/>
        </w:rPr>
        <w:t>20</w:t>
      </w:r>
      <w:r w:rsidRPr="00D8299F">
        <w:rPr>
          <w:rStyle w:val="ScriptureChar"/>
          <w:sz w:val="32"/>
          <w:szCs w:val="40"/>
        </w:rPr>
        <w:t xml:space="preserve"> </w:t>
      </w:r>
      <w:r w:rsidRPr="00D8299F">
        <w:rPr>
          <w:sz w:val="32"/>
          <w:szCs w:val="40"/>
        </w:rPr>
        <w:t xml:space="preserve">When it was evening, he reclined at table with the twelve. </w:t>
      </w:r>
      <w:r w:rsidRPr="00D8299F">
        <w:rPr>
          <w:rStyle w:val="ScriptureChar"/>
          <w:sz w:val="32"/>
          <w:szCs w:val="40"/>
          <w:vertAlign w:val="superscript"/>
        </w:rPr>
        <w:t>21</w:t>
      </w:r>
      <w:r w:rsidRPr="00D8299F">
        <w:rPr>
          <w:rStyle w:val="ScriptureChar"/>
          <w:sz w:val="32"/>
          <w:szCs w:val="40"/>
        </w:rPr>
        <w:t xml:space="preserve"> </w:t>
      </w:r>
      <w:r w:rsidRPr="00D8299F">
        <w:rPr>
          <w:sz w:val="32"/>
          <w:szCs w:val="40"/>
        </w:rPr>
        <w:t xml:space="preserve">And as they were eating, he said, </w:t>
      </w:r>
      <w:r w:rsidRPr="00D8299F">
        <w:rPr>
          <w:color w:val="FF0000"/>
          <w:sz w:val="32"/>
          <w:szCs w:val="40"/>
        </w:rPr>
        <w:t>“Truly, I say to you, one of you will betray me.”</w:t>
      </w:r>
      <w:r w:rsidRPr="00D8299F">
        <w:rPr>
          <w:sz w:val="32"/>
          <w:szCs w:val="40"/>
        </w:rPr>
        <w:t xml:space="preserve"> </w:t>
      </w:r>
      <w:r w:rsidRPr="00D8299F">
        <w:rPr>
          <w:rStyle w:val="ScriptureChar"/>
          <w:sz w:val="32"/>
          <w:szCs w:val="40"/>
          <w:vertAlign w:val="superscript"/>
        </w:rPr>
        <w:t>22</w:t>
      </w:r>
      <w:r w:rsidRPr="00D8299F">
        <w:rPr>
          <w:rStyle w:val="ScriptureChar"/>
          <w:sz w:val="32"/>
          <w:szCs w:val="40"/>
        </w:rPr>
        <w:t xml:space="preserve"> </w:t>
      </w:r>
      <w:r w:rsidRPr="00D8299F">
        <w:rPr>
          <w:sz w:val="32"/>
          <w:szCs w:val="40"/>
        </w:rPr>
        <w:t xml:space="preserve">And they were very sorrowful and began to say to him one after another, “Is it I, Lord?” </w:t>
      </w:r>
      <w:r w:rsidRPr="00D8299F">
        <w:rPr>
          <w:rStyle w:val="ScriptureChar"/>
          <w:sz w:val="32"/>
          <w:szCs w:val="40"/>
          <w:vertAlign w:val="superscript"/>
        </w:rPr>
        <w:t>23</w:t>
      </w:r>
      <w:r w:rsidRPr="00D8299F">
        <w:rPr>
          <w:rStyle w:val="ScriptureChar"/>
          <w:sz w:val="32"/>
          <w:szCs w:val="40"/>
        </w:rPr>
        <w:t xml:space="preserve"> </w:t>
      </w:r>
      <w:r w:rsidRPr="00D8299F">
        <w:rPr>
          <w:sz w:val="32"/>
          <w:szCs w:val="40"/>
        </w:rPr>
        <w:t xml:space="preserve">He answered, </w:t>
      </w:r>
      <w:r w:rsidRPr="00D8299F">
        <w:rPr>
          <w:color w:val="FF0000"/>
          <w:sz w:val="32"/>
          <w:szCs w:val="40"/>
        </w:rPr>
        <w:t>“He who has dipped his hand in the dish with me will betray me.</w:t>
      </w:r>
      <w:r w:rsidRPr="00D8299F">
        <w:rPr>
          <w:sz w:val="32"/>
          <w:szCs w:val="40"/>
        </w:rPr>
        <w:t xml:space="preserve"> </w:t>
      </w:r>
      <w:r w:rsidRPr="00D8299F">
        <w:rPr>
          <w:rStyle w:val="ScriptureChar"/>
          <w:sz w:val="32"/>
          <w:szCs w:val="40"/>
          <w:vertAlign w:val="superscript"/>
        </w:rPr>
        <w:t>24</w:t>
      </w:r>
      <w:r w:rsidRPr="00D8299F">
        <w:rPr>
          <w:rStyle w:val="ScriptureChar"/>
          <w:sz w:val="32"/>
          <w:szCs w:val="40"/>
        </w:rPr>
        <w:t xml:space="preserve"> </w:t>
      </w:r>
      <w:r w:rsidRPr="00D8299F">
        <w:rPr>
          <w:color w:val="FF0000"/>
          <w:sz w:val="32"/>
          <w:szCs w:val="40"/>
        </w:rPr>
        <w:t>The Son of Man goes as it is written of him, but woe to that man by whom the Son of Man is betrayed! It would have been better for that man if he had not been born.”</w:t>
      </w:r>
      <w:r w:rsidRPr="00D8299F">
        <w:rPr>
          <w:sz w:val="32"/>
          <w:szCs w:val="40"/>
        </w:rPr>
        <w:t xml:space="preserve"> </w:t>
      </w:r>
      <w:r w:rsidRPr="00D8299F">
        <w:rPr>
          <w:rStyle w:val="ScriptureChar"/>
          <w:sz w:val="32"/>
          <w:szCs w:val="40"/>
          <w:vertAlign w:val="superscript"/>
        </w:rPr>
        <w:t>25</w:t>
      </w:r>
      <w:r w:rsidRPr="00D8299F">
        <w:rPr>
          <w:rStyle w:val="ScriptureChar"/>
          <w:sz w:val="32"/>
          <w:szCs w:val="40"/>
        </w:rPr>
        <w:t xml:space="preserve"> </w:t>
      </w:r>
      <w:r w:rsidRPr="00D8299F">
        <w:rPr>
          <w:sz w:val="32"/>
          <w:szCs w:val="40"/>
        </w:rPr>
        <w:lastRenderedPageBreak/>
        <w:t xml:space="preserve">Judas, who would betray him, answered, “Is it I, Rabbi?” He said to him, </w:t>
      </w:r>
      <w:r w:rsidRPr="00D8299F">
        <w:rPr>
          <w:color w:val="FF0000"/>
          <w:sz w:val="32"/>
          <w:szCs w:val="40"/>
        </w:rPr>
        <w:t>“You have said so.”</w:t>
      </w:r>
      <w:r w:rsidRPr="00D8299F">
        <w:rPr>
          <w:sz w:val="32"/>
          <w:szCs w:val="40"/>
        </w:rPr>
        <w:t xml:space="preserve"> </w:t>
      </w:r>
      <w:r w:rsidRPr="00D8299F">
        <w:rPr>
          <w:rStyle w:val="ScriptureChar"/>
          <w:sz w:val="32"/>
          <w:szCs w:val="40"/>
          <w:vertAlign w:val="superscript"/>
        </w:rPr>
        <w:t>26</w:t>
      </w:r>
      <w:r w:rsidRPr="00D8299F">
        <w:rPr>
          <w:rStyle w:val="ScriptureChar"/>
          <w:sz w:val="32"/>
          <w:szCs w:val="40"/>
        </w:rPr>
        <w:t xml:space="preserve"> </w:t>
      </w:r>
      <w:r w:rsidRPr="00D8299F">
        <w:rPr>
          <w:sz w:val="32"/>
          <w:szCs w:val="40"/>
        </w:rPr>
        <w:t xml:space="preserve">Now as they were eating, </w:t>
      </w:r>
      <w:r w:rsidR="00433212">
        <w:rPr>
          <w:sz w:val="32"/>
          <w:szCs w:val="40"/>
        </w:rPr>
        <w:t>Yeshua</w:t>
      </w:r>
      <w:r w:rsidRPr="00D8299F">
        <w:rPr>
          <w:sz w:val="32"/>
          <w:szCs w:val="40"/>
        </w:rPr>
        <w:t xml:space="preserve"> took bread, and after blessing it broke it and gave it to the disciples, and said, </w:t>
      </w:r>
      <w:r w:rsidRPr="00D8299F">
        <w:rPr>
          <w:color w:val="FF0000"/>
          <w:sz w:val="32"/>
          <w:szCs w:val="40"/>
        </w:rPr>
        <w:t>“Take, eat; this is my body.”</w:t>
      </w:r>
      <w:r w:rsidRPr="00D8299F">
        <w:rPr>
          <w:sz w:val="32"/>
          <w:szCs w:val="40"/>
        </w:rPr>
        <w:t xml:space="preserve"> </w:t>
      </w:r>
      <w:r w:rsidRPr="00D8299F">
        <w:rPr>
          <w:rStyle w:val="ScriptureChar"/>
          <w:sz w:val="32"/>
          <w:szCs w:val="40"/>
          <w:vertAlign w:val="superscript"/>
        </w:rPr>
        <w:t>27</w:t>
      </w:r>
      <w:r w:rsidRPr="00D8299F">
        <w:rPr>
          <w:rStyle w:val="ScriptureChar"/>
          <w:sz w:val="32"/>
          <w:szCs w:val="40"/>
        </w:rPr>
        <w:t xml:space="preserve"> </w:t>
      </w:r>
      <w:r w:rsidRPr="00D8299F">
        <w:rPr>
          <w:sz w:val="32"/>
          <w:szCs w:val="40"/>
        </w:rPr>
        <w:t xml:space="preserve">And he took a cup, and when he had given thanks he gave it to them, saying, </w:t>
      </w:r>
      <w:r w:rsidRPr="00D8299F">
        <w:rPr>
          <w:color w:val="FF0000"/>
          <w:sz w:val="32"/>
          <w:szCs w:val="40"/>
        </w:rPr>
        <w:t>“Drink of it, all of you,</w:t>
      </w:r>
      <w:r w:rsidRPr="00D8299F">
        <w:rPr>
          <w:sz w:val="32"/>
          <w:szCs w:val="40"/>
        </w:rPr>
        <w:t xml:space="preserve"> </w:t>
      </w:r>
      <w:r w:rsidRPr="00D8299F">
        <w:rPr>
          <w:rStyle w:val="ScriptureChar"/>
          <w:sz w:val="32"/>
          <w:szCs w:val="40"/>
          <w:vertAlign w:val="superscript"/>
        </w:rPr>
        <w:t>28</w:t>
      </w:r>
      <w:r w:rsidRPr="00D8299F">
        <w:rPr>
          <w:rStyle w:val="ScriptureChar"/>
          <w:sz w:val="32"/>
          <w:szCs w:val="40"/>
        </w:rPr>
        <w:t xml:space="preserve"> </w:t>
      </w:r>
      <w:r w:rsidRPr="00D8299F">
        <w:rPr>
          <w:color w:val="FF0000"/>
          <w:sz w:val="32"/>
          <w:szCs w:val="40"/>
        </w:rPr>
        <w:t>for this is my blood of the covenant, which is poured out for many for the forgiveness of sins.</w:t>
      </w:r>
      <w:r w:rsidRPr="00D8299F">
        <w:rPr>
          <w:sz w:val="32"/>
          <w:szCs w:val="40"/>
        </w:rPr>
        <w:t xml:space="preserve"> </w:t>
      </w:r>
    </w:p>
    <w:p w:rsidR="00065ADB" w:rsidRPr="00D8299F" w:rsidRDefault="00065ADB" w:rsidP="00065ADB">
      <w:pPr>
        <w:pStyle w:val="Bodyindent"/>
        <w:rPr>
          <w:sz w:val="32"/>
          <w:szCs w:val="32"/>
        </w:rPr>
      </w:pPr>
      <w:r w:rsidRPr="00D8299F">
        <w:rPr>
          <w:sz w:val="32"/>
          <w:szCs w:val="32"/>
        </w:rPr>
        <w:t>At this Passover meal, Yeshua told his disciples that the bread represented his body, and the wine his blood.  In less than 24 hours he would be killed as the perfect and sinless Passover Lamb.</w:t>
      </w:r>
    </w:p>
    <w:p w:rsidR="00065ADB" w:rsidRPr="00655790" w:rsidRDefault="00655790" w:rsidP="00655790">
      <w:pPr>
        <w:pStyle w:val="Heading2"/>
        <w:rPr>
          <w:sz w:val="32"/>
          <w:szCs w:val="32"/>
        </w:rPr>
      </w:pPr>
      <w:r w:rsidRPr="00655790">
        <w:rPr>
          <w:sz w:val="32"/>
          <w:szCs w:val="32"/>
        </w:rPr>
        <w:t xml:space="preserve">D)  </w:t>
      </w:r>
      <w:r w:rsidR="00065ADB" w:rsidRPr="00655790">
        <w:rPr>
          <w:sz w:val="32"/>
          <w:szCs w:val="32"/>
        </w:rPr>
        <w:t>Yeshua’s Crucifixion</w:t>
      </w:r>
    </w:p>
    <w:p w:rsidR="00065ADB" w:rsidRPr="00D8299F" w:rsidRDefault="00065ADB" w:rsidP="00FB1B7B">
      <w:pPr>
        <w:pStyle w:val="Bodyindent"/>
        <w:rPr>
          <w:sz w:val="32"/>
          <w:szCs w:val="32"/>
        </w:rPr>
      </w:pPr>
      <w:r w:rsidRPr="00D8299F">
        <w:rPr>
          <w:sz w:val="32"/>
          <w:szCs w:val="32"/>
        </w:rPr>
        <w:t xml:space="preserve">Recall that Passover starts at sunset, and continues </w:t>
      </w:r>
      <w:r w:rsidR="00FB1B7B" w:rsidRPr="00D8299F">
        <w:rPr>
          <w:sz w:val="32"/>
          <w:szCs w:val="32"/>
        </w:rPr>
        <w:t xml:space="preserve">until </w:t>
      </w:r>
      <w:r w:rsidRPr="00D8299F">
        <w:rPr>
          <w:sz w:val="32"/>
          <w:szCs w:val="32"/>
        </w:rPr>
        <w:t>the following sunset.  It seems that Yeshua had his Passover meal in the evening that began Passover.  The next morning, on Passover day, he was nailed to cross, and became our Passover Lamb.</w:t>
      </w:r>
    </w:p>
    <w:p w:rsidR="00065ADB" w:rsidRPr="00D8299F" w:rsidRDefault="00065ADB" w:rsidP="00065ADB">
      <w:pPr>
        <w:pStyle w:val="Scripture"/>
        <w:rPr>
          <w:sz w:val="32"/>
          <w:szCs w:val="40"/>
        </w:rPr>
      </w:pPr>
      <w:r w:rsidRPr="00D8299F">
        <w:rPr>
          <w:rStyle w:val="ScriptureChar"/>
          <w:b/>
          <w:bCs/>
          <w:i/>
          <w:iCs/>
          <w:sz w:val="32"/>
          <w:szCs w:val="40"/>
        </w:rPr>
        <w:t>Matthew 27:27–31</w:t>
      </w:r>
      <w:r w:rsidRPr="00D8299F">
        <w:rPr>
          <w:rStyle w:val="ScriptureChar"/>
          <w:sz w:val="32"/>
          <w:szCs w:val="40"/>
        </w:rPr>
        <w:br/>
      </w:r>
      <w:r w:rsidRPr="00D8299F">
        <w:rPr>
          <w:rStyle w:val="ScriptureChar"/>
          <w:sz w:val="32"/>
          <w:szCs w:val="40"/>
          <w:vertAlign w:val="superscript"/>
        </w:rPr>
        <w:t>27</w:t>
      </w:r>
      <w:r w:rsidRPr="00D8299F">
        <w:rPr>
          <w:sz w:val="32"/>
          <w:szCs w:val="40"/>
        </w:rPr>
        <w:t xml:space="preserve"> Then the soldiers of the governor took </w:t>
      </w:r>
      <w:r w:rsidR="00433212">
        <w:rPr>
          <w:sz w:val="32"/>
          <w:szCs w:val="40"/>
        </w:rPr>
        <w:t>Yeshua</w:t>
      </w:r>
      <w:r w:rsidRPr="00D8299F">
        <w:rPr>
          <w:sz w:val="32"/>
          <w:szCs w:val="40"/>
        </w:rPr>
        <w:t xml:space="preserve"> into the governor’s headquarters, and they gathered the whole battalion before him. </w:t>
      </w:r>
      <w:r w:rsidRPr="00D8299F">
        <w:rPr>
          <w:rStyle w:val="ScriptureChar"/>
          <w:sz w:val="32"/>
          <w:szCs w:val="40"/>
          <w:vertAlign w:val="superscript"/>
        </w:rPr>
        <w:t>28</w:t>
      </w:r>
      <w:r w:rsidRPr="00D8299F">
        <w:rPr>
          <w:rStyle w:val="ScriptureChar"/>
          <w:sz w:val="32"/>
          <w:szCs w:val="40"/>
        </w:rPr>
        <w:t xml:space="preserve"> </w:t>
      </w:r>
      <w:r w:rsidRPr="00D8299F">
        <w:rPr>
          <w:sz w:val="32"/>
          <w:szCs w:val="40"/>
        </w:rPr>
        <w:t xml:space="preserve">And they stripped him and put a scarlet robe on him, </w:t>
      </w:r>
      <w:r w:rsidRPr="00D8299F">
        <w:rPr>
          <w:rStyle w:val="ScriptureChar"/>
          <w:sz w:val="32"/>
          <w:szCs w:val="40"/>
          <w:vertAlign w:val="superscript"/>
        </w:rPr>
        <w:t>29</w:t>
      </w:r>
      <w:r w:rsidRPr="00D8299F">
        <w:rPr>
          <w:rStyle w:val="ScriptureChar"/>
          <w:sz w:val="32"/>
          <w:szCs w:val="40"/>
        </w:rPr>
        <w:t xml:space="preserve"> </w:t>
      </w:r>
      <w:r w:rsidRPr="00D8299F">
        <w:rPr>
          <w:sz w:val="32"/>
          <w:szCs w:val="40"/>
        </w:rPr>
        <w:t xml:space="preserve">and twisting together a crown of thorns, they put it on his head and put a reed in his right hand. And kneeling before him, they mocked him, saying, “Hail, King of the </w:t>
      </w:r>
      <w:r w:rsidRPr="00D8299F">
        <w:rPr>
          <w:sz w:val="32"/>
          <w:szCs w:val="40"/>
        </w:rPr>
        <w:lastRenderedPageBreak/>
        <w:t xml:space="preserve">Jews!” </w:t>
      </w:r>
      <w:r w:rsidRPr="00D8299F">
        <w:rPr>
          <w:rStyle w:val="ScriptureChar"/>
          <w:sz w:val="32"/>
          <w:szCs w:val="40"/>
          <w:vertAlign w:val="superscript"/>
        </w:rPr>
        <w:t>30</w:t>
      </w:r>
      <w:r w:rsidRPr="00D8299F">
        <w:rPr>
          <w:rStyle w:val="ScriptureChar"/>
          <w:sz w:val="32"/>
          <w:szCs w:val="40"/>
        </w:rPr>
        <w:t xml:space="preserve"> </w:t>
      </w:r>
      <w:r w:rsidRPr="00D8299F">
        <w:rPr>
          <w:sz w:val="32"/>
          <w:szCs w:val="40"/>
        </w:rPr>
        <w:t xml:space="preserve">And they spit on him and took the reed and struck him on the head. </w:t>
      </w:r>
      <w:r w:rsidRPr="00D8299F">
        <w:rPr>
          <w:rStyle w:val="ScriptureChar"/>
          <w:sz w:val="32"/>
          <w:szCs w:val="40"/>
          <w:vertAlign w:val="superscript"/>
        </w:rPr>
        <w:t>31</w:t>
      </w:r>
      <w:r w:rsidRPr="00D8299F">
        <w:rPr>
          <w:rStyle w:val="ScriptureChar"/>
          <w:sz w:val="32"/>
          <w:szCs w:val="40"/>
        </w:rPr>
        <w:t xml:space="preserve"> </w:t>
      </w:r>
      <w:r w:rsidRPr="00D8299F">
        <w:rPr>
          <w:sz w:val="32"/>
          <w:szCs w:val="40"/>
        </w:rPr>
        <w:t xml:space="preserve">And when they had mocked him, they stripped him of the robe and put his own clothes on him and led him away to crucify him. </w:t>
      </w:r>
    </w:p>
    <w:p w:rsidR="00065ADB" w:rsidRPr="00D8299F" w:rsidRDefault="00065ADB" w:rsidP="00065ADB">
      <w:pPr>
        <w:pStyle w:val="Scripture"/>
        <w:rPr>
          <w:sz w:val="32"/>
          <w:szCs w:val="40"/>
        </w:rPr>
      </w:pPr>
      <w:r w:rsidRPr="00D8299F">
        <w:rPr>
          <w:rStyle w:val="ScriptureChar"/>
          <w:b/>
          <w:bCs/>
          <w:i/>
          <w:iCs/>
          <w:sz w:val="32"/>
          <w:szCs w:val="40"/>
        </w:rPr>
        <w:t>Matthew 27:32–44</w:t>
      </w:r>
      <w:r w:rsidRPr="00D8299F">
        <w:rPr>
          <w:rStyle w:val="ScriptureChar"/>
          <w:sz w:val="32"/>
          <w:szCs w:val="40"/>
        </w:rPr>
        <w:br/>
      </w:r>
      <w:r w:rsidRPr="00D8299F">
        <w:rPr>
          <w:rStyle w:val="ScriptureChar"/>
          <w:sz w:val="32"/>
          <w:szCs w:val="40"/>
          <w:vertAlign w:val="superscript"/>
        </w:rPr>
        <w:t>32</w:t>
      </w:r>
      <w:r w:rsidRPr="00D8299F">
        <w:rPr>
          <w:sz w:val="32"/>
          <w:szCs w:val="40"/>
        </w:rPr>
        <w:t xml:space="preserve"> As they went out, they found a man of Cyrene, Simon by name. They compelled this man to carry his cross. </w:t>
      </w:r>
      <w:r w:rsidRPr="00D8299F">
        <w:rPr>
          <w:rStyle w:val="ScriptureChar"/>
          <w:sz w:val="32"/>
          <w:szCs w:val="40"/>
          <w:vertAlign w:val="superscript"/>
        </w:rPr>
        <w:t>33</w:t>
      </w:r>
      <w:r w:rsidRPr="00D8299F">
        <w:rPr>
          <w:rStyle w:val="ScriptureChar"/>
          <w:sz w:val="32"/>
          <w:szCs w:val="40"/>
        </w:rPr>
        <w:t xml:space="preserve"> </w:t>
      </w:r>
      <w:r w:rsidRPr="00D8299F">
        <w:rPr>
          <w:sz w:val="32"/>
          <w:szCs w:val="40"/>
        </w:rPr>
        <w:t xml:space="preserve">And when they came to a place called Golgotha (which means Place of a Skull), </w:t>
      </w:r>
      <w:r w:rsidRPr="00D8299F">
        <w:rPr>
          <w:rStyle w:val="ScriptureChar"/>
          <w:sz w:val="32"/>
          <w:szCs w:val="40"/>
          <w:vertAlign w:val="superscript"/>
        </w:rPr>
        <w:t>34</w:t>
      </w:r>
      <w:r w:rsidRPr="00D8299F">
        <w:rPr>
          <w:rStyle w:val="ScriptureChar"/>
          <w:sz w:val="32"/>
          <w:szCs w:val="40"/>
        </w:rPr>
        <w:t xml:space="preserve"> </w:t>
      </w:r>
      <w:r w:rsidRPr="00D8299F">
        <w:rPr>
          <w:sz w:val="32"/>
          <w:szCs w:val="40"/>
        </w:rPr>
        <w:t xml:space="preserve">they offered him wine to drink, mixed with gall, but when he tasted it, he would not drink it. </w:t>
      </w:r>
      <w:r w:rsidRPr="00D8299F">
        <w:rPr>
          <w:rStyle w:val="ScriptureChar"/>
          <w:sz w:val="32"/>
          <w:szCs w:val="40"/>
          <w:vertAlign w:val="superscript"/>
        </w:rPr>
        <w:t>35</w:t>
      </w:r>
      <w:r w:rsidRPr="00D8299F">
        <w:rPr>
          <w:rStyle w:val="ScriptureChar"/>
          <w:sz w:val="32"/>
          <w:szCs w:val="40"/>
        </w:rPr>
        <w:t xml:space="preserve"> </w:t>
      </w:r>
      <w:r w:rsidRPr="00D8299F">
        <w:rPr>
          <w:sz w:val="32"/>
          <w:szCs w:val="40"/>
        </w:rPr>
        <w:t xml:space="preserve">And when they had crucified him, they divided his garments among them by casting lots. </w:t>
      </w:r>
      <w:r w:rsidRPr="00D8299F">
        <w:rPr>
          <w:rStyle w:val="ScriptureChar"/>
          <w:sz w:val="32"/>
          <w:szCs w:val="40"/>
          <w:vertAlign w:val="superscript"/>
        </w:rPr>
        <w:t>36</w:t>
      </w:r>
      <w:r w:rsidRPr="00D8299F">
        <w:rPr>
          <w:rStyle w:val="ScriptureChar"/>
          <w:sz w:val="32"/>
          <w:szCs w:val="40"/>
        </w:rPr>
        <w:t xml:space="preserve"> </w:t>
      </w:r>
      <w:r w:rsidRPr="00D8299F">
        <w:rPr>
          <w:sz w:val="32"/>
          <w:szCs w:val="40"/>
        </w:rPr>
        <w:t xml:space="preserve">Then they sat down and kept watch over him there. </w:t>
      </w:r>
      <w:r w:rsidRPr="00D8299F">
        <w:rPr>
          <w:rStyle w:val="ScriptureChar"/>
          <w:sz w:val="32"/>
          <w:szCs w:val="40"/>
          <w:vertAlign w:val="superscript"/>
        </w:rPr>
        <w:t>37</w:t>
      </w:r>
      <w:r w:rsidRPr="00D8299F">
        <w:rPr>
          <w:rStyle w:val="ScriptureChar"/>
          <w:sz w:val="32"/>
          <w:szCs w:val="40"/>
        </w:rPr>
        <w:t xml:space="preserve"> </w:t>
      </w:r>
      <w:r w:rsidRPr="00D8299F">
        <w:rPr>
          <w:sz w:val="32"/>
          <w:szCs w:val="40"/>
        </w:rPr>
        <w:t xml:space="preserve">And over his head they put the charge against him, which read, “This is </w:t>
      </w:r>
      <w:r w:rsidR="00433212">
        <w:rPr>
          <w:sz w:val="32"/>
          <w:szCs w:val="40"/>
        </w:rPr>
        <w:t>Yeshua</w:t>
      </w:r>
      <w:r w:rsidRPr="00D8299F">
        <w:rPr>
          <w:sz w:val="32"/>
          <w:szCs w:val="40"/>
        </w:rPr>
        <w:t xml:space="preserve">, the King of the Jews.” </w:t>
      </w:r>
      <w:r w:rsidRPr="00D8299F">
        <w:rPr>
          <w:rStyle w:val="ScriptureChar"/>
          <w:sz w:val="32"/>
          <w:szCs w:val="40"/>
          <w:vertAlign w:val="superscript"/>
        </w:rPr>
        <w:t>38</w:t>
      </w:r>
      <w:r w:rsidRPr="00D8299F">
        <w:rPr>
          <w:rStyle w:val="ScriptureChar"/>
          <w:sz w:val="32"/>
          <w:szCs w:val="40"/>
        </w:rPr>
        <w:t xml:space="preserve"> </w:t>
      </w:r>
      <w:r w:rsidRPr="00D8299F">
        <w:rPr>
          <w:sz w:val="32"/>
          <w:szCs w:val="40"/>
        </w:rPr>
        <w:t xml:space="preserve">Then two robbers were crucified with him, one on the right and one on the left. </w:t>
      </w:r>
      <w:r w:rsidRPr="00D8299F">
        <w:rPr>
          <w:rStyle w:val="ScriptureChar"/>
          <w:sz w:val="32"/>
          <w:szCs w:val="40"/>
          <w:vertAlign w:val="superscript"/>
        </w:rPr>
        <w:t>39</w:t>
      </w:r>
      <w:r w:rsidRPr="00D8299F">
        <w:rPr>
          <w:rStyle w:val="ScriptureChar"/>
          <w:sz w:val="32"/>
          <w:szCs w:val="40"/>
        </w:rPr>
        <w:t xml:space="preserve"> </w:t>
      </w:r>
      <w:r w:rsidRPr="00D8299F">
        <w:rPr>
          <w:sz w:val="32"/>
          <w:szCs w:val="40"/>
        </w:rPr>
        <w:t xml:space="preserve">And those who passed by derided him, wagging their heads </w:t>
      </w:r>
      <w:r w:rsidRPr="00D8299F">
        <w:rPr>
          <w:rStyle w:val="ScriptureChar"/>
          <w:sz w:val="32"/>
          <w:szCs w:val="40"/>
          <w:vertAlign w:val="superscript"/>
        </w:rPr>
        <w:t>40</w:t>
      </w:r>
      <w:r w:rsidRPr="00D8299F">
        <w:rPr>
          <w:rStyle w:val="ScriptureChar"/>
          <w:sz w:val="32"/>
          <w:szCs w:val="40"/>
        </w:rPr>
        <w:t xml:space="preserve"> </w:t>
      </w:r>
      <w:r w:rsidRPr="00D8299F">
        <w:rPr>
          <w:sz w:val="32"/>
          <w:szCs w:val="40"/>
        </w:rPr>
        <w:t xml:space="preserve">and saying, “You who would destroy the temple and rebuild it in three days, save yourself! If you are the Son of God, come down from the cross.” </w:t>
      </w:r>
      <w:r w:rsidRPr="00D8299F">
        <w:rPr>
          <w:rStyle w:val="ScriptureChar"/>
          <w:sz w:val="32"/>
          <w:szCs w:val="40"/>
          <w:vertAlign w:val="superscript"/>
        </w:rPr>
        <w:t>41</w:t>
      </w:r>
      <w:r w:rsidRPr="00D8299F">
        <w:rPr>
          <w:rStyle w:val="ScriptureChar"/>
          <w:sz w:val="32"/>
          <w:szCs w:val="40"/>
        </w:rPr>
        <w:t xml:space="preserve"> </w:t>
      </w:r>
      <w:r w:rsidRPr="00D8299F">
        <w:rPr>
          <w:sz w:val="32"/>
          <w:szCs w:val="40"/>
        </w:rPr>
        <w:t xml:space="preserve">So also the chief priests, with the scribes and elders, mocked him, saying, </w:t>
      </w:r>
      <w:r w:rsidRPr="00D8299F">
        <w:rPr>
          <w:rStyle w:val="ScriptureChar"/>
          <w:sz w:val="32"/>
          <w:szCs w:val="40"/>
          <w:vertAlign w:val="superscript"/>
        </w:rPr>
        <w:t>42</w:t>
      </w:r>
      <w:r w:rsidRPr="00D8299F">
        <w:rPr>
          <w:rStyle w:val="ScriptureChar"/>
          <w:sz w:val="32"/>
          <w:szCs w:val="40"/>
        </w:rPr>
        <w:t xml:space="preserve"> </w:t>
      </w:r>
      <w:r w:rsidRPr="00D8299F">
        <w:rPr>
          <w:sz w:val="32"/>
          <w:szCs w:val="40"/>
        </w:rPr>
        <w:t xml:space="preserve">“He saved others; he cannot save himself. He is the King of Israel; let him come down now from the cross, and we will believe in him. </w:t>
      </w:r>
      <w:r w:rsidRPr="00D8299F">
        <w:rPr>
          <w:rStyle w:val="ScriptureChar"/>
          <w:sz w:val="32"/>
          <w:szCs w:val="40"/>
          <w:vertAlign w:val="superscript"/>
        </w:rPr>
        <w:t>43</w:t>
      </w:r>
      <w:r w:rsidRPr="00D8299F">
        <w:rPr>
          <w:rStyle w:val="ScriptureChar"/>
          <w:sz w:val="32"/>
          <w:szCs w:val="40"/>
        </w:rPr>
        <w:t xml:space="preserve"> </w:t>
      </w:r>
      <w:r w:rsidRPr="00D8299F">
        <w:rPr>
          <w:sz w:val="32"/>
          <w:szCs w:val="40"/>
        </w:rPr>
        <w:t xml:space="preserve">He trusts in God; let God deliver him now, if he desires him. For he said, ‘I am the Son of </w:t>
      </w:r>
      <w:r w:rsidRPr="00D8299F">
        <w:rPr>
          <w:sz w:val="32"/>
          <w:szCs w:val="40"/>
        </w:rPr>
        <w:lastRenderedPageBreak/>
        <w:t xml:space="preserve">God.’ ” </w:t>
      </w:r>
      <w:r w:rsidRPr="00D8299F">
        <w:rPr>
          <w:rStyle w:val="ScriptureChar"/>
          <w:sz w:val="32"/>
          <w:szCs w:val="40"/>
          <w:vertAlign w:val="superscript"/>
        </w:rPr>
        <w:t>44</w:t>
      </w:r>
      <w:r w:rsidRPr="00D8299F">
        <w:rPr>
          <w:rStyle w:val="ScriptureChar"/>
          <w:sz w:val="32"/>
          <w:szCs w:val="40"/>
        </w:rPr>
        <w:t xml:space="preserve"> </w:t>
      </w:r>
      <w:r w:rsidRPr="00D8299F">
        <w:rPr>
          <w:sz w:val="32"/>
          <w:szCs w:val="40"/>
        </w:rPr>
        <w:t xml:space="preserve">And the robbers who were crucified with him also reviled him in the same way. </w:t>
      </w:r>
    </w:p>
    <w:p w:rsidR="00065ADB" w:rsidRPr="00D8299F" w:rsidRDefault="00065ADB" w:rsidP="00065ADB">
      <w:pPr>
        <w:pStyle w:val="Scripture"/>
        <w:rPr>
          <w:sz w:val="32"/>
          <w:szCs w:val="40"/>
        </w:rPr>
      </w:pPr>
      <w:r w:rsidRPr="00D8299F">
        <w:rPr>
          <w:rStyle w:val="ScriptureChar"/>
          <w:b/>
          <w:bCs/>
          <w:i/>
          <w:iCs/>
          <w:sz w:val="32"/>
          <w:szCs w:val="40"/>
        </w:rPr>
        <w:t>Matthew 27:45–54</w:t>
      </w:r>
      <w:r w:rsidRPr="00D8299F">
        <w:rPr>
          <w:rStyle w:val="ScriptureChar"/>
          <w:sz w:val="32"/>
          <w:szCs w:val="40"/>
        </w:rPr>
        <w:br/>
      </w:r>
      <w:r w:rsidRPr="00D8299F">
        <w:rPr>
          <w:rStyle w:val="ScriptureChar"/>
          <w:sz w:val="32"/>
          <w:szCs w:val="40"/>
          <w:vertAlign w:val="superscript"/>
        </w:rPr>
        <w:t>45</w:t>
      </w:r>
      <w:r w:rsidRPr="00D8299F">
        <w:rPr>
          <w:sz w:val="32"/>
          <w:szCs w:val="40"/>
        </w:rPr>
        <w:t xml:space="preserve"> Now from the sixth hour there was darkness over all the land until the ninth hour. </w:t>
      </w:r>
      <w:r w:rsidRPr="00D8299F">
        <w:rPr>
          <w:rStyle w:val="ScriptureChar"/>
          <w:sz w:val="32"/>
          <w:szCs w:val="40"/>
          <w:vertAlign w:val="superscript"/>
        </w:rPr>
        <w:t>46</w:t>
      </w:r>
      <w:r w:rsidRPr="00D8299F">
        <w:rPr>
          <w:rStyle w:val="ScriptureChar"/>
          <w:sz w:val="32"/>
          <w:szCs w:val="40"/>
        </w:rPr>
        <w:t xml:space="preserve"> </w:t>
      </w:r>
      <w:r w:rsidRPr="00D8299F">
        <w:rPr>
          <w:sz w:val="32"/>
          <w:szCs w:val="40"/>
        </w:rPr>
        <w:t xml:space="preserve">And about the ninth hour </w:t>
      </w:r>
      <w:r w:rsidR="00433212">
        <w:rPr>
          <w:sz w:val="32"/>
          <w:szCs w:val="40"/>
        </w:rPr>
        <w:t>Yeshua</w:t>
      </w:r>
      <w:r w:rsidRPr="00D8299F">
        <w:rPr>
          <w:sz w:val="32"/>
          <w:szCs w:val="40"/>
        </w:rPr>
        <w:t xml:space="preserve"> cried out with a loud voice, saying, </w:t>
      </w:r>
      <w:r w:rsidRPr="00D8299F">
        <w:rPr>
          <w:color w:val="FF0000"/>
          <w:sz w:val="32"/>
          <w:szCs w:val="40"/>
        </w:rPr>
        <w:t xml:space="preserve">“Eli, Eli, </w:t>
      </w:r>
      <w:proofErr w:type="spellStart"/>
      <w:r w:rsidRPr="00D8299F">
        <w:rPr>
          <w:color w:val="FF0000"/>
          <w:sz w:val="32"/>
          <w:szCs w:val="40"/>
        </w:rPr>
        <w:t>lema</w:t>
      </w:r>
      <w:proofErr w:type="spellEnd"/>
      <w:r w:rsidRPr="00D8299F">
        <w:rPr>
          <w:color w:val="FF0000"/>
          <w:sz w:val="32"/>
          <w:szCs w:val="40"/>
        </w:rPr>
        <w:t xml:space="preserve"> </w:t>
      </w:r>
      <w:proofErr w:type="spellStart"/>
      <w:r w:rsidRPr="00D8299F">
        <w:rPr>
          <w:color w:val="FF0000"/>
          <w:sz w:val="32"/>
          <w:szCs w:val="40"/>
        </w:rPr>
        <w:t>sabachthani</w:t>
      </w:r>
      <w:proofErr w:type="spellEnd"/>
      <w:r w:rsidRPr="00D8299F">
        <w:rPr>
          <w:color w:val="FF0000"/>
          <w:sz w:val="32"/>
          <w:szCs w:val="40"/>
        </w:rPr>
        <w:t>?”</w:t>
      </w:r>
      <w:r w:rsidRPr="00D8299F">
        <w:rPr>
          <w:sz w:val="32"/>
          <w:szCs w:val="40"/>
        </w:rPr>
        <w:t xml:space="preserve"> that is, </w:t>
      </w:r>
      <w:r w:rsidRPr="00D8299F">
        <w:rPr>
          <w:color w:val="FF0000"/>
          <w:sz w:val="32"/>
          <w:szCs w:val="40"/>
        </w:rPr>
        <w:t>“My God, my God, why have you forsaken me?”</w:t>
      </w:r>
      <w:r w:rsidRPr="00D8299F">
        <w:rPr>
          <w:sz w:val="32"/>
          <w:szCs w:val="40"/>
        </w:rPr>
        <w:t xml:space="preserve"> </w:t>
      </w:r>
      <w:r w:rsidRPr="00D8299F">
        <w:rPr>
          <w:rStyle w:val="ScriptureChar"/>
          <w:sz w:val="32"/>
          <w:szCs w:val="40"/>
          <w:vertAlign w:val="superscript"/>
        </w:rPr>
        <w:t>47</w:t>
      </w:r>
      <w:r w:rsidRPr="00D8299F">
        <w:rPr>
          <w:rStyle w:val="ScriptureChar"/>
          <w:sz w:val="32"/>
          <w:szCs w:val="40"/>
        </w:rPr>
        <w:t xml:space="preserve"> </w:t>
      </w:r>
      <w:r w:rsidRPr="00D8299F">
        <w:rPr>
          <w:sz w:val="32"/>
          <w:szCs w:val="40"/>
        </w:rPr>
        <w:t xml:space="preserve">And some of the bystanders, hearing it, said, “This man is calling Elijah.” </w:t>
      </w:r>
      <w:r w:rsidRPr="00D8299F">
        <w:rPr>
          <w:rStyle w:val="ScriptureChar"/>
          <w:sz w:val="32"/>
          <w:szCs w:val="40"/>
          <w:vertAlign w:val="superscript"/>
        </w:rPr>
        <w:t>48</w:t>
      </w:r>
      <w:r w:rsidRPr="00D8299F">
        <w:rPr>
          <w:rStyle w:val="ScriptureChar"/>
          <w:sz w:val="32"/>
          <w:szCs w:val="40"/>
        </w:rPr>
        <w:t xml:space="preserve"> </w:t>
      </w:r>
      <w:r w:rsidRPr="00D8299F">
        <w:rPr>
          <w:sz w:val="32"/>
          <w:szCs w:val="40"/>
        </w:rPr>
        <w:t xml:space="preserve">And one of them at once ran and took a sponge, filled it with sour wine, and put it on a reed and gave it to him to drink. </w:t>
      </w:r>
      <w:r w:rsidRPr="00D8299F">
        <w:rPr>
          <w:rStyle w:val="ScriptureChar"/>
          <w:sz w:val="32"/>
          <w:szCs w:val="40"/>
          <w:vertAlign w:val="superscript"/>
        </w:rPr>
        <w:t>49</w:t>
      </w:r>
      <w:r w:rsidRPr="00D8299F">
        <w:rPr>
          <w:rStyle w:val="ScriptureChar"/>
          <w:sz w:val="32"/>
          <w:szCs w:val="40"/>
        </w:rPr>
        <w:t xml:space="preserve"> </w:t>
      </w:r>
      <w:r w:rsidRPr="00D8299F">
        <w:rPr>
          <w:sz w:val="32"/>
          <w:szCs w:val="40"/>
        </w:rPr>
        <w:t xml:space="preserve">But the others said, “Wait, let us see whether Elijah will come to save him.” </w:t>
      </w:r>
      <w:r w:rsidRPr="00D8299F">
        <w:rPr>
          <w:rStyle w:val="ScriptureChar"/>
          <w:sz w:val="32"/>
          <w:szCs w:val="40"/>
          <w:vertAlign w:val="superscript"/>
        </w:rPr>
        <w:t>50</w:t>
      </w:r>
      <w:r w:rsidRPr="00D8299F">
        <w:rPr>
          <w:rStyle w:val="ScriptureChar"/>
          <w:sz w:val="32"/>
          <w:szCs w:val="40"/>
        </w:rPr>
        <w:t xml:space="preserve"> </w:t>
      </w:r>
      <w:r w:rsidRPr="00D8299F">
        <w:rPr>
          <w:sz w:val="32"/>
          <w:szCs w:val="40"/>
        </w:rPr>
        <w:t xml:space="preserve">And </w:t>
      </w:r>
      <w:r w:rsidR="00433212">
        <w:rPr>
          <w:sz w:val="32"/>
          <w:szCs w:val="40"/>
        </w:rPr>
        <w:t>Yeshua</w:t>
      </w:r>
      <w:r w:rsidRPr="00D8299F">
        <w:rPr>
          <w:sz w:val="32"/>
          <w:szCs w:val="40"/>
        </w:rPr>
        <w:t xml:space="preserve"> cried out again with a loud voice and yielded up his spirit. </w:t>
      </w:r>
      <w:r w:rsidRPr="00D8299F">
        <w:rPr>
          <w:rStyle w:val="ScriptureChar"/>
          <w:sz w:val="32"/>
          <w:szCs w:val="40"/>
          <w:vertAlign w:val="superscript"/>
        </w:rPr>
        <w:t>51</w:t>
      </w:r>
      <w:r w:rsidRPr="00D8299F">
        <w:rPr>
          <w:rStyle w:val="ScriptureChar"/>
          <w:sz w:val="32"/>
          <w:szCs w:val="40"/>
        </w:rPr>
        <w:t xml:space="preserve"> </w:t>
      </w:r>
      <w:r w:rsidRPr="00D8299F">
        <w:rPr>
          <w:sz w:val="32"/>
          <w:szCs w:val="40"/>
        </w:rPr>
        <w:t xml:space="preserve">And behold, the curtain of the temple was torn in two, from top to bottom. And the earth shook, and the rocks were split. </w:t>
      </w:r>
      <w:r w:rsidRPr="00D8299F">
        <w:rPr>
          <w:rStyle w:val="ScriptureChar"/>
          <w:sz w:val="32"/>
          <w:szCs w:val="40"/>
          <w:vertAlign w:val="superscript"/>
        </w:rPr>
        <w:t>52</w:t>
      </w:r>
      <w:r w:rsidRPr="00D8299F">
        <w:rPr>
          <w:rStyle w:val="ScriptureChar"/>
          <w:sz w:val="32"/>
          <w:szCs w:val="40"/>
        </w:rPr>
        <w:t xml:space="preserve"> </w:t>
      </w:r>
      <w:r w:rsidRPr="00D8299F">
        <w:rPr>
          <w:sz w:val="32"/>
          <w:szCs w:val="40"/>
        </w:rPr>
        <w:t xml:space="preserve">The tombs also were opened. And many bodies of the saints who had fallen asleep were raised, </w:t>
      </w:r>
      <w:r w:rsidRPr="00D8299F">
        <w:rPr>
          <w:rStyle w:val="ScriptureChar"/>
          <w:sz w:val="32"/>
          <w:szCs w:val="40"/>
          <w:vertAlign w:val="superscript"/>
        </w:rPr>
        <w:t>53</w:t>
      </w:r>
      <w:r w:rsidRPr="00D8299F">
        <w:rPr>
          <w:rStyle w:val="ScriptureChar"/>
          <w:sz w:val="32"/>
          <w:szCs w:val="40"/>
        </w:rPr>
        <w:t xml:space="preserve"> </w:t>
      </w:r>
      <w:r w:rsidRPr="00D8299F">
        <w:rPr>
          <w:sz w:val="32"/>
          <w:szCs w:val="40"/>
        </w:rPr>
        <w:t xml:space="preserve">and coming out of the tombs after his resurrection they went into the holy city and appeared to many. </w:t>
      </w:r>
      <w:r w:rsidRPr="00D8299F">
        <w:rPr>
          <w:rStyle w:val="ScriptureChar"/>
          <w:sz w:val="32"/>
          <w:szCs w:val="40"/>
          <w:vertAlign w:val="superscript"/>
        </w:rPr>
        <w:t>54</w:t>
      </w:r>
      <w:r w:rsidRPr="00D8299F">
        <w:rPr>
          <w:rStyle w:val="ScriptureChar"/>
          <w:sz w:val="32"/>
          <w:szCs w:val="40"/>
        </w:rPr>
        <w:t xml:space="preserve"> </w:t>
      </w:r>
      <w:r w:rsidRPr="00D8299F">
        <w:rPr>
          <w:sz w:val="32"/>
          <w:szCs w:val="40"/>
        </w:rPr>
        <w:t xml:space="preserve">When the centurion and those who were with him, keeping watch over </w:t>
      </w:r>
      <w:r w:rsidR="00433212">
        <w:rPr>
          <w:sz w:val="32"/>
          <w:szCs w:val="40"/>
        </w:rPr>
        <w:t>Yeshua</w:t>
      </w:r>
      <w:r w:rsidRPr="00D8299F">
        <w:rPr>
          <w:sz w:val="32"/>
          <w:szCs w:val="40"/>
        </w:rPr>
        <w:t xml:space="preserve">, saw the earthquake and what took place, they were filled with awe and said, “Truly this was the Son of God!” </w:t>
      </w:r>
    </w:p>
    <w:p w:rsidR="00065ADB" w:rsidRPr="00655790" w:rsidRDefault="00655790" w:rsidP="00655790">
      <w:pPr>
        <w:pStyle w:val="Heading1"/>
        <w:rPr>
          <w:sz w:val="32"/>
          <w:szCs w:val="32"/>
        </w:rPr>
      </w:pPr>
      <w:r w:rsidRPr="00655790">
        <w:rPr>
          <w:sz w:val="32"/>
          <w:szCs w:val="32"/>
        </w:rPr>
        <w:lastRenderedPageBreak/>
        <w:t xml:space="preserve">E)  </w:t>
      </w:r>
      <w:r w:rsidR="00065ADB" w:rsidRPr="00655790">
        <w:rPr>
          <w:sz w:val="32"/>
          <w:szCs w:val="32"/>
        </w:rPr>
        <w:t xml:space="preserve">Passover </w:t>
      </w:r>
      <w:r>
        <w:rPr>
          <w:sz w:val="32"/>
          <w:szCs w:val="32"/>
        </w:rPr>
        <w:t>in</w:t>
      </w:r>
      <w:r w:rsidR="00065ADB" w:rsidRPr="00655790">
        <w:rPr>
          <w:sz w:val="32"/>
          <w:szCs w:val="32"/>
        </w:rPr>
        <w:t xml:space="preserve"> Yeshua</w:t>
      </w:r>
      <w:r>
        <w:rPr>
          <w:sz w:val="32"/>
          <w:szCs w:val="32"/>
        </w:rPr>
        <w:t>’s Future Kingdom</w:t>
      </w:r>
    </w:p>
    <w:p w:rsidR="00065ADB" w:rsidRPr="00D8299F" w:rsidRDefault="00065ADB" w:rsidP="00065ADB">
      <w:pPr>
        <w:pStyle w:val="Bodyindent"/>
        <w:rPr>
          <w:sz w:val="32"/>
          <w:szCs w:val="32"/>
        </w:rPr>
      </w:pPr>
      <w:r w:rsidRPr="00D8299F">
        <w:rPr>
          <w:sz w:val="32"/>
          <w:szCs w:val="32"/>
        </w:rPr>
        <w:t>We will continue to celebrate what Yeshua did on Passover, even when after he returns</w:t>
      </w:r>
      <w:r w:rsidR="00655790">
        <w:rPr>
          <w:sz w:val="32"/>
          <w:szCs w:val="32"/>
        </w:rPr>
        <w:t xml:space="preserve"> and establishes his future kingdom</w:t>
      </w:r>
      <w:r w:rsidRPr="00D8299F">
        <w:rPr>
          <w:sz w:val="32"/>
          <w:szCs w:val="32"/>
        </w:rPr>
        <w:t>. He hints of this at his “last supper”:</w:t>
      </w:r>
    </w:p>
    <w:p w:rsidR="00065ADB" w:rsidRPr="00D8299F" w:rsidRDefault="00065ADB" w:rsidP="00065ADB">
      <w:pPr>
        <w:pStyle w:val="Scripture"/>
        <w:rPr>
          <w:rStyle w:val="ScriptureChar"/>
          <w:color w:val="FF0000"/>
          <w:sz w:val="32"/>
          <w:szCs w:val="40"/>
        </w:rPr>
      </w:pPr>
      <w:r w:rsidRPr="00D8299F">
        <w:rPr>
          <w:rStyle w:val="ScriptureChar"/>
          <w:b/>
          <w:bCs/>
          <w:i/>
          <w:iCs/>
          <w:sz w:val="32"/>
          <w:szCs w:val="40"/>
        </w:rPr>
        <w:t>Matthew 26:29</w:t>
      </w:r>
      <w:r w:rsidRPr="00D8299F">
        <w:rPr>
          <w:rStyle w:val="ScriptureChar"/>
          <w:sz w:val="32"/>
          <w:szCs w:val="40"/>
        </w:rPr>
        <w:t xml:space="preserve"> </w:t>
      </w:r>
      <w:r w:rsidRPr="00D8299F">
        <w:rPr>
          <w:rStyle w:val="ScriptureChar"/>
          <w:sz w:val="32"/>
          <w:szCs w:val="40"/>
        </w:rPr>
        <w:br/>
      </w:r>
      <w:r w:rsidRPr="00D8299F">
        <w:rPr>
          <w:rStyle w:val="ScriptureChar"/>
          <w:color w:val="FF0000"/>
          <w:sz w:val="32"/>
          <w:szCs w:val="40"/>
        </w:rPr>
        <w:t>I tell you I will not drink again of this fruit of the vine until that day when I drink it new with you in my Father’s kingdom.</w:t>
      </w:r>
    </w:p>
    <w:p w:rsidR="00065ADB" w:rsidRPr="00D8299F" w:rsidRDefault="00065ADB" w:rsidP="00065ADB">
      <w:pPr>
        <w:pStyle w:val="Bodyindent"/>
        <w:rPr>
          <w:sz w:val="32"/>
          <w:szCs w:val="32"/>
        </w:rPr>
      </w:pPr>
      <w:r w:rsidRPr="00D8299F">
        <w:rPr>
          <w:sz w:val="32"/>
          <w:szCs w:val="32"/>
        </w:rPr>
        <w:t>And in Ezekiel, in his description of the new temple and the new kingdom that will be established when the Messiah returns, he makes it clear that we will still be celebrating Passover:</w:t>
      </w:r>
    </w:p>
    <w:p w:rsidR="00065ADB" w:rsidRPr="00D8299F" w:rsidRDefault="00065ADB" w:rsidP="00065ADB">
      <w:pPr>
        <w:pStyle w:val="Scripture"/>
        <w:rPr>
          <w:sz w:val="32"/>
          <w:szCs w:val="40"/>
        </w:rPr>
      </w:pPr>
      <w:r w:rsidRPr="00D8299F">
        <w:rPr>
          <w:rStyle w:val="ScriptureChar"/>
          <w:b/>
          <w:bCs/>
          <w:i/>
          <w:iCs/>
          <w:sz w:val="32"/>
          <w:szCs w:val="40"/>
        </w:rPr>
        <w:t xml:space="preserve">Ezekiel 45:21 </w:t>
      </w:r>
      <w:r w:rsidRPr="00D8299F">
        <w:rPr>
          <w:rStyle w:val="ScriptureChar"/>
          <w:b/>
          <w:bCs/>
          <w:i/>
          <w:iCs/>
          <w:sz w:val="32"/>
          <w:szCs w:val="40"/>
        </w:rPr>
        <w:br/>
      </w:r>
      <w:r w:rsidRPr="00D8299F">
        <w:rPr>
          <w:rStyle w:val="ScriptureChar"/>
          <w:sz w:val="32"/>
          <w:szCs w:val="40"/>
        </w:rPr>
        <w:t>In the first month, on the fourteenth day of the month, you shall celebrate the Feast of the Passover, and for seven days unleavened bread shall be eaten.</w:t>
      </w:r>
      <w:r w:rsidRPr="00D8299F">
        <w:rPr>
          <w:sz w:val="32"/>
          <w:szCs w:val="40"/>
        </w:rPr>
        <w:t xml:space="preserve"> </w:t>
      </w:r>
    </w:p>
    <w:p w:rsidR="00065ADB" w:rsidRPr="00D8299F" w:rsidRDefault="00065ADB" w:rsidP="00065ADB">
      <w:pPr>
        <w:pStyle w:val="Heading1"/>
        <w:rPr>
          <w:sz w:val="32"/>
          <w:szCs w:val="32"/>
        </w:rPr>
      </w:pPr>
      <w:r w:rsidRPr="00D8299F">
        <w:rPr>
          <w:sz w:val="32"/>
          <w:szCs w:val="32"/>
        </w:rPr>
        <w:t xml:space="preserve">4. </w:t>
      </w:r>
      <w:r w:rsidR="00142CB1" w:rsidRPr="00D8299F">
        <w:rPr>
          <w:sz w:val="32"/>
          <w:szCs w:val="32"/>
        </w:rPr>
        <w:t xml:space="preserve"> </w:t>
      </w:r>
      <w:r w:rsidRPr="00D8299F">
        <w:rPr>
          <w:sz w:val="32"/>
          <w:szCs w:val="32"/>
        </w:rPr>
        <w:t>First part of “The Seder”</w:t>
      </w:r>
    </w:p>
    <w:p w:rsidR="00444A4F" w:rsidRPr="00D8299F" w:rsidRDefault="00444A4F" w:rsidP="009B148D">
      <w:pPr>
        <w:pStyle w:val="Heading2"/>
        <w:rPr>
          <w:sz w:val="32"/>
          <w:szCs w:val="32"/>
        </w:rPr>
      </w:pPr>
      <w:r w:rsidRPr="00D8299F">
        <w:rPr>
          <w:sz w:val="32"/>
          <w:szCs w:val="32"/>
        </w:rPr>
        <w:t xml:space="preserve">A)  </w:t>
      </w:r>
      <w:r w:rsidR="009B148D" w:rsidRPr="00D8299F">
        <w:rPr>
          <w:sz w:val="32"/>
          <w:szCs w:val="32"/>
        </w:rPr>
        <w:t>First</w:t>
      </w:r>
      <w:r w:rsidRPr="00D8299F">
        <w:rPr>
          <w:sz w:val="32"/>
          <w:szCs w:val="32"/>
        </w:rPr>
        <w:t xml:space="preserve"> Cup </w:t>
      </w:r>
      <w:r w:rsidR="009B148D" w:rsidRPr="00D8299F">
        <w:rPr>
          <w:sz w:val="32"/>
          <w:szCs w:val="32"/>
        </w:rPr>
        <w:t>-</w:t>
      </w:r>
      <w:r w:rsidRPr="00D8299F">
        <w:rPr>
          <w:sz w:val="32"/>
          <w:szCs w:val="32"/>
        </w:rPr>
        <w:t xml:space="preserve"> Sanctification</w:t>
      </w:r>
    </w:p>
    <w:p w:rsidR="00444A4F" w:rsidRPr="00D8299F" w:rsidRDefault="00444A4F" w:rsidP="00444A4F">
      <w:pPr>
        <w:pStyle w:val="BodyText"/>
        <w:rPr>
          <w:sz w:val="32"/>
          <w:szCs w:val="32"/>
        </w:rPr>
      </w:pPr>
      <w:r w:rsidRPr="00D8299F">
        <w:rPr>
          <w:sz w:val="32"/>
          <w:szCs w:val="32"/>
        </w:rPr>
        <w:t>Traditionally there are 4 cups wine during the meal.</w:t>
      </w:r>
      <w:r w:rsidRPr="00D8299F">
        <w:rPr>
          <w:sz w:val="32"/>
          <w:szCs w:val="32"/>
        </w:rPr>
        <w:br/>
        <w:t>This is taken from Exodus 6:6-7.</w:t>
      </w:r>
    </w:p>
    <w:p w:rsidR="00444A4F" w:rsidRPr="00D8299F" w:rsidRDefault="00444A4F" w:rsidP="00444A4F">
      <w:pPr>
        <w:pStyle w:val="Scripture"/>
        <w:rPr>
          <w:sz w:val="32"/>
          <w:szCs w:val="40"/>
        </w:rPr>
      </w:pPr>
      <w:r w:rsidRPr="00D8299F">
        <w:rPr>
          <w:rStyle w:val="ScriptureChar"/>
          <w:b/>
          <w:bCs/>
          <w:i/>
          <w:iCs/>
          <w:sz w:val="32"/>
          <w:szCs w:val="40"/>
        </w:rPr>
        <w:t xml:space="preserve">Exodus 6:6–7 </w:t>
      </w:r>
      <w:r w:rsidRPr="00D8299F">
        <w:rPr>
          <w:rStyle w:val="ScriptureChar"/>
          <w:b/>
          <w:bCs/>
          <w:i/>
          <w:iCs/>
          <w:sz w:val="32"/>
          <w:szCs w:val="40"/>
        </w:rPr>
        <w:br/>
      </w:r>
      <w:r w:rsidRPr="00D8299F">
        <w:rPr>
          <w:rStyle w:val="ScriptureChar"/>
          <w:sz w:val="32"/>
          <w:szCs w:val="40"/>
        </w:rPr>
        <w:t xml:space="preserve">Say therefore to the people of Israel, ‘I am </w:t>
      </w:r>
      <w:r w:rsidR="007870FC">
        <w:rPr>
          <w:rStyle w:val="ScriptureChar"/>
          <w:sz w:val="32"/>
          <w:szCs w:val="40"/>
        </w:rPr>
        <w:t>YHWH</w:t>
      </w:r>
      <w:r w:rsidRPr="00D8299F">
        <w:rPr>
          <w:rStyle w:val="ScriptureChar"/>
          <w:sz w:val="32"/>
          <w:szCs w:val="40"/>
        </w:rPr>
        <w:t xml:space="preserve">, and I will bring you out from under the burdens of the Egyptians, and I will deliver you from slavery to them, and I will redeem you with an outstretched arm and </w:t>
      </w:r>
      <w:r w:rsidRPr="00D8299F">
        <w:rPr>
          <w:rStyle w:val="ScriptureChar"/>
          <w:sz w:val="32"/>
          <w:szCs w:val="40"/>
        </w:rPr>
        <w:lastRenderedPageBreak/>
        <w:t>with great acts of judgment. I will take you to be my people, and I will be your God.</w:t>
      </w:r>
      <w:r w:rsidR="009A5CE4" w:rsidRPr="00D8299F">
        <w:rPr>
          <w:rStyle w:val="ScriptureChar"/>
          <w:sz w:val="32"/>
          <w:szCs w:val="40"/>
        </w:rPr>
        <w:t>’</w:t>
      </w:r>
      <w:r w:rsidRPr="00D8299F">
        <w:rPr>
          <w:sz w:val="32"/>
          <w:szCs w:val="40"/>
        </w:rPr>
        <w:t xml:space="preserve"> </w:t>
      </w:r>
    </w:p>
    <w:p w:rsidR="00444A4F" w:rsidRPr="00D8299F" w:rsidRDefault="00444A4F" w:rsidP="00444A4F">
      <w:pPr>
        <w:pStyle w:val="BodyText"/>
        <w:rPr>
          <w:sz w:val="32"/>
          <w:szCs w:val="32"/>
        </w:rPr>
      </w:pPr>
      <w:r w:rsidRPr="00D8299F">
        <w:rPr>
          <w:sz w:val="32"/>
          <w:szCs w:val="32"/>
        </w:rPr>
        <w:t>The 4 cups stand for each of these 4 statements:</w:t>
      </w:r>
    </w:p>
    <w:p w:rsidR="00444A4F" w:rsidRPr="00D8299F" w:rsidRDefault="00444A4F" w:rsidP="00444A4F">
      <w:pPr>
        <w:pStyle w:val="BodyText"/>
        <w:numPr>
          <w:ilvl w:val="0"/>
          <w:numId w:val="33"/>
        </w:numPr>
        <w:rPr>
          <w:sz w:val="32"/>
          <w:szCs w:val="32"/>
        </w:rPr>
      </w:pPr>
      <w:r w:rsidRPr="00D8299F">
        <w:rPr>
          <w:sz w:val="32"/>
          <w:szCs w:val="32"/>
        </w:rPr>
        <w:t>I will bring you out  –</w:t>
      </w:r>
      <w:r w:rsidRPr="00D8299F">
        <w:rPr>
          <w:b/>
          <w:bCs/>
          <w:sz w:val="32"/>
          <w:szCs w:val="32"/>
        </w:rPr>
        <w:t xml:space="preserve"> Cup of Sanctification</w:t>
      </w:r>
    </w:p>
    <w:p w:rsidR="00444A4F" w:rsidRPr="00D8299F" w:rsidRDefault="00444A4F" w:rsidP="00444A4F">
      <w:pPr>
        <w:pStyle w:val="BodyText"/>
        <w:numPr>
          <w:ilvl w:val="0"/>
          <w:numId w:val="33"/>
        </w:numPr>
        <w:rPr>
          <w:sz w:val="32"/>
          <w:szCs w:val="32"/>
        </w:rPr>
      </w:pPr>
      <w:r w:rsidRPr="00D8299F">
        <w:rPr>
          <w:sz w:val="32"/>
          <w:szCs w:val="32"/>
        </w:rPr>
        <w:t xml:space="preserve">I will deliver you – </w:t>
      </w:r>
      <w:r w:rsidRPr="00D8299F">
        <w:rPr>
          <w:b/>
          <w:bCs/>
          <w:sz w:val="32"/>
          <w:szCs w:val="32"/>
        </w:rPr>
        <w:t>Cup of Deliverance</w:t>
      </w:r>
      <w:r w:rsidRPr="00D8299F">
        <w:rPr>
          <w:sz w:val="32"/>
          <w:szCs w:val="32"/>
        </w:rPr>
        <w:t xml:space="preserve"> </w:t>
      </w:r>
    </w:p>
    <w:p w:rsidR="00444A4F" w:rsidRPr="00D8299F" w:rsidRDefault="00444A4F" w:rsidP="00444A4F">
      <w:pPr>
        <w:pStyle w:val="BodyText"/>
        <w:numPr>
          <w:ilvl w:val="0"/>
          <w:numId w:val="33"/>
        </w:numPr>
        <w:rPr>
          <w:sz w:val="32"/>
          <w:szCs w:val="32"/>
        </w:rPr>
      </w:pPr>
      <w:r w:rsidRPr="00D8299F">
        <w:rPr>
          <w:sz w:val="32"/>
          <w:szCs w:val="32"/>
        </w:rPr>
        <w:t xml:space="preserve">I will redeem you – </w:t>
      </w:r>
      <w:r w:rsidRPr="00D8299F">
        <w:rPr>
          <w:b/>
          <w:bCs/>
          <w:sz w:val="32"/>
          <w:szCs w:val="32"/>
        </w:rPr>
        <w:t>Cup of Redemption</w:t>
      </w:r>
    </w:p>
    <w:p w:rsidR="00444A4F" w:rsidRPr="00D8299F" w:rsidRDefault="00444A4F" w:rsidP="00444A4F">
      <w:pPr>
        <w:pStyle w:val="BodyText"/>
        <w:numPr>
          <w:ilvl w:val="0"/>
          <w:numId w:val="33"/>
        </w:numPr>
        <w:rPr>
          <w:sz w:val="32"/>
          <w:szCs w:val="32"/>
        </w:rPr>
      </w:pPr>
      <w:r w:rsidRPr="00D8299F">
        <w:rPr>
          <w:sz w:val="32"/>
          <w:szCs w:val="32"/>
        </w:rPr>
        <w:t xml:space="preserve">I will take you for my people – </w:t>
      </w:r>
      <w:r w:rsidRPr="00D8299F">
        <w:rPr>
          <w:b/>
          <w:bCs/>
          <w:sz w:val="32"/>
          <w:szCs w:val="32"/>
        </w:rPr>
        <w:t>Cup of Praise</w:t>
      </w:r>
    </w:p>
    <w:p w:rsidR="00444A4F" w:rsidRPr="00D8299F" w:rsidRDefault="00444A4F" w:rsidP="00444A4F">
      <w:pPr>
        <w:pStyle w:val="BodyText"/>
        <w:rPr>
          <w:sz w:val="32"/>
          <w:szCs w:val="32"/>
        </w:rPr>
      </w:pPr>
      <w:r w:rsidRPr="00D8299F">
        <w:rPr>
          <w:sz w:val="32"/>
          <w:szCs w:val="32"/>
        </w:rPr>
        <w:t xml:space="preserve">The first cup is the cup of sanctification - to be set apart for God’s purposes; not for Pharaoh’s purposes; not for anyone’s purpose other than our Fathers. </w:t>
      </w:r>
      <w:r w:rsidR="007870FC">
        <w:rPr>
          <w:sz w:val="32"/>
          <w:szCs w:val="32"/>
        </w:rPr>
        <w:t>YHWH</w:t>
      </w:r>
      <w:r w:rsidRPr="00D8299F">
        <w:rPr>
          <w:sz w:val="32"/>
          <w:szCs w:val="32"/>
        </w:rPr>
        <w:t xml:space="preserve"> set us apart from the rest of the world, to be different from all other people, for his holy purpose. </w:t>
      </w:r>
    </w:p>
    <w:p w:rsidR="00444A4F" w:rsidRPr="00D8299F" w:rsidRDefault="00444A4F" w:rsidP="00444A4F">
      <w:pPr>
        <w:pStyle w:val="BodyText"/>
        <w:rPr>
          <w:sz w:val="32"/>
          <w:szCs w:val="32"/>
        </w:rPr>
      </w:pPr>
      <w:r w:rsidRPr="00D8299F">
        <w:rPr>
          <w:sz w:val="32"/>
          <w:szCs w:val="32"/>
        </w:rPr>
        <w:t xml:space="preserve">Fill cups, lift them up and say the blessing together: </w:t>
      </w:r>
    </w:p>
    <w:p w:rsidR="00444A4F" w:rsidRPr="00D8299F" w:rsidRDefault="00444A4F" w:rsidP="00433212">
      <w:pPr>
        <w:pStyle w:val="Blessing"/>
      </w:pPr>
      <w:r w:rsidRPr="00D8299F">
        <w:t xml:space="preserve">Blessed are you, </w:t>
      </w:r>
      <w:r w:rsidR="007870FC">
        <w:t>YHWH</w:t>
      </w:r>
      <w:r w:rsidRPr="00D8299F">
        <w:t xml:space="preserve"> our God, King of the universe, who created the fruit of the vine, and set us apart to be yours and only yours, and for your purposes alone.</w:t>
      </w:r>
    </w:p>
    <w:p w:rsidR="00444A4F" w:rsidRPr="00D8299F" w:rsidRDefault="00444A4F" w:rsidP="00444A4F">
      <w:pPr>
        <w:pStyle w:val="BodyText"/>
        <w:rPr>
          <w:sz w:val="32"/>
          <w:szCs w:val="32"/>
        </w:rPr>
      </w:pPr>
      <w:r w:rsidRPr="00D8299F">
        <w:rPr>
          <w:sz w:val="32"/>
          <w:szCs w:val="32"/>
        </w:rPr>
        <w:t>Let’s drink the cup of sanctification.</w:t>
      </w:r>
    </w:p>
    <w:p w:rsidR="00444A4F" w:rsidRPr="00D8299F" w:rsidRDefault="00444A4F" w:rsidP="00444A4F">
      <w:pPr>
        <w:pStyle w:val="BodyText"/>
        <w:rPr>
          <w:sz w:val="32"/>
          <w:szCs w:val="32"/>
        </w:rPr>
      </w:pPr>
      <w:r w:rsidRPr="00D8299F">
        <w:rPr>
          <w:sz w:val="32"/>
          <w:szCs w:val="32"/>
        </w:rPr>
        <w:t>It was this first cup that we probably read about in Luke, when Yeshua was celebrating Passover with his disciples:</w:t>
      </w:r>
    </w:p>
    <w:p w:rsidR="00444A4F" w:rsidRPr="00D8299F" w:rsidRDefault="00444A4F" w:rsidP="00444A4F">
      <w:pPr>
        <w:pStyle w:val="Scripture"/>
        <w:rPr>
          <w:b/>
          <w:bCs/>
          <w:i/>
          <w:iCs/>
          <w:sz w:val="32"/>
          <w:szCs w:val="40"/>
        </w:rPr>
      </w:pPr>
      <w:r w:rsidRPr="00D8299F">
        <w:rPr>
          <w:rStyle w:val="ScriptureChar"/>
          <w:b/>
          <w:bCs/>
          <w:i/>
          <w:iCs/>
          <w:sz w:val="32"/>
          <w:szCs w:val="40"/>
        </w:rPr>
        <w:t>Luke 22:14–18</w:t>
      </w:r>
      <w:r w:rsidRPr="00D8299F">
        <w:rPr>
          <w:rStyle w:val="ScriptureChar"/>
          <w:sz w:val="32"/>
          <w:szCs w:val="40"/>
        </w:rPr>
        <w:br/>
      </w:r>
      <w:r w:rsidRPr="00D8299F">
        <w:rPr>
          <w:sz w:val="32"/>
          <w:szCs w:val="40"/>
        </w:rPr>
        <w:t xml:space="preserve">And when the hour came, he reclined at table, and the apostles with him. </w:t>
      </w:r>
      <w:r w:rsidRPr="00D8299F">
        <w:rPr>
          <w:rStyle w:val="ScriptureChar"/>
          <w:b/>
          <w:bCs/>
          <w:i/>
          <w:iCs/>
          <w:sz w:val="32"/>
          <w:szCs w:val="40"/>
        </w:rPr>
        <w:t xml:space="preserve"> </w:t>
      </w:r>
      <w:r w:rsidRPr="00D8299F">
        <w:rPr>
          <w:sz w:val="32"/>
          <w:szCs w:val="40"/>
        </w:rPr>
        <w:t xml:space="preserve">And he said to them, </w:t>
      </w:r>
      <w:r w:rsidRPr="00D8299F">
        <w:rPr>
          <w:color w:val="FF0000"/>
          <w:sz w:val="32"/>
          <w:szCs w:val="40"/>
        </w:rPr>
        <w:t xml:space="preserve">“I have earnestly desired to eat this Passover with you before </w:t>
      </w:r>
      <w:r w:rsidRPr="00D8299F">
        <w:rPr>
          <w:color w:val="FF0000"/>
          <w:sz w:val="32"/>
          <w:szCs w:val="40"/>
        </w:rPr>
        <w:lastRenderedPageBreak/>
        <w:t>I suffer.</w:t>
      </w:r>
      <w:r w:rsidRPr="00D8299F">
        <w:rPr>
          <w:sz w:val="32"/>
          <w:szCs w:val="40"/>
        </w:rPr>
        <w:t xml:space="preserve"> </w:t>
      </w:r>
      <w:r w:rsidRPr="00D8299F">
        <w:rPr>
          <w:rStyle w:val="ScriptureChar"/>
          <w:b/>
          <w:bCs/>
          <w:i/>
          <w:iCs/>
          <w:sz w:val="32"/>
          <w:szCs w:val="40"/>
        </w:rPr>
        <w:t xml:space="preserve"> </w:t>
      </w:r>
      <w:r w:rsidRPr="00D8299F">
        <w:rPr>
          <w:color w:val="FF0000"/>
          <w:sz w:val="32"/>
          <w:szCs w:val="40"/>
        </w:rPr>
        <w:t>For I tell you I will not eat it until it is fulfilled in the kingdom of God.”</w:t>
      </w:r>
      <w:r w:rsidRPr="00D8299F">
        <w:rPr>
          <w:sz w:val="32"/>
          <w:szCs w:val="40"/>
        </w:rPr>
        <w:t xml:space="preserve"> </w:t>
      </w:r>
      <w:r w:rsidRPr="00D8299F">
        <w:rPr>
          <w:rStyle w:val="ScriptureChar"/>
          <w:b/>
          <w:bCs/>
          <w:i/>
          <w:iCs/>
          <w:sz w:val="32"/>
          <w:szCs w:val="40"/>
        </w:rPr>
        <w:t xml:space="preserve"> </w:t>
      </w:r>
      <w:r w:rsidRPr="00D8299F">
        <w:rPr>
          <w:sz w:val="32"/>
          <w:szCs w:val="40"/>
        </w:rPr>
        <w:t xml:space="preserve">And he took a cup, and when he had given thanks he said, </w:t>
      </w:r>
      <w:r w:rsidRPr="00D8299F">
        <w:rPr>
          <w:color w:val="FF0000"/>
          <w:sz w:val="32"/>
          <w:szCs w:val="40"/>
        </w:rPr>
        <w:t>“Take this, and divide it among yourselves.</w:t>
      </w:r>
      <w:r w:rsidRPr="00D8299F">
        <w:rPr>
          <w:sz w:val="32"/>
          <w:szCs w:val="40"/>
        </w:rPr>
        <w:t xml:space="preserve"> </w:t>
      </w:r>
      <w:r w:rsidRPr="00D8299F">
        <w:rPr>
          <w:rStyle w:val="ScriptureChar"/>
          <w:b/>
          <w:bCs/>
          <w:i/>
          <w:iCs/>
          <w:sz w:val="32"/>
          <w:szCs w:val="40"/>
        </w:rPr>
        <w:t xml:space="preserve"> </w:t>
      </w:r>
      <w:r w:rsidRPr="00D8299F">
        <w:rPr>
          <w:color w:val="FF0000"/>
          <w:sz w:val="32"/>
          <w:szCs w:val="40"/>
        </w:rPr>
        <w:t>For I tell you that from now on I will not drink of the fruit of the vine until the kingdom of God comes.”</w:t>
      </w:r>
      <w:r w:rsidRPr="00D8299F">
        <w:rPr>
          <w:sz w:val="32"/>
          <w:szCs w:val="40"/>
        </w:rPr>
        <w:t xml:space="preserve"> </w:t>
      </w:r>
    </w:p>
    <w:p w:rsidR="00444A4F" w:rsidRPr="00D8299F" w:rsidRDefault="00444A4F" w:rsidP="00444A4F">
      <w:pPr>
        <w:pStyle w:val="Heading2"/>
        <w:rPr>
          <w:sz w:val="32"/>
          <w:szCs w:val="32"/>
        </w:rPr>
      </w:pPr>
      <w:r w:rsidRPr="00D8299F">
        <w:rPr>
          <w:sz w:val="32"/>
          <w:szCs w:val="32"/>
        </w:rPr>
        <w:t xml:space="preserve">B)  Hand Washing </w:t>
      </w:r>
    </w:p>
    <w:p w:rsidR="00444A4F" w:rsidRDefault="00444A4F" w:rsidP="00444A4F">
      <w:pPr>
        <w:pStyle w:val="BodyText"/>
        <w:rPr>
          <w:sz w:val="32"/>
          <w:szCs w:val="32"/>
        </w:rPr>
      </w:pPr>
      <w:r w:rsidRPr="00D8299F">
        <w:rPr>
          <w:sz w:val="32"/>
          <w:szCs w:val="32"/>
        </w:rPr>
        <w:t>Traditionally, before we eat any of the food on the Passover plate, we wash our hands, to symbolize our purification on the inside, and in doing so, to expect the blessing He promises us:</w:t>
      </w:r>
    </w:p>
    <w:p w:rsidR="004923B2" w:rsidRPr="004923B2" w:rsidRDefault="004923B2" w:rsidP="004923B2">
      <w:pPr>
        <w:pStyle w:val="Scripture"/>
        <w:rPr>
          <w:sz w:val="32"/>
          <w:szCs w:val="40"/>
        </w:rPr>
      </w:pPr>
      <w:r w:rsidRPr="004923B2">
        <w:rPr>
          <w:b/>
          <w:bCs/>
          <w:i/>
          <w:iCs/>
          <w:sz w:val="32"/>
          <w:szCs w:val="40"/>
        </w:rPr>
        <w:t xml:space="preserve">Psalm 139:23–24 </w:t>
      </w:r>
      <w:r w:rsidRPr="004923B2">
        <w:rPr>
          <w:b/>
          <w:bCs/>
          <w:i/>
          <w:iCs/>
          <w:sz w:val="32"/>
          <w:szCs w:val="40"/>
        </w:rPr>
        <w:br/>
      </w:r>
      <w:r w:rsidRPr="004923B2">
        <w:rPr>
          <w:sz w:val="32"/>
          <w:szCs w:val="40"/>
        </w:rPr>
        <w:t>Search me, O God, and know my heart! Try me and know my thoughts! And see if there be any grievous way in me, and lead me in the way everlasting!</w:t>
      </w:r>
    </w:p>
    <w:p w:rsidR="00444A4F" w:rsidRPr="00D8299F" w:rsidRDefault="00444A4F" w:rsidP="00444A4F">
      <w:pPr>
        <w:pStyle w:val="Scripture"/>
        <w:rPr>
          <w:sz w:val="32"/>
          <w:szCs w:val="40"/>
        </w:rPr>
      </w:pPr>
      <w:r w:rsidRPr="00D8299F">
        <w:rPr>
          <w:rStyle w:val="ScriptureChar"/>
          <w:b/>
          <w:bCs/>
          <w:i/>
          <w:iCs/>
          <w:sz w:val="32"/>
          <w:szCs w:val="40"/>
        </w:rPr>
        <w:t xml:space="preserve">Psalm 24:3–5 </w:t>
      </w:r>
      <w:r w:rsidRPr="00D8299F">
        <w:rPr>
          <w:rStyle w:val="ScriptureChar"/>
          <w:b/>
          <w:bCs/>
          <w:i/>
          <w:iCs/>
          <w:sz w:val="32"/>
          <w:szCs w:val="40"/>
        </w:rPr>
        <w:br/>
      </w:r>
      <w:r w:rsidRPr="00D8299F">
        <w:rPr>
          <w:rStyle w:val="ScriptureChar"/>
          <w:sz w:val="32"/>
          <w:szCs w:val="40"/>
        </w:rPr>
        <w:t xml:space="preserve">Who shall ascend the hill of </w:t>
      </w:r>
      <w:r w:rsidR="007870FC">
        <w:rPr>
          <w:rStyle w:val="ScriptureChar"/>
          <w:sz w:val="32"/>
          <w:szCs w:val="40"/>
        </w:rPr>
        <w:t>YHWH</w:t>
      </w:r>
      <w:r w:rsidRPr="00D8299F">
        <w:rPr>
          <w:rStyle w:val="ScriptureChar"/>
          <w:sz w:val="32"/>
          <w:szCs w:val="40"/>
        </w:rPr>
        <w:t xml:space="preserve">? And who shall stand in his holy place? He who has clean hands and a pure heart, who does not lift up his soul to what is false and does not swear deceitfully. He will receive blessing from </w:t>
      </w:r>
      <w:r w:rsidR="007870FC">
        <w:rPr>
          <w:rStyle w:val="ScriptureChar"/>
          <w:sz w:val="32"/>
          <w:szCs w:val="40"/>
        </w:rPr>
        <w:t>YHWH</w:t>
      </w:r>
      <w:r w:rsidRPr="00D8299F">
        <w:rPr>
          <w:rStyle w:val="ScriptureChar"/>
          <w:sz w:val="32"/>
          <w:szCs w:val="40"/>
        </w:rPr>
        <w:t xml:space="preserve"> and righteousness from the God of his salvation.</w:t>
      </w:r>
      <w:r w:rsidRPr="00D8299F">
        <w:rPr>
          <w:sz w:val="32"/>
          <w:szCs w:val="40"/>
        </w:rPr>
        <w:t xml:space="preserve"> </w:t>
      </w:r>
    </w:p>
    <w:p w:rsidR="00444A4F" w:rsidRPr="00D8299F" w:rsidRDefault="00444A4F" w:rsidP="00433212">
      <w:pPr>
        <w:pStyle w:val="Blessing"/>
      </w:pPr>
      <w:r w:rsidRPr="00D8299F">
        <w:t xml:space="preserve">Blessed are you, </w:t>
      </w:r>
      <w:r w:rsidR="007870FC">
        <w:t>YHWH</w:t>
      </w:r>
      <w:r w:rsidRPr="00D8299F">
        <w:t xml:space="preserve"> our God, King of the universe, who has set us apart with your Word.  We cleanse our hands and our hearts as we come before you in praise and celebration today.</w:t>
      </w:r>
    </w:p>
    <w:p w:rsidR="00444A4F" w:rsidRPr="00D8299F" w:rsidRDefault="00444A4F" w:rsidP="00444A4F">
      <w:pPr>
        <w:pStyle w:val="BodyText"/>
        <w:rPr>
          <w:sz w:val="32"/>
          <w:szCs w:val="32"/>
        </w:rPr>
      </w:pPr>
      <w:r w:rsidRPr="00D8299F">
        <w:rPr>
          <w:sz w:val="32"/>
          <w:szCs w:val="32"/>
        </w:rPr>
        <w:lastRenderedPageBreak/>
        <w:t xml:space="preserve">Hold the bowl for the person next to you, and </w:t>
      </w:r>
      <w:r w:rsidR="007C7044" w:rsidRPr="00D8299F">
        <w:rPr>
          <w:sz w:val="32"/>
          <w:szCs w:val="32"/>
        </w:rPr>
        <w:t xml:space="preserve">as </w:t>
      </w:r>
      <w:r w:rsidRPr="00D8299F">
        <w:rPr>
          <w:sz w:val="32"/>
          <w:szCs w:val="32"/>
        </w:rPr>
        <w:t>you wash, renew your commitment to our Father to be set apart for him with a clean and pure heart.</w:t>
      </w:r>
    </w:p>
    <w:p w:rsidR="00444A4F" w:rsidRPr="00D8299F" w:rsidRDefault="00444A4F" w:rsidP="00444A4F">
      <w:pPr>
        <w:pStyle w:val="BodyText"/>
        <w:rPr>
          <w:sz w:val="32"/>
          <w:szCs w:val="32"/>
        </w:rPr>
      </w:pPr>
      <w:r w:rsidRPr="00D8299F">
        <w:rPr>
          <w:sz w:val="32"/>
          <w:szCs w:val="32"/>
        </w:rPr>
        <w:t xml:space="preserve">It may have been </w:t>
      </w:r>
      <w:r w:rsidR="007C7044" w:rsidRPr="00D8299F">
        <w:rPr>
          <w:sz w:val="32"/>
          <w:szCs w:val="32"/>
        </w:rPr>
        <w:t xml:space="preserve">at </w:t>
      </w:r>
      <w:r w:rsidRPr="00D8299F">
        <w:rPr>
          <w:sz w:val="32"/>
          <w:szCs w:val="32"/>
        </w:rPr>
        <w:t>this part of the Passover celebration, at the Last Supper, that Yeshua gets up from the meal, and does something very strange:</w:t>
      </w:r>
    </w:p>
    <w:p w:rsidR="00444A4F" w:rsidRPr="00D8299F" w:rsidRDefault="00444A4F" w:rsidP="00444A4F">
      <w:pPr>
        <w:pStyle w:val="Scripture"/>
        <w:rPr>
          <w:sz w:val="32"/>
          <w:szCs w:val="40"/>
        </w:rPr>
      </w:pPr>
      <w:r w:rsidRPr="00D8299F">
        <w:rPr>
          <w:rStyle w:val="ScriptureChar"/>
          <w:b/>
          <w:bCs/>
          <w:i/>
          <w:iCs/>
          <w:sz w:val="32"/>
          <w:szCs w:val="40"/>
        </w:rPr>
        <w:t xml:space="preserve">John 13:4–7 </w:t>
      </w:r>
      <w:r w:rsidRPr="00D8299F">
        <w:rPr>
          <w:rStyle w:val="ScriptureChar"/>
          <w:b/>
          <w:bCs/>
          <w:i/>
          <w:iCs/>
          <w:sz w:val="32"/>
          <w:szCs w:val="40"/>
        </w:rPr>
        <w:br/>
      </w:r>
      <w:r w:rsidRPr="00D8299F">
        <w:rPr>
          <w:rStyle w:val="ScriptureChar"/>
          <w:sz w:val="32"/>
          <w:szCs w:val="40"/>
        </w:rPr>
        <w:t xml:space="preserve">Yeshua laid aside his outer garments, and taking a towel, tied it around his waist. Then he poured water into a basin and began to wash the disciples’ feet and to wipe them with the towel that was wrapped around him. He came to Simon Peter, who said to him, “Lord, do you wash my feet?” Yeshua answered him, </w:t>
      </w:r>
      <w:r w:rsidRPr="00D8299F">
        <w:rPr>
          <w:rStyle w:val="ScriptureChar"/>
          <w:color w:val="FF0000"/>
          <w:sz w:val="32"/>
          <w:szCs w:val="40"/>
        </w:rPr>
        <w:t>“What I am doing you do not understand now, but afterward you will understand.”</w:t>
      </w:r>
      <w:r w:rsidRPr="00D8299F">
        <w:rPr>
          <w:sz w:val="32"/>
          <w:szCs w:val="40"/>
        </w:rPr>
        <w:t xml:space="preserve"> </w:t>
      </w:r>
    </w:p>
    <w:p w:rsidR="00444A4F" w:rsidRPr="00D8299F" w:rsidRDefault="00444A4F" w:rsidP="00444A4F">
      <w:pPr>
        <w:pStyle w:val="BodyText"/>
        <w:rPr>
          <w:sz w:val="32"/>
          <w:szCs w:val="32"/>
        </w:rPr>
      </w:pPr>
      <w:r w:rsidRPr="00D8299F">
        <w:rPr>
          <w:sz w:val="32"/>
          <w:szCs w:val="32"/>
        </w:rPr>
        <w:t xml:space="preserve">Can you see Peter’s reaction?  Are you going to wash my feet?   This is the time to wash our hands not our feet?  And Yeshua taught them his true servant nature. </w:t>
      </w:r>
    </w:p>
    <w:p w:rsidR="00444A4F" w:rsidRPr="00D8299F" w:rsidRDefault="00444A4F" w:rsidP="00444A4F">
      <w:pPr>
        <w:pStyle w:val="BodyText"/>
        <w:rPr>
          <w:sz w:val="32"/>
          <w:szCs w:val="32"/>
        </w:rPr>
      </w:pPr>
      <w:r w:rsidRPr="00D8299F">
        <w:rPr>
          <w:sz w:val="32"/>
          <w:szCs w:val="32"/>
        </w:rPr>
        <w:t>Often people incorporate not just hand washing, but also foot washing, into the Passover celebration.</w:t>
      </w:r>
    </w:p>
    <w:p w:rsidR="00444A4F" w:rsidRPr="00D8299F" w:rsidRDefault="00444A4F" w:rsidP="00444A4F">
      <w:pPr>
        <w:pStyle w:val="Heading2"/>
        <w:rPr>
          <w:sz w:val="32"/>
          <w:szCs w:val="32"/>
        </w:rPr>
      </w:pPr>
      <w:r w:rsidRPr="00D8299F">
        <w:rPr>
          <w:sz w:val="32"/>
          <w:szCs w:val="32"/>
        </w:rPr>
        <w:t>C)  Parsley &amp; Salt Water</w:t>
      </w:r>
    </w:p>
    <w:p w:rsidR="00444A4F" w:rsidRPr="00D8299F" w:rsidRDefault="00444A4F" w:rsidP="00444A4F">
      <w:pPr>
        <w:pStyle w:val="BodyText"/>
        <w:tabs>
          <w:tab w:val="left" w:pos="2160"/>
        </w:tabs>
        <w:rPr>
          <w:sz w:val="32"/>
          <w:szCs w:val="32"/>
        </w:rPr>
      </w:pPr>
      <w:r w:rsidRPr="00D8299F">
        <w:rPr>
          <w:sz w:val="32"/>
          <w:szCs w:val="32"/>
        </w:rPr>
        <w:t xml:space="preserve">Each food on the Passover Plate has special symbolic meaning. </w:t>
      </w:r>
    </w:p>
    <w:p w:rsidR="00444A4F" w:rsidRPr="00D8299F" w:rsidRDefault="00444A4F" w:rsidP="00444A4F">
      <w:pPr>
        <w:pStyle w:val="BodyText"/>
        <w:tabs>
          <w:tab w:val="left" w:pos="1170"/>
          <w:tab w:val="left" w:pos="2160"/>
        </w:tabs>
        <w:rPr>
          <w:sz w:val="32"/>
          <w:szCs w:val="32"/>
        </w:rPr>
      </w:pPr>
      <w:r w:rsidRPr="00D8299F">
        <w:rPr>
          <w:b/>
          <w:bCs/>
          <w:sz w:val="32"/>
          <w:szCs w:val="32"/>
        </w:rPr>
        <w:t>Parsley</w:t>
      </w:r>
      <w:r w:rsidRPr="00D8299F">
        <w:rPr>
          <w:b/>
          <w:sz w:val="32"/>
          <w:szCs w:val="32"/>
        </w:rPr>
        <w:t xml:space="preserve"> </w:t>
      </w:r>
      <w:r w:rsidR="000500D9">
        <w:rPr>
          <w:sz w:val="32"/>
          <w:szCs w:val="32"/>
        </w:rPr>
        <w:t>–</w:t>
      </w:r>
      <w:r w:rsidRPr="00D8299F">
        <w:rPr>
          <w:sz w:val="32"/>
          <w:szCs w:val="32"/>
        </w:rPr>
        <w:t>represents hyssop, green for new life</w:t>
      </w:r>
      <w:r w:rsidRPr="00D8299F">
        <w:rPr>
          <w:sz w:val="32"/>
          <w:szCs w:val="32"/>
        </w:rPr>
        <w:br/>
      </w:r>
      <w:r w:rsidRPr="00D8299F">
        <w:rPr>
          <w:sz w:val="32"/>
          <w:szCs w:val="32"/>
        </w:rPr>
        <w:tab/>
        <w:t>God’s blessing of new life.</w:t>
      </w:r>
    </w:p>
    <w:p w:rsidR="00444A4F" w:rsidRPr="00D8299F" w:rsidRDefault="00444A4F" w:rsidP="00444A4F">
      <w:pPr>
        <w:pStyle w:val="Scripture"/>
        <w:rPr>
          <w:sz w:val="32"/>
          <w:szCs w:val="40"/>
        </w:rPr>
      </w:pPr>
      <w:r w:rsidRPr="00D8299F">
        <w:rPr>
          <w:rStyle w:val="ScriptureChar"/>
          <w:b/>
          <w:bCs/>
          <w:i/>
          <w:iCs/>
          <w:sz w:val="32"/>
          <w:szCs w:val="40"/>
        </w:rPr>
        <w:lastRenderedPageBreak/>
        <w:t xml:space="preserve">Exodus 12:21–22 </w:t>
      </w:r>
      <w:r w:rsidRPr="00D8299F">
        <w:rPr>
          <w:rStyle w:val="ScriptureChar"/>
          <w:b/>
          <w:bCs/>
          <w:i/>
          <w:iCs/>
          <w:sz w:val="32"/>
          <w:szCs w:val="40"/>
        </w:rPr>
        <w:br/>
      </w:r>
      <w:r w:rsidRPr="00D8299F">
        <w:rPr>
          <w:rStyle w:val="ScriptureChar"/>
          <w:sz w:val="32"/>
          <w:szCs w:val="40"/>
        </w:rPr>
        <w:t xml:space="preserve">Then Moses called all the elders of Israel and said to them, “Go and select lambs for yourselves according to your clans, and kill the Passover lamb. </w:t>
      </w:r>
      <w:r w:rsidRPr="00D8299F">
        <w:rPr>
          <w:rStyle w:val="ScriptureChar"/>
          <w:b/>
          <w:bCs/>
          <w:sz w:val="32"/>
          <w:szCs w:val="40"/>
        </w:rPr>
        <w:t xml:space="preserve">Take a bunch of hyssop and dip it in the blood </w:t>
      </w:r>
      <w:r w:rsidRPr="00D8299F">
        <w:rPr>
          <w:rStyle w:val="ScriptureChar"/>
          <w:sz w:val="32"/>
          <w:szCs w:val="40"/>
        </w:rPr>
        <w:t>that is in the basin, and touch the lintel and the two doorposts with the blood that is in the basin.</w:t>
      </w:r>
      <w:r w:rsidRPr="00D8299F">
        <w:rPr>
          <w:sz w:val="32"/>
          <w:szCs w:val="40"/>
        </w:rPr>
        <w:t xml:space="preserve"> </w:t>
      </w:r>
    </w:p>
    <w:p w:rsidR="00444A4F" w:rsidRPr="00D8299F" w:rsidRDefault="00444A4F" w:rsidP="00444A4F">
      <w:pPr>
        <w:pStyle w:val="BodyText"/>
        <w:rPr>
          <w:sz w:val="32"/>
          <w:szCs w:val="32"/>
        </w:rPr>
      </w:pPr>
      <w:r w:rsidRPr="00D8299F">
        <w:rPr>
          <w:sz w:val="32"/>
          <w:szCs w:val="32"/>
        </w:rPr>
        <w:t>The parsley represents the hyssop branch used to apply the blood of the lamb to the doorpost. It’s green because it represents new life -  new life in the promised land – the blessing of the Father.</w:t>
      </w:r>
    </w:p>
    <w:p w:rsidR="00444A4F" w:rsidRPr="00D8299F" w:rsidRDefault="00444A4F" w:rsidP="00444A4F">
      <w:pPr>
        <w:pStyle w:val="BodyText"/>
        <w:rPr>
          <w:b/>
          <w:i/>
          <w:sz w:val="32"/>
          <w:szCs w:val="32"/>
        </w:rPr>
      </w:pPr>
      <w:r w:rsidRPr="00D8299F">
        <w:rPr>
          <w:b/>
          <w:i/>
          <w:sz w:val="32"/>
          <w:szCs w:val="32"/>
        </w:rPr>
        <w:t xml:space="preserve">But blessings are often born out of sorrow.  </w:t>
      </w:r>
    </w:p>
    <w:p w:rsidR="00444A4F" w:rsidRPr="00D8299F" w:rsidRDefault="00444A4F" w:rsidP="00444A4F">
      <w:pPr>
        <w:pStyle w:val="Scripture"/>
        <w:rPr>
          <w:sz w:val="32"/>
          <w:szCs w:val="40"/>
        </w:rPr>
      </w:pPr>
      <w:r w:rsidRPr="00D8299F">
        <w:rPr>
          <w:rStyle w:val="ScriptureChar"/>
          <w:b/>
          <w:bCs/>
          <w:i/>
          <w:iCs/>
          <w:sz w:val="32"/>
          <w:szCs w:val="40"/>
        </w:rPr>
        <w:t xml:space="preserve">Exodus 2:23–25 </w:t>
      </w:r>
      <w:r w:rsidRPr="00D8299F">
        <w:rPr>
          <w:rStyle w:val="ScriptureChar"/>
          <w:b/>
          <w:bCs/>
          <w:i/>
          <w:iCs/>
          <w:sz w:val="32"/>
          <w:szCs w:val="40"/>
        </w:rPr>
        <w:br/>
      </w:r>
      <w:r w:rsidRPr="00D8299F">
        <w:rPr>
          <w:rStyle w:val="ScriptureChar"/>
          <w:sz w:val="32"/>
          <w:szCs w:val="40"/>
        </w:rPr>
        <w:t xml:space="preserve">the people of Israel </w:t>
      </w:r>
      <w:r w:rsidRPr="00D8299F">
        <w:rPr>
          <w:rStyle w:val="ScriptureChar"/>
          <w:b/>
          <w:bCs/>
          <w:sz w:val="32"/>
          <w:szCs w:val="40"/>
        </w:rPr>
        <w:t>groaned because of their slavery and cried out for help</w:t>
      </w:r>
      <w:r w:rsidRPr="00D8299F">
        <w:rPr>
          <w:rStyle w:val="ScriptureChar"/>
          <w:sz w:val="32"/>
          <w:szCs w:val="40"/>
        </w:rPr>
        <w:t>. Their cry for rescue from slavery came up to God. And God heard their groaning, and God remembered his covenant with Abraham, with Isaac, and with Jacob.</w:t>
      </w:r>
    </w:p>
    <w:p w:rsidR="00444A4F" w:rsidRPr="00D8299F" w:rsidRDefault="00444A4F" w:rsidP="00444A4F">
      <w:pPr>
        <w:pStyle w:val="BodyText"/>
        <w:rPr>
          <w:sz w:val="32"/>
          <w:szCs w:val="32"/>
        </w:rPr>
      </w:pPr>
      <w:r w:rsidRPr="00D8299F">
        <w:rPr>
          <w:sz w:val="32"/>
          <w:szCs w:val="32"/>
        </w:rPr>
        <w:t xml:space="preserve">They groaned in their slavery, and cried out to the Father. And he heard them and blessed them.  Blessings born out of sorrow.  </w:t>
      </w:r>
    </w:p>
    <w:p w:rsidR="00444A4F" w:rsidRPr="00D8299F" w:rsidRDefault="00444A4F" w:rsidP="00444A4F">
      <w:pPr>
        <w:pStyle w:val="BodyText"/>
        <w:rPr>
          <w:sz w:val="32"/>
          <w:szCs w:val="32"/>
        </w:rPr>
      </w:pPr>
      <w:r w:rsidRPr="00D8299F">
        <w:rPr>
          <w:sz w:val="32"/>
          <w:szCs w:val="32"/>
        </w:rPr>
        <w:t>And there was also much sorrow in the land of Egypt that first Passover evening:</w:t>
      </w:r>
    </w:p>
    <w:p w:rsidR="00444A4F" w:rsidRPr="00D8299F" w:rsidRDefault="00444A4F" w:rsidP="00444A4F">
      <w:pPr>
        <w:pStyle w:val="Scripture"/>
        <w:rPr>
          <w:sz w:val="32"/>
          <w:szCs w:val="40"/>
        </w:rPr>
      </w:pPr>
      <w:r w:rsidRPr="00D8299F">
        <w:rPr>
          <w:rStyle w:val="ScriptureChar"/>
          <w:b/>
          <w:bCs/>
          <w:i/>
          <w:iCs/>
          <w:sz w:val="32"/>
          <w:szCs w:val="40"/>
        </w:rPr>
        <w:t xml:space="preserve">Exodus 12:29–30 </w:t>
      </w:r>
      <w:r w:rsidRPr="00D8299F">
        <w:rPr>
          <w:rStyle w:val="ScriptureChar"/>
          <w:b/>
          <w:bCs/>
          <w:i/>
          <w:iCs/>
          <w:sz w:val="32"/>
          <w:szCs w:val="40"/>
        </w:rPr>
        <w:br/>
      </w:r>
      <w:r w:rsidRPr="00D8299F">
        <w:rPr>
          <w:rStyle w:val="ScriptureChar"/>
          <w:sz w:val="32"/>
          <w:szCs w:val="40"/>
        </w:rPr>
        <w:t xml:space="preserve">At midnight </w:t>
      </w:r>
      <w:r w:rsidR="007870FC">
        <w:rPr>
          <w:rStyle w:val="ScriptureChar"/>
          <w:bCs/>
          <w:sz w:val="32"/>
          <w:szCs w:val="40"/>
        </w:rPr>
        <w:t>YHWH</w:t>
      </w:r>
      <w:r w:rsidRPr="00D8299F">
        <w:rPr>
          <w:rStyle w:val="ScriptureChar"/>
          <w:sz w:val="32"/>
          <w:szCs w:val="40"/>
        </w:rPr>
        <w:t xml:space="preserve"> struck down all the firstborn in the land of Egypt, from the firstborn of Pharaoh who sat on his throne to the firstborn of the captive who was </w:t>
      </w:r>
      <w:r w:rsidRPr="00D8299F">
        <w:rPr>
          <w:rStyle w:val="ScriptureChar"/>
          <w:sz w:val="32"/>
          <w:szCs w:val="40"/>
        </w:rPr>
        <w:lastRenderedPageBreak/>
        <w:t xml:space="preserve">in the dungeon, and all the firstborn of the livestock. And Pharaoh rose up in the night, he and all his servants and all the Egyptians. </w:t>
      </w:r>
      <w:r w:rsidRPr="00D8299F">
        <w:rPr>
          <w:rStyle w:val="ScriptureChar"/>
          <w:b/>
          <w:bCs/>
          <w:sz w:val="32"/>
          <w:szCs w:val="40"/>
        </w:rPr>
        <w:t>And there was a great cry in Egypt,</w:t>
      </w:r>
      <w:r w:rsidRPr="00D8299F">
        <w:rPr>
          <w:rStyle w:val="ScriptureChar"/>
          <w:sz w:val="32"/>
          <w:szCs w:val="40"/>
        </w:rPr>
        <w:t xml:space="preserve"> for there was not a house where someone was not dead.</w:t>
      </w:r>
      <w:r w:rsidRPr="00D8299F">
        <w:rPr>
          <w:sz w:val="32"/>
          <w:szCs w:val="40"/>
        </w:rPr>
        <w:t xml:space="preserve"> </w:t>
      </w:r>
    </w:p>
    <w:p w:rsidR="004923B2" w:rsidRDefault="004923B2" w:rsidP="00444A4F">
      <w:pPr>
        <w:pStyle w:val="BodyText"/>
        <w:tabs>
          <w:tab w:val="left" w:pos="1620"/>
        </w:tabs>
        <w:rPr>
          <w:sz w:val="32"/>
          <w:szCs w:val="32"/>
        </w:rPr>
      </w:pPr>
      <w:r w:rsidRPr="00025EEE">
        <w:rPr>
          <w:sz w:val="32"/>
          <w:szCs w:val="32"/>
        </w:rPr>
        <w:t>Imagine the pain, the screaming, the crying that night! Maybe you’ve been there. Can you think of a time in your life that was filled with pain and sorrow, but that your heavenly Father then turned into blessing? (Romans 8:28).</w:t>
      </w:r>
    </w:p>
    <w:p w:rsidR="00444A4F" w:rsidRPr="00D8299F" w:rsidRDefault="00444A4F" w:rsidP="00444A4F">
      <w:pPr>
        <w:pStyle w:val="BodyText"/>
        <w:tabs>
          <w:tab w:val="left" w:pos="1620"/>
        </w:tabs>
        <w:rPr>
          <w:bCs/>
          <w:sz w:val="32"/>
          <w:szCs w:val="32"/>
        </w:rPr>
      </w:pPr>
      <w:r w:rsidRPr="00D8299F">
        <w:rPr>
          <w:b/>
          <w:sz w:val="32"/>
          <w:szCs w:val="32"/>
        </w:rPr>
        <w:t>Salt water</w:t>
      </w:r>
      <w:r w:rsidRPr="00D8299F">
        <w:rPr>
          <w:bCs/>
          <w:sz w:val="32"/>
          <w:szCs w:val="32"/>
        </w:rPr>
        <w:t xml:space="preserve"> –</w:t>
      </w:r>
      <w:r w:rsidRPr="00D8299F">
        <w:rPr>
          <w:bCs/>
          <w:sz w:val="32"/>
          <w:szCs w:val="32"/>
        </w:rPr>
        <w:tab/>
        <w:t>represents tears of pain and grief</w:t>
      </w:r>
      <w:r w:rsidRPr="00D8299F">
        <w:rPr>
          <w:bCs/>
          <w:sz w:val="32"/>
          <w:szCs w:val="32"/>
        </w:rPr>
        <w:br/>
      </w:r>
      <w:r w:rsidRPr="00D8299F">
        <w:rPr>
          <w:bCs/>
          <w:sz w:val="32"/>
          <w:szCs w:val="32"/>
        </w:rPr>
        <w:tab/>
        <w:t>both for Israel (God’s people)</w:t>
      </w:r>
      <w:r w:rsidRPr="00D8299F">
        <w:rPr>
          <w:bCs/>
          <w:sz w:val="32"/>
          <w:szCs w:val="32"/>
        </w:rPr>
        <w:br/>
      </w:r>
      <w:r w:rsidRPr="00D8299F">
        <w:rPr>
          <w:bCs/>
          <w:sz w:val="32"/>
          <w:szCs w:val="32"/>
        </w:rPr>
        <w:tab/>
        <w:t>and for Egypt (the rest of the world)</w:t>
      </w:r>
    </w:p>
    <w:p w:rsidR="003B6ADE" w:rsidRPr="00D8299F" w:rsidRDefault="003B6ADE" w:rsidP="003B6ADE">
      <w:pPr>
        <w:pStyle w:val="BodyText"/>
        <w:rPr>
          <w:sz w:val="32"/>
          <w:szCs w:val="32"/>
        </w:rPr>
      </w:pPr>
      <w:r w:rsidRPr="00D8299F">
        <w:rPr>
          <w:sz w:val="32"/>
          <w:szCs w:val="32"/>
        </w:rPr>
        <w:t xml:space="preserve">As the hyssop was dipped into the blood, we dip the parsley into the salt water.  We will dip it </w:t>
      </w:r>
      <w:r w:rsidRPr="00D8299F">
        <w:rPr>
          <w:b/>
          <w:bCs/>
          <w:sz w:val="32"/>
          <w:szCs w:val="32"/>
        </w:rPr>
        <w:t>twice</w:t>
      </w:r>
      <w:r w:rsidRPr="00D8299F">
        <w:rPr>
          <w:sz w:val="32"/>
          <w:szCs w:val="32"/>
        </w:rPr>
        <w:t xml:space="preserve"> – once for us, and once for the rest of the world that doesn’t know Him - remembering that while our lives are sometimes immersed in tears, His blessing of new life is available to all. </w:t>
      </w:r>
    </w:p>
    <w:p w:rsidR="00444A4F" w:rsidRDefault="00444A4F" w:rsidP="00433212">
      <w:pPr>
        <w:pStyle w:val="Blessing"/>
      </w:pPr>
      <w:r w:rsidRPr="00D8299F">
        <w:t xml:space="preserve">Blessed are you, </w:t>
      </w:r>
      <w:r w:rsidR="007870FC">
        <w:t>YHWH</w:t>
      </w:r>
      <w:r w:rsidRPr="00D8299F">
        <w:t xml:space="preserve"> our God, King of the universe, who creates the produce of the earth, and who reminds us that out of suffering and pain comes new life and new beginnings.</w:t>
      </w:r>
    </w:p>
    <w:p w:rsidR="004923B2" w:rsidRPr="004923B2" w:rsidRDefault="004923B2" w:rsidP="004923B2">
      <w:pPr>
        <w:pStyle w:val="BodyText"/>
        <w:rPr>
          <w:sz w:val="32"/>
          <w:szCs w:val="32"/>
        </w:rPr>
      </w:pPr>
      <w:r>
        <w:rPr>
          <w:sz w:val="32"/>
          <w:szCs w:val="32"/>
        </w:rPr>
        <w:t>Now, t</w:t>
      </w:r>
      <w:r w:rsidRPr="004923B2">
        <w:rPr>
          <w:sz w:val="32"/>
          <w:szCs w:val="32"/>
        </w:rPr>
        <w:t xml:space="preserve">hink of some of the people in your life that aren’t yet reconciled to their Heavenly Father through faith in Yeshua.  Both you and your Heavenly Father grieve for </w:t>
      </w:r>
      <w:r w:rsidRPr="004923B2">
        <w:rPr>
          <w:sz w:val="32"/>
          <w:szCs w:val="32"/>
        </w:rPr>
        <w:lastRenderedPageBreak/>
        <w:t>them to know Him.  Take a moment to pray for them, and then dip the p</w:t>
      </w:r>
      <w:r>
        <w:rPr>
          <w:sz w:val="32"/>
          <w:szCs w:val="32"/>
        </w:rPr>
        <w:t xml:space="preserve">arsley in the salt water twice &amp; </w:t>
      </w:r>
      <w:r w:rsidRPr="004923B2">
        <w:rPr>
          <w:sz w:val="32"/>
          <w:szCs w:val="32"/>
        </w:rPr>
        <w:t>eat it.</w:t>
      </w:r>
    </w:p>
    <w:p w:rsidR="00444A4F" w:rsidRPr="00D8299F" w:rsidRDefault="00444A4F" w:rsidP="00F403E0">
      <w:pPr>
        <w:pStyle w:val="Heading2"/>
        <w:rPr>
          <w:sz w:val="32"/>
          <w:szCs w:val="32"/>
        </w:rPr>
      </w:pPr>
      <w:r w:rsidRPr="00D8299F">
        <w:rPr>
          <w:sz w:val="32"/>
          <w:szCs w:val="32"/>
        </w:rPr>
        <w:t>D)  Breaking the Matsah</w:t>
      </w:r>
    </w:p>
    <w:p w:rsidR="00444A4F" w:rsidRPr="00D8299F" w:rsidRDefault="00444A4F" w:rsidP="00F403E0">
      <w:pPr>
        <w:pStyle w:val="BodyText"/>
        <w:rPr>
          <w:sz w:val="32"/>
          <w:szCs w:val="32"/>
        </w:rPr>
      </w:pPr>
      <w:r w:rsidRPr="00D8299F">
        <w:rPr>
          <w:b/>
          <w:bCs/>
          <w:sz w:val="32"/>
          <w:szCs w:val="32"/>
        </w:rPr>
        <w:t>Matsah</w:t>
      </w:r>
      <w:r w:rsidRPr="00D8299F">
        <w:rPr>
          <w:sz w:val="32"/>
          <w:szCs w:val="32"/>
        </w:rPr>
        <w:t xml:space="preserve"> - unleavened bread - bread made without yeast. </w:t>
      </w:r>
    </w:p>
    <w:p w:rsidR="00444A4F" w:rsidRPr="00D8299F" w:rsidRDefault="00444A4F" w:rsidP="00F403E0">
      <w:pPr>
        <w:pStyle w:val="Scripture"/>
        <w:rPr>
          <w:sz w:val="32"/>
          <w:szCs w:val="40"/>
        </w:rPr>
      </w:pPr>
      <w:r w:rsidRPr="00D8299F">
        <w:rPr>
          <w:rStyle w:val="ScriptureChar"/>
          <w:b/>
          <w:bCs/>
          <w:i/>
          <w:iCs/>
          <w:sz w:val="32"/>
          <w:szCs w:val="40"/>
        </w:rPr>
        <w:t xml:space="preserve">Exodus 12:39 </w:t>
      </w:r>
      <w:r w:rsidRPr="00D8299F">
        <w:rPr>
          <w:rStyle w:val="ScriptureChar"/>
          <w:b/>
          <w:bCs/>
          <w:i/>
          <w:iCs/>
          <w:sz w:val="32"/>
          <w:szCs w:val="40"/>
        </w:rPr>
        <w:br/>
      </w:r>
      <w:r w:rsidRPr="00D8299F">
        <w:rPr>
          <w:rStyle w:val="ScriptureChar"/>
          <w:sz w:val="32"/>
          <w:szCs w:val="40"/>
        </w:rPr>
        <w:t>And they baked unleavened cakes of the dough that they had brought out of Egypt, for it was not leavened, because they were thrust out of Egypt and could not wait, nor had they prepared any provisions for themselves.</w:t>
      </w:r>
      <w:r w:rsidRPr="00D8299F">
        <w:rPr>
          <w:sz w:val="32"/>
          <w:szCs w:val="40"/>
        </w:rPr>
        <w:t xml:space="preserve"> </w:t>
      </w:r>
    </w:p>
    <w:p w:rsidR="00444A4F" w:rsidRPr="00D8299F" w:rsidRDefault="00444A4F" w:rsidP="00F403E0">
      <w:pPr>
        <w:pStyle w:val="BodyText"/>
        <w:rPr>
          <w:sz w:val="32"/>
          <w:szCs w:val="32"/>
        </w:rPr>
      </w:pPr>
      <w:r w:rsidRPr="00D8299F">
        <w:rPr>
          <w:sz w:val="32"/>
          <w:szCs w:val="32"/>
        </w:rPr>
        <w:t>According to tradition, there are 3 pieces of Matsah in the Passover celebration.  The middle piece is taken out, and broken in half.  One half is wrapped in white linen, and hidden until the end of the celebration.</w:t>
      </w:r>
    </w:p>
    <w:p w:rsidR="00444A4F" w:rsidRPr="00D8299F" w:rsidRDefault="00444A4F" w:rsidP="00F403E0">
      <w:pPr>
        <w:pStyle w:val="BodyText"/>
        <w:rPr>
          <w:sz w:val="32"/>
          <w:szCs w:val="32"/>
        </w:rPr>
      </w:pPr>
      <w:r w:rsidRPr="00D8299F">
        <w:rPr>
          <w:sz w:val="32"/>
          <w:szCs w:val="32"/>
        </w:rPr>
        <w:t>The honored man (oldest man) at the table has the honor of taking out and breaking the matsah.</w:t>
      </w:r>
    </w:p>
    <w:p w:rsidR="00444A4F" w:rsidRPr="00D8299F" w:rsidRDefault="00444A4F" w:rsidP="00F403E0">
      <w:pPr>
        <w:pStyle w:val="BodyText"/>
        <w:rPr>
          <w:sz w:val="32"/>
          <w:szCs w:val="32"/>
        </w:rPr>
      </w:pPr>
      <w:r w:rsidRPr="00D8299F">
        <w:rPr>
          <w:sz w:val="32"/>
          <w:szCs w:val="32"/>
        </w:rPr>
        <w:t>So let’s take out the middle piece of matsah, and break it in half, wrap one of the halves in linen, and hide it by placing it under your chair.</w:t>
      </w:r>
    </w:p>
    <w:p w:rsidR="00444A4F" w:rsidRPr="00D8299F" w:rsidRDefault="00444A4F" w:rsidP="00F403E0">
      <w:pPr>
        <w:pStyle w:val="BodyText"/>
        <w:rPr>
          <w:sz w:val="32"/>
          <w:szCs w:val="32"/>
        </w:rPr>
      </w:pPr>
      <w:r w:rsidRPr="00D8299F">
        <w:rPr>
          <w:sz w:val="32"/>
          <w:szCs w:val="32"/>
        </w:rPr>
        <w:t>This is actually a Jewish tradition that they don’t know how to explain.  Why are there 3 pieces, always in a stack? And why is the middle one taken out and broken, and wrapped in linen and hidden to be brought back later?  They have no explanation – at least that they’re willing to accept.</w:t>
      </w:r>
    </w:p>
    <w:p w:rsidR="00444A4F" w:rsidRPr="00D8299F" w:rsidRDefault="00444A4F" w:rsidP="00142CB1">
      <w:pPr>
        <w:pStyle w:val="BodyText"/>
        <w:rPr>
          <w:sz w:val="32"/>
          <w:szCs w:val="32"/>
        </w:rPr>
      </w:pPr>
      <w:r w:rsidRPr="00D8299F">
        <w:rPr>
          <w:sz w:val="32"/>
          <w:szCs w:val="32"/>
        </w:rPr>
        <w:lastRenderedPageBreak/>
        <w:t>The truth is, that most likely that this tradition was started by the early believers in Yeshua who were keeping the Passover and at the same time keeping Yeshua’s command to remember his body with the breaking of the matsah – like we are doing tonight!</w:t>
      </w:r>
    </w:p>
    <w:p w:rsidR="00444A4F" w:rsidRPr="00D8299F" w:rsidRDefault="00444A4F" w:rsidP="00F403E0">
      <w:pPr>
        <w:pStyle w:val="BodyText"/>
        <w:rPr>
          <w:sz w:val="32"/>
          <w:szCs w:val="32"/>
        </w:rPr>
      </w:pPr>
      <w:r w:rsidRPr="00D8299F">
        <w:rPr>
          <w:sz w:val="32"/>
          <w:szCs w:val="32"/>
        </w:rPr>
        <w:t xml:space="preserve">The 3 pieces of matsah symbolize </w:t>
      </w:r>
      <w:r w:rsidR="007870FC">
        <w:rPr>
          <w:sz w:val="32"/>
          <w:szCs w:val="32"/>
        </w:rPr>
        <w:t>YHWH</w:t>
      </w:r>
      <w:r w:rsidRPr="00D8299F">
        <w:rPr>
          <w:sz w:val="32"/>
          <w:szCs w:val="32"/>
        </w:rPr>
        <w:t xml:space="preserve"> and His Holy Spirit on the outside, Yeshua the Messiah in between.  Yeshua is broken on Passover (crucified), his body wrapped in linen, buried (hidden away) only later to be brought back (resurrected). </w:t>
      </w:r>
    </w:p>
    <w:p w:rsidR="00444A4F" w:rsidRPr="00D8299F" w:rsidRDefault="00444A4F" w:rsidP="00F403E0">
      <w:pPr>
        <w:pStyle w:val="BodyText"/>
        <w:rPr>
          <w:sz w:val="32"/>
          <w:szCs w:val="32"/>
        </w:rPr>
      </w:pPr>
      <w:r w:rsidRPr="00D8299F">
        <w:rPr>
          <w:sz w:val="32"/>
          <w:szCs w:val="32"/>
        </w:rPr>
        <w:t xml:space="preserve">It’s amazing that this rich symbol of the Messiah has been preserved so rigidly in traditional Jewish Passover Celebration, while most Christians have let it slip away. </w:t>
      </w:r>
    </w:p>
    <w:p w:rsidR="00444A4F" w:rsidRPr="00D8299F" w:rsidRDefault="00444A4F" w:rsidP="00F403E0">
      <w:pPr>
        <w:pStyle w:val="Heading2"/>
        <w:rPr>
          <w:sz w:val="32"/>
          <w:szCs w:val="32"/>
        </w:rPr>
      </w:pPr>
      <w:r w:rsidRPr="00D8299F">
        <w:rPr>
          <w:sz w:val="32"/>
          <w:szCs w:val="32"/>
        </w:rPr>
        <w:t>E)  Second Cup - Deliverance</w:t>
      </w:r>
    </w:p>
    <w:p w:rsidR="00444A4F" w:rsidRPr="00D8299F" w:rsidRDefault="00444A4F" w:rsidP="00F403E0">
      <w:pPr>
        <w:pStyle w:val="BodyText"/>
        <w:rPr>
          <w:sz w:val="32"/>
          <w:szCs w:val="32"/>
        </w:rPr>
      </w:pPr>
      <w:r w:rsidRPr="00D8299F">
        <w:rPr>
          <w:sz w:val="32"/>
          <w:szCs w:val="32"/>
        </w:rPr>
        <w:t>I will deliver you – Cup of Deliverance</w:t>
      </w:r>
    </w:p>
    <w:p w:rsidR="00303C10" w:rsidRPr="00D8299F" w:rsidRDefault="00303C10" w:rsidP="00303C10">
      <w:pPr>
        <w:pStyle w:val="BodyText"/>
        <w:rPr>
          <w:sz w:val="32"/>
          <w:szCs w:val="32"/>
        </w:rPr>
      </w:pPr>
      <w:r w:rsidRPr="00D8299F">
        <w:rPr>
          <w:sz w:val="32"/>
          <w:szCs w:val="32"/>
        </w:rPr>
        <w:t>Not only did the Father take them out from under Pharaoh, but He also made them truly free.  The attitudes and feeling that they were a slave people had to be totally eliminated.  They were delivered and set free.  Just as we are freed and given new lives in the Messiah.</w:t>
      </w:r>
    </w:p>
    <w:p w:rsidR="00444A4F" w:rsidRPr="00D8299F" w:rsidRDefault="00444A4F" w:rsidP="00F403E0">
      <w:pPr>
        <w:pStyle w:val="BodyText"/>
        <w:rPr>
          <w:sz w:val="32"/>
          <w:szCs w:val="32"/>
        </w:rPr>
      </w:pPr>
      <w:r w:rsidRPr="00D8299F">
        <w:rPr>
          <w:sz w:val="32"/>
          <w:szCs w:val="32"/>
        </w:rPr>
        <w:t>Fill the cup of Deliverance.  This is the cup where we remember the 10 plagues, and how the Father actually delivered us.</w:t>
      </w:r>
    </w:p>
    <w:p w:rsidR="00444A4F" w:rsidRPr="00D8299F" w:rsidRDefault="00444A4F" w:rsidP="00F403E0">
      <w:pPr>
        <w:pStyle w:val="BodyText"/>
        <w:rPr>
          <w:sz w:val="32"/>
          <w:szCs w:val="32"/>
        </w:rPr>
      </w:pPr>
      <w:r w:rsidRPr="00D8299F">
        <w:rPr>
          <w:sz w:val="32"/>
          <w:szCs w:val="32"/>
        </w:rPr>
        <w:t>Can you put them order?  The are 10 pictures of the 10 plagues on each table.  Take 2 minutes, working together, and see if you can put the order.</w:t>
      </w:r>
    </w:p>
    <w:p w:rsidR="008314E2" w:rsidRPr="00D8299F" w:rsidRDefault="008314E2" w:rsidP="00433212">
      <w:pPr>
        <w:tabs>
          <w:tab w:val="left" w:pos="1980"/>
        </w:tabs>
        <w:ind w:left="360"/>
        <w:rPr>
          <w:sz w:val="32"/>
          <w:szCs w:val="40"/>
        </w:rPr>
      </w:pPr>
      <w:r w:rsidRPr="00D8299F">
        <w:rPr>
          <w:sz w:val="32"/>
          <w:szCs w:val="40"/>
        </w:rPr>
        <w:lastRenderedPageBreak/>
        <w:t xml:space="preserve">1. Blood! </w:t>
      </w:r>
      <w:r w:rsidRPr="00D8299F">
        <w:rPr>
          <w:sz w:val="32"/>
          <w:szCs w:val="40"/>
        </w:rPr>
        <w:tab/>
        <w:t>2. Frogs!</w:t>
      </w:r>
      <w:r w:rsidRPr="00D8299F">
        <w:rPr>
          <w:sz w:val="32"/>
          <w:szCs w:val="40"/>
        </w:rPr>
        <w:tab/>
        <w:t xml:space="preserve">3. Gnats! </w:t>
      </w:r>
      <w:r w:rsidRPr="00D8299F">
        <w:rPr>
          <w:sz w:val="32"/>
          <w:szCs w:val="40"/>
        </w:rPr>
        <w:tab/>
        <w:t xml:space="preserve">4. </w:t>
      </w:r>
      <w:r w:rsidR="00433212">
        <w:rPr>
          <w:sz w:val="32"/>
          <w:szCs w:val="40"/>
        </w:rPr>
        <w:t>Flies</w:t>
      </w:r>
      <w:r w:rsidRPr="00D8299F">
        <w:rPr>
          <w:sz w:val="32"/>
          <w:szCs w:val="40"/>
        </w:rPr>
        <w:t>!</w:t>
      </w:r>
    </w:p>
    <w:p w:rsidR="008314E2" w:rsidRPr="00D8299F" w:rsidRDefault="008314E2" w:rsidP="008314E2">
      <w:pPr>
        <w:tabs>
          <w:tab w:val="left" w:pos="1980"/>
        </w:tabs>
        <w:ind w:left="360"/>
        <w:rPr>
          <w:sz w:val="32"/>
          <w:szCs w:val="40"/>
        </w:rPr>
      </w:pPr>
      <w:r w:rsidRPr="00D8299F">
        <w:rPr>
          <w:sz w:val="32"/>
          <w:szCs w:val="40"/>
        </w:rPr>
        <w:t>5. Disease to Livestock!</w:t>
      </w:r>
      <w:r w:rsidRPr="00D8299F">
        <w:rPr>
          <w:sz w:val="32"/>
          <w:szCs w:val="40"/>
        </w:rPr>
        <w:tab/>
        <w:t xml:space="preserve">6. Boils! </w:t>
      </w:r>
      <w:r w:rsidRPr="00D8299F">
        <w:rPr>
          <w:sz w:val="32"/>
          <w:szCs w:val="40"/>
        </w:rPr>
        <w:tab/>
        <w:t>7. Hail!</w:t>
      </w:r>
    </w:p>
    <w:p w:rsidR="008314E2" w:rsidRPr="00D8299F" w:rsidRDefault="008314E2" w:rsidP="008314E2">
      <w:pPr>
        <w:tabs>
          <w:tab w:val="left" w:pos="1980"/>
        </w:tabs>
        <w:ind w:left="360"/>
        <w:rPr>
          <w:sz w:val="32"/>
          <w:szCs w:val="40"/>
        </w:rPr>
      </w:pPr>
      <w:r w:rsidRPr="00D8299F">
        <w:rPr>
          <w:sz w:val="32"/>
          <w:szCs w:val="40"/>
        </w:rPr>
        <w:t>8. Locusts!</w:t>
      </w:r>
      <w:r w:rsidRPr="00D8299F">
        <w:rPr>
          <w:sz w:val="32"/>
          <w:szCs w:val="40"/>
        </w:rPr>
        <w:tab/>
        <w:t>9. Darkness!</w:t>
      </w:r>
      <w:r w:rsidRPr="00D8299F">
        <w:rPr>
          <w:sz w:val="32"/>
          <w:szCs w:val="40"/>
        </w:rPr>
        <w:tab/>
        <w:t xml:space="preserve">10.Death of Firstborn! </w:t>
      </w:r>
    </w:p>
    <w:p w:rsidR="00444A4F" w:rsidRPr="00D8299F" w:rsidRDefault="00444A4F" w:rsidP="00F403E0">
      <w:pPr>
        <w:pStyle w:val="BodyText"/>
        <w:spacing w:before="120"/>
        <w:rPr>
          <w:sz w:val="32"/>
          <w:szCs w:val="32"/>
        </w:rPr>
      </w:pPr>
      <w:r w:rsidRPr="00D8299F">
        <w:rPr>
          <w:sz w:val="32"/>
          <w:szCs w:val="32"/>
        </w:rPr>
        <w:t>Who got them all correct?</w:t>
      </w:r>
    </w:p>
    <w:p w:rsidR="00444A4F" w:rsidRPr="00D8299F" w:rsidRDefault="00444A4F" w:rsidP="00F403E0">
      <w:pPr>
        <w:pStyle w:val="BodyText"/>
        <w:rPr>
          <w:sz w:val="32"/>
          <w:szCs w:val="32"/>
        </w:rPr>
      </w:pPr>
      <w:r w:rsidRPr="00D8299F">
        <w:rPr>
          <w:sz w:val="32"/>
          <w:szCs w:val="32"/>
        </w:rPr>
        <w:t>With each plague we know there was pain and suffering.  So as we name each plague, we’ll dip our little finger into the cup, allowing a drop from the cup to fall on our plate, slightly reducing the fullness of our cup of joy.  So after I say “blood”, then you shout “blood”, and at the same time dip your little finger in your cup and shake off one drop onto your plate.  Let’s do it:</w:t>
      </w:r>
    </w:p>
    <w:p w:rsidR="008314E2" w:rsidRPr="00D8299F" w:rsidRDefault="008314E2" w:rsidP="00433212">
      <w:pPr>
        <w:tabs>
          <w:tab w:val="left" w:pos="1980"/>
        </w:tabs>
        <w:ind w:left="360"/>
        <w:rPr>
          <w:sz w:val="32"/>
          <w:szCs w:val="40"/>
        </w:rPr>
      </w:pPr>
      <w:r w:rsidRPr="00D8299F">
        <w:rPr>
          <w:sz w:val="32"/>
          <w:szCs w:val="40"/>
        </w:rPr>
        <w:t xml:space="preserve">1. </w:t>
      </w:r>
      <w:r w:rsidR="00444A4F" w:rsidRPr="00D8299F">
        <w:rPr>
          <w:sz w:val="32"/>
          <w:szCs w:val="40"/>
        </w:rPr>
        <w:t xml:space="preserve">Blood! </w:t>
      </w:r>
      <w:r w:rsidR="00530700" w:rsidRPr="00D8299F">
        <w:rPr>
          <w:sz w:val="32"/>
          <w:szCs w:val="40"/>
        </w:rPr>
        <w:tab/>
        <w:t xml:space="preserve">2. </w:t>
      </w:r>
      <w:r w:rsidR="00444A4F" w:rsidRPr="00D8299F">
        <w:rPr>
          <w:sz w:val="32"/>
          <w:szCs w:val="40"/>
        </w:rPr>
        <w:t>Frog</w:t>
      </w:r>
      <w:r w:rsidR="00530700" w:rsidRPr="00D8299F">
        <w:rPr>
          <w:sz w:val="32"/>
          <w:szCs w:val="40"/>
        </w:rPr>
        <w:t>s</w:t>
      </w:r>
      <w:r w:rsidRPr="00D8299F">
        <w:rPr>
          <w:sz w:val="32"/>
          <w:szCs w:val="40"/>
        </w:rPr>
        <w:t>!</w:t>
      </w:r>
      <w:r w:rsidR="00530700" w:rsidRPr="00D8299F">
        <w:rPr>
          <w:sz w:val="32"/>
          <w:szCs w:val="40"/>
        </w:rPr>
        <w:tab/>
        <w:t xml:space="preserve">3. </w:t>
      </w:r>
      <w:r w:rsidR="00444A4F" w:rsidRPr="00D8299F">
        <w:rPr>
          <w:sz w:val="32"/>
          <w:szCs w:val="40"/>
        </w:rPr>
        <w:t xml:space="preserve">Gnats! </w:t>
      </w:r>
      <w:r w:rsidRPr="00D8299F">
        <w:rPr>
          <w:sz w:val="32"/>
          <w:szCs w:val="40"/>
        </w:rPr>
        <w:tab/>
        <w:t xml:space="preserve">4. </w:t>
      </w:r>
      <w:r w:rsidR="00433212">
        <w:rPr>
          <w:sz w:val="32"/>
          <w:szCs w:val="40"/>
        </w:rPr>
        <w:t>Flies</w:t>
      </w:r>
      <w:r w:rsidR="00530700" w:rsidRPr="00D8299F">
        <w:rPr>
          <w:sz w:val="32"/>
          <w:szCs w:val="40"/>
        </w:rPr>
        <w:t>!</w:t>
      </w:r>
    </w:p>
    <w:p w:rsidR="008314E2" w:rsidRPr="00D8299F" w:rsidRDefault="008314E2" w:rsidP="008314E2">
      <w:pPr>
        <w:tabs>
          <w:tab w:val="left" w:pos="1980"/>
        </w:tabs>
        <w:ind w:left="360"/>
        <w:rPr>
          <w:sz w:val="32"/>
          <w:szCs w:val="40"/>
        </w:rPr>
      </w:pPr>
      <w:r w:rsidRPr="00D8299F">
        <w:rPr>
          <w:sz w:val="32"/>
          <w:szCs w:val="40"/>
        </w:rPr>
        <w:t>5. Disease to Livestock!</w:t>
      </w:r>
      <w:r w:rsidRPr="00D8299F">
        <w:rPr>
          <w:sz w:val="32"/>
          <w:szCs w:val="40"/>
        </w:rPr>
        <w:tab/>
        <w:t xml:space="preserve">6. </w:t>
      </w:r>
      <w:r w:rsidR="00444A4F" w:rsidRPr="00D8299F">
        <w:rPr>
          <w:sz w:val="32"/>
          <w:szCs w:val="40"/>
        </w:rPr>
        <w:t xml:space="preserve">Boils! </w:t>
      </w:r>
      <w:r w:rsidRPr="00D8299F">
        <w:rPr>
          <w:sz w:val="32"/>
          <w:szCs w:val="40"/>
        </w:rPr>
        <w:tab/>
        <w:t>7. Hail!</w:t>
      </w:r>
    </w:p>
    <w:p w:rsidR="00444A4F" w:rsidRPr="00D8299F" w:rsidRDefault="008314E2" w:rsidP="008314E2">
      <w:pPr>
        <w:tabs>
          <w:tab w:val="left" w:pos="1980"/>
        </w:tabs>
        <w:ind w:left="360"/>
        <w:rPr>
          <w:sz w:val="32"/>
          <w:szCs w:val="40"/>
        </w:rPr>
      </w:pPr>
      <w:r w:rsidRPr="00D8299F">
        <w:rPr>
          <w:sz w:val="32"/>
          <w:szCs w:val="40"/>
        </w:rPr>
        <w:t>8. Locusts!</w:t>
      </w:r>
      <w:r w:rsidRPr="00D8299F">
        <w:rPr>
          <w:sz w:val="32"/>
          <w:szCs w:val="40"/>
        </w:rPr>
        <w:tab/>
        <w:t xml:space="preserve">9. </w:t>
      </w:r>
      <w:r w:rsidR="00444A4F" w:rsidRPr="00D8299F">
        <w:rPr>
          <w:sz w:val="32"/>
          <w:szCs w:val="40"/>
        </w:rPr>
        <w:t>Darkness!</w:t>
      </w:r>
      <w:r w:rsidRPr="00D8299F">
        <w:rPr>
          <w:sz w:val="32"/>
          <w:szCs w:val="40"/>
        </w:rPr>
        <w:tab/>
        <w:t>10.</w:t>
      </w:r>
      <w:r w:rsidR="00444A4F" w:rsidRPr="00D8299F">
        <w:rPr>
          <w:sz w:val="32"/>
          <w:szCs w:val="40"/>
        </w:rPr>
        <w:t xml:space="preserve">Death of Firstborn! </w:t>
      </w:r>
    </w:p>
    <w:p w:rsidR="00444A4F" w:rsidRPr="00D8299F" w:rsidRDefault="00444A4F" w:rsidP="00F403E0">
      <w:pPr>
        <w:pStyle w:val="BodyText"/>
        <w:spacing w:before="120"/>
        <w:rPr>
          <w:sz w:val="32"/>
          <w:szCs w:val="32"/>
        </w:rPr>
      </w:pPr>
      <w:r w:rsidRPr="00D8299F">
        <w:rPr>
          <w:sz w:val="32"/>
          <w:szCs w:val="32"/>
        </w:rPr>
        <w:t>Lift up your cups and say the blessing together:</w:t>
      </w:r>
    </w:p>
    <w:p w:rsidR="00444A4F" w:rsidRPr="00D8299F" w:rsidRDefault="00444A4F" w:rsidP="00433212">
      <w:pPr>
        <w:pStyle w:val="Blessing"/>
      </w:pPr>
      <w:r w:rsidRPr="00D8299F">
        <w:t xml:space="preserve">Blessed are you, </w:t>
      </w:r>
      <w:r w:rsidR="007870FC">
        <w:t>YHWH</w:t>
      </w:r>
      <w:r w:rsidRPr="00D8299F">
        <w:t xml:space="preserve"> our God, King of the universe, who created the fruit of the vine, and who delivered us and set us free from the bondage of sin.</w:t>
      </w:r>
    </w:p>
    <w:p w:rsidR="00444A4F" w:rsidRPr="00D8299F" w:rsidRDefault="00444A4F" w:rsidP="00F403E0">
      <w:pPr>
        <w:pStyle w:val="Heading2"/>
        <w:rPr>
          <w:sz w:val="32"/>
          <w:szCs w:val="32"/>
        </w:rPr>
      </w:pPr>
      <w:r w:rsidRPr="00D8299F">
        <w:rPr>
          <w:sz w:val="32"/>
          <w:szCs w:val="32"/>
        </w:rPr>
        <w:t>F</w:t>
      </w:r>
      <w:r w:rsidR="00F403E0" w:rsidRPr="00D8299F">
        <w:rPr>
          <w:sz w:val="32"/>
          <w:szCs w:val="32"/>
        </w:rPr>
        <w:t>)</w:t>
      </w:r>
      <w:r w:rsidRPr="00D8299F">
        <w:rPr>
          <w:sz w:val="32"/>
          <w:szCs w:val="32"/>
        </w:rPr>
        <w:t xml:space="preserve">  Eating the Matsah</w:t>
      </w:r>
    </w:p>
    <w:p w:rsidR="00444A4F" w:rsidRPr="00D8299F" w:rsidRDefault="00444A4F" w:rsidP="00F403E0">
      <w:pPr>
        <w:pStyle w:val="BodyText"/>
        <w:rPr>
          <w:sz w:val="32"/>
          <w:szCs w:val="32"/>
        </w:rPr>
      </w:pPr>
      <w:r w:rsidRPr="00D8299F">
        <w:rPr>
          <w:sz w:val="32"/>
          <w:szCs w:val="32"/>
        </w:rPr>
        <w:t xml:space="preserve">We’ve talked about the matsah – the unleavened bread reminding us of the bread that made in a hurry, without leaven since there was no time to let it rise. </w:t>
      </w:r>
    </w:p>
    <w:p w:rsidR="00444A4F" w:rsidRPr="00D8299F" w:rsidRDefault="00444A4F" w:rsidP="00F403E0">
      <w:pPr>
        <w:pStyle w:val="BodyText"/>
        <w:rPr>
          <w:sz w:val="32"/>
          <w:szCs w:val="32"/>
        </w:rPr>
      </w:pPr>
      <w:r w:rsidRPr="00D8299F">
        <w:rPr>
          <w:sz w:val="32"/>
          <w:szCs w:val="32"/>
        </w:rPr>
        <w:t xml:space="preserve">Everyone break off a piece of matsah and hold it up.  There’s plenty – break off a good sized piece. </w:t>
      </w:r>
    </w:p>
    <w:p w:rsidR="00444A4F" w:rsidRPr="00D8299F" w:rsidRDefault="00444A4F" w:rsidP="00433212">
      <w:pPr>
        <w:pStyle w:val="Blessing"/>
      </w:pPr>
      <w:r w:rsidRPr="00D8299F">
        <w:t xml:space="preserve">Blessed are you, </w:t>
      </w:r>
      <w:r w:rsidR="007870FC">
        <w:t>YHWH</w:t>
      </w:r>
      <w:r w:rsidRPr="00D8299F">
        <w:t xml:space="preserve"> our God, King of the universe, who gives us bread from the earth, and </w:t>
      </w:r>
      <w:r w:rsidRPr="00D8299F">
        <w:lastRenderedPageBreak/>
        <w:t>also gives us the Bread of Life through Your Word and through the Messiah.</w:t>
      </w:r>
    </w:p>
    <w:p w:rsidR="00444A4F" w:rsidRPr="00D8299F" w:rsidRDefault="00444A4F" w:rsidP="00F403E0">
      <w:pPr>
        <w:pStyle w:val="BodyText"/>
        <w:rPr>
          <w:sz w:val="32"/>
          <w:szCs w:val="32"/>
        </w:rPr>
      </w:pPr>
      <w:r w:rsidRPr="00D8299F">
        <w:rPr>
          <w:sz w:val="32"/>
          <w:szCs w:val="32"/>
        </w:rPr>
        <w:t>Go ahead and eat a piece of the matsah.  It’s not really tasty… but that wasn’t its purpose. It was supposed to keep them alive – to give them life!  It’s was the Father’s provision.</w:t>
      </w:r>
    </w:p>
    <w:p w:rsidR="00444A4F" w:rsidRPr="00D8299F" w:rsidRDefault="00444A4F" w:rsidP="00F403E0">
      <w:pPr>
        <w:pStyle w:val="Heading2"/>
        <w:rPr>
          <w:sz w:val="32"/>
          <w:szCs w:val="32"/>
        </w:rPr>
      </w:pPr>
      <w:r w:rsidRPr="00D8299F">
        <w:rPr>
          <w:sz w:val="32"/>
          <w:szCs w:val="32"/>
        </w:rPr>
        <w:t xml:space="preserve">G)  Bitter Herbs  - </w:t>
      </w:r>
      <w:proofErr w:type="spellStart"/>
      <w:r w:rsidRPr="00D8299F">
        <w:rPr>
          <w:sz w:val="32"/>
          <w:szCs w:val="32"/>
        </w:rPr>
        <w:t>Maror</w:t>
      </w:r>
      <w:proofErr w:type="spellEnd"/>
    </w:p>
    <w:p w:rsidR="00444A4F" w:rsidRPr="00D8299F" w:rsidRDefault="00444A4F" w:rsidP="00303C10">
      <w:pPr>
        <w:pStyle w:val="BodyText"/>
        <w:rPr>
          <w:b/>
          <w:sz w:val="32"/>
          <w:szCs w:val="32"/>
        </w:rPr>
      </w:pPr>
      <w:r w:rsidRPr="00D8299F">
        <w:rPr>
          <w:sz w:val="32"/>
          <w:szCs w:val="32"/>
        </w:rPr>
        <w:t xml:space="preserve">Scripture says </w:t>
      </w:r>
      <w:r w:rsidR="00303C10" w:rsidRPr="00D8299F">
        <w:rPr>
          <w:sz w:val="32"/>
          <w:szCs w:val="32"/>
        </w:rPr>
        <w:t>God’s people</w:t>
      </w:r>
      <w:r w:rsidRPr="00D8299F">
        <w:rPr>
          <w:sz w:val="32"/>
          <w:szCs w:val="32"/>
        </w:rPr>
        <w:t xml:space="preserve"> were to eat unleavened bread with bitter herbs.</w:t>
      </w:r>
    </w:p>
    <w:p w:rsidR="00444A4F" w:rsidRPr="00D8299F" w:rsidRDefault="00444A4F" w:rsidP="00F403E0">
      <w:pPr>
        <w:pStyle w:val="Scripture"/>
        <w:rPr>
          <w:color w:val="auto"/>
          <w:sz w:val="32"/>
          <w:szCs w:val="40"/>
        </w:rPr>
      </w:pPr>
      <w:r w:rsidRPr="00D8299F">
        <w:rPr>
          <w:rStyle w:val="ScriptureChar"/>
          <w:b/>
          <w:bCs/>
          <w:i/>
          <w:iCs/>
          <w:color w:val="auto"/>
          <w:sz w:val="32"/>
          <w:szCs w:val="40"/>
        </w:rPr>
        <w:t xml:space="preserve">Exodus 12:8 </w:t>
      </w:r>
      <w:r w:rsidRPr="00D8299F">
        <w:rPr>
          <w:rStyle w:val="ScriptureChar"/>
          <w:b/>
          <w:bCs/>
          <w:i/>
          <w:iCs/>
          <w:color w:val="auto"/>
          <w:sz w:val="32"/>
          <w:szCs w:val="40"/>
        </w:rPr>
        <w:br/>
      </w:r>
      <w:r w:rsidRPr="00D8299F">
        <w:rPr>
          <w:rStyle w:val="ScriptureChar"/>
          <w:color w:val="auto"/>
          <w:sz w:val="32"/>
          <w:szCs w:val="40"/>
        </w:rPr>
        <w:t xml:space="preserve">They shall eat the flesh that night, roasted on the fire; </w:t>
      </w:r>
      <w:r w:rsidRPr="00D8299F">
        <w:rPr>
          <w:rStyle w:val="ScriptureChar"/>
          <w:b/>
          <w:bCs/>
          <w:color w:val="auto"/>
          <w:sz w:val="32"/>
          <w:szCs w:val="40"/>
        </w:rPr>
        <w:t>with unleavened bread and bitter herbs</w:t>
      </w:r>
      <w:r w:rsidRPr="00D8299F">
        <w:rPr>
          <w:rStyle w:val="ScriptureChar"/>
          <w:color w:val="auto"/>
          <w:sz w:val="32"/>
          <w:szCs w:val="40"/>
        </w:rPr>
        <w:t xml:space="preserve"> they shall eat it.</w:t>
      </w:r>
      <w:r w:rsidRPr="00D8299F">
        <w:rPr>
          <w:color w:val="auto"/>
          <w:sz w:val="32"/>
          <w:szCs w:val="40"/>
        </w:rPr>
        <w:t xml:space="preserve"> </w:t>
      </w:r>
    </w:p>
    <w:p w:rsidR="00444A4F" w:rsidRPr="00D8299F" w:rsidRDefault="00444A4F" w:rsidP="00F403E0">
      <w:pPr>
        <w:pStyle w:val="BodyText"/>
        <w:rPr>
          <w:sz w:val="32"/>
          <w:szCs w:val="32"/>
        </w:rPr>
      </w:pPr>
      <w:r w:rsidRPr="00D8299F">
        <w:rPr>
          <w:sz w:val="32"/>
          <w:szCs w:val="32"/>
        </w:rPr>
        <w:t xml:space="preserve">Bitter herbs recall the bitterness of slavery. </w:t>
      </w:r>
    </w:p>
    <w:p w:rsidR="00444A4F" w:rsidRPr="00D8299F" w:rsidRDefault="00444A4F" w:rsidP="00F403E0">
      <w:pPr>
        <w:pStyle w:val="Scripture"/>
        <w:rPr>
          <w:color w:val="auto"/>
          <w:sz w:val="32"/>
          <w:szCs w:val="40"/>
        </w:rPr>
      </w:pPr>
      <w:r w:rsidRPr="00D8299F">
        <w:rPr>
          <w:rStyle w:val="ScriptureChar"/>
          <w:b/>
          <w:bCs/>
          <w:i/>
          <w:iCs/>
          <w:color w:val="auto"/>
          <w:sz w:val="32"/>
          <w:szCs w:val="40"/>
        </w:rPr>
        <w:t xml:space="preserve">Exodus 1:14 </w:t>
      </w:r>
      <w:r w:rsidRPr="00D8299F">
        <w:rPr>
          <w:rStyle w:val="ScriptureChar"/>
          <w:b/>
          <w:bCs/>
          <w:i/>
          <w:iCs/>
          <w:color w:val="auto"/>
          <w:sz w:val="32"/>
          <w:szCs w:val="40"/>
        </w:rPr>
        <w:br/>
      </w:r>
      <w:r w:rsidRPr="00D8299F">
        <w:rPr>
          <w:rStyle w:val="ScriptureChar"/>
          <w:color w:val="auto"/>
          <w:sz w:val="32"/>
          <w:szCs w:val="40"/>
        </w:rPr>
        <w:t xml:space="preserve">[The Egyptians] </w:t>
      </w:r>
      <w:r w:rsidRPr="00D8299F">
        <w:rPr>
          <w:rStyle w:val="ScriptureChar"/>
          <w:b/>
          <w:bCs/>
          <w:color w:val="auto"/>
          <w:sz w:val="32"/>
          <w:szCs w:val="40"/>
        </w:rPr>
        <w:t>made their lives bitter with hard service</w:t>
      </w:r>
      <w:r w:rsidRPr="00D8299F">
        <w:rPr>
          <w:rStyle w:val="ScriptureChar"/>
          <w:color w:val="auto"/>
          <w:sz w:val="32"/>
          <w:szCs w:val="40"/>
        </w:rPr>
        <w:t>, in mortar and brick, and in all kinds of work in the field. In all their work they ruthlessly made them work as slaves.</w:t>
      </w:r>
      <w:r w:rsidRPr="00D8299F">
        <w:rPr>
          <w:color w:val="auto"/>
          <w:sz w:val="32"/>
          <w:szCs w:val="40"/>
        </w:rPr>
        <w:t xml:space="preserve"> </w:t>
      </w:r>
    </w:p>
    <w:p w:rsidR="00303C10" w:rsidRPr="00D8299F" w:rsidRDefault="00303C10" w:rsidP="00303C10">
      <w:pPr>
        <w:pStyle w:val="BodyText"/>
        <w:rPr>
          <w:sz w:val="32"/>
          <w:szCs w:val="32"/>
        </w:rPr>
      </w:pPr>
      <w:r w:rsidRPr="00D8299F">
        <w:rPr>
          <w:sz w:val="32"/>
          <w:szCs w:val="32"/>
        </w:rPr>
        <w:t>Each person take another piece of matsah and dip it in the bitter herbs.  Take plenty so you can really taste it.  Hold it up and say the blessing for the bitter herbs:</w:t>
      </w:r>
    </w:p>
    <w:p w:rsidR="00303C10" w:rsidRPr="00D8299F" w:rsidRDefault="00303C10" w:rsidP="00433212">
      <w:pPr>
        <w:pStyle w:val="Blessing"/>
      </w:pPr>
      <w:r w:rsidRPr="00D8299F">
        <w:t xml:space="preserve">Blessed are you, </w:t>
      </w:r>
      <w:r w:rsidR="007870FC">
        <w:t>YHWH</w:t>
      </w:r>
      <w:r w:rsidRPr="00D8299F">
        <w:t xml:space="preserve"> our God, King of the universe, who set us apart with your Word, and commanded us to eat the bitter herbs to remind us of how bitter our lives used to be.</w:t>
      </w:r>
    </w:p>
    <w:p w:rsidR="00303C10" w:rsidRPr="00D8299F" w:rsidRDefault="00303C10" w:rsidP="00303C10">
      <w:pPr>
        <w:pStyle w:val="BodyText"/>
        <w:rPr>
          <w:sz w:val="32"/>
          <w:szCs w:val="32"/>
        </w:rPr>
      </w:pPr>
      <w:r w:rsidRPr="00D8299F">
        <w:rPr>
          <w:sz w:val="32"/>
          <w:szCs w:val="32"/>
        </w:rPr>
        <w:lastRenderedPageBreak/>
        <w:t xml:space="preserve">Eat it and think about the bitterness of life without the Father, and without a relationship with His son, Yeshua.  That’s the bitterness of slavery – whether a slave to Egypt or a slave to sin and the godless desires of our world today. </w:t>
      </w:r>
    </w:p>
    <w:p w:rsidR="00444A4F" w:rsidRPr="00D8299F" w:rsidRDefault="00F403E0" w:rsidP="00F403E0">
      <w:pPr>
        <w:pStyle w:val="Heading2"/>
        <w:rPr>
          <w:sz w:val="32"/>
          <w:szCs w:val="32"/>
        </w:rPr>
      </w:pPr>
      <w:r w:rsidRPr="00D8299F">
        <w:rPr>
          <w:sz w:val="32"/>
          <w:szCs w:val="32"/>
        </w:rPr>
        <w:t xml:space="preserve">H)  </w:t>
      </w:r>
      <w:r w:rsidR="00444A4F" w:rsidRPr="00D8299F">
        <w:rPr>
          <w:sz w:val="32"/>
          <w:szCs w:val="32"/>
        </w:rPr>
        <w:t xml:space="preserve">Fruit Mixture - </w:t>
      </w:r>
      <w:proofErr w:type="spellStart"/>
      <w:r w:rsidR="00444A4F" w:rsidRPr="00D8299F">
        <w:rPr>
          <w:sz w:val="32"/>
          <w:szCs w:val="32"/>
        </w:rPr>
        <w:t>Kharoset</w:t>
      </w:r>
      <w:proofErr w:type="spellEnd"/>
    </w:p>
    <w:p w:rsidR="008B6A24" w:rsidRDefault="008B6A24" w:rsidP="008B6A24">
      <w:pPr>
        <w:pStyle w:val="BodyText"/>
        <w:rPr>
          <w:sz w:val="32"/>
          <w:szCs w:val="32"/>
        </w:rPr>
      </w:pPr>
      <w:r>
        <w:rPr>
          <w:sz w:val="32"/>
          <w:szCs w:val="32"/>
        </w:rPr>
        <w:t>Next we have</w:t>
      </w:r>
      <w:r w:rsidRPr="00025EEE">
        <w:rPr>
          <w:sz w:val="32"/>
          <w:szCs w:val="32"/>
        </w:rPr>
        <w:t xml:space="preserve"> a</w:t>
      </w:r>
      <w:r>
        <w:rPr>
          <w:sz w:val="32"/>
          <w:szCs w:val="32"/>
        </w:rPr>
        <w:t xml:space="preserve"> mixture of fruit and nuts called </w:t>
      </w:r>
      <w:proofErr w:type="spellStart"/>
      <w:r w:rsidRPr="00025EEE">
        <w:rPr>
          <w:sz w:val="32"/>
          <w:szCs w:val="32"/>
        </w:rPr>
        <w:t>Kharoset</w:t>
      </w:r>
      <w:proofErr w:type="spellEnd"/>
      <w:r>
        <w:rPr>
          <w:sz w:val="32"/>
          <w:szCs w:val="32"/>
        </w:rPr>
        <w:t>.</w:t>
      </w:r>
    </w:p>
    <w:p w:rsidR="008B6A24" w:rsidRDefault="008B6A24" w:rsidP="008B6A24">
      <w:pPr>
        <w:pStyle w:val="BodyText"/>
        <w:ind w:left="360"/>
        <w:rPr>
          <w:sz w:val="32"/>
          <w:szCs w:val="32"/>
        </w:rPr>
      </w:pPr>
      <w:proofErr w:type="spellStart"/>
      <w:r w:rsidRPr="003A474F">
        <w:rPr>
          <w:b/>
          <w:bCs/>
          <w:sz w:val="32"/>
          <w:szCs w:val="32"/>
        </w:rPr>
        <w:t>kharoset</w:t>
      </w:r>
      <w:proofErr w:type="spellEnd"/>
      <w:r>
        <w:rPr>
          <w:sz w:val="32"/>
          <w:szCs w:val="32"/>
        </w:rPr>
        <w:t xml:space="preserve"> - </w:t>
      </w:r>
      <w:r w:rsidRPr="00025EEE">
        <w:rPr>
          <w:sz w:val="32"/>
          <w:szCs w:val="32"/>
        </w:rPr>
        <w:t>represents the clay &amp; mud used for bricks</w:t>
      </w:r>
    </w:p>
    <w:p w:rsidR="008B6A24" w:rsidRPr="00025EEE" w:rsidRDefault="008B6A24" w:rsidP="008B6A24">
      <w:pPr>
        <w:pStyle w:val="BodyText"/>
        <w:rPr>
          <w:sz w:val="32"/>
          <w:szCs w:val="32"/>
        </w:rPr>
      </w:pPr>
      <w:r>
        <w:rPr>
          <w:sz w:val="32"/>
          <w:szCs w:val="32"/>
        </w:rPr>
        <w:t xml:space="preserve">The </w:t>
      </w:r>
      <w:proofErr w:type="spellStart"/>
      <w:r>
        <w:rPr>
          <w:sz w:val="32"/>
          <w:szCs w:val="32"/>
        </w:rPr>
        <w:t>kharoset</w:t>
      </w:r>
      <w:proofErr w:type="spellEnd"/>
      <w:r>
        <w:rPr>
          <w:sz w:val="32"/>
          <w:szCs w:val="32"/>
        </w:rPr>
        <w:t xml:space="preserve"> symbolizes the heavy burdens carried by the Israelites under Pharaoh. But it also tastes good.  This</w:t>
      </w:r>
      <w:r w:rsidRPr="00025EEE">
        <w:rPr>
          <w:sz w:val="32"/>
          <w:szCs w:val="32"/>
        </w:rPr>
        <w:t xml:space="preserve"> reminds us that while our burdens </w:t>
      </w:r>
      <w:r>
        <w:rPr>
          <w:sz w:val="32"/>
          <w:szCs w:val="32"/>
        </w:rPr>
        <w:t>may be too much</w:t>
      </w:r>
      <w:r w:rsidRPr="00025EEE">
        <w:rPr>
          <w:sz w:val="32"/>
          <w:szCs w:val="32"/>
        </w:rPr>
        <w:t xml:space="preserve"> to bear alone, when we give ourselves to </w:t>
      </w:r>
      <w:r>
        <w:rPr>
          <w:sz w:val="32"/>
          <w:szCs w:val="32"/>
        </w:rPr>
        <w:t>our Heavenly Father</w:t>
      </w:r>
      <w:r w:rsidRPr="00025EEE">
        <w:rPr>
          <w:sz w:val="32"/>
          <w:szCs w:val="32"/>
        </w:rPr>
        <w:t xml:space="preserve">, and become totally dependent upon His strength and His power, no burden will be too great.  And nothing </w:t>
      </w:r>
      <w:r>
        <w:rPr>
          <w:sz w:val="32"/>
          <w:szCs w:val="32"/>
        </w:rPr>
        <w:t xml:space="preserve">is </w:t>
      </w:r>
      <w:r w:rsidRPr="00025EEE">
        <w:rPr>
          <w:sz w:val="32"/>
          <w:szCs w:val="32"/>
        </w:rPr>
        <w:t xml:space="preserve">better than to be in His hands. </w:t>
      </w:r>
    </w:p>
    <w:p w:rsidR="00444A4F" w:rsidRPr="00D8299F" w:rsidRDefault="00444A4F" w:rsidP="00433212">
      <w:pPr>
        <w:pStyle w:val="Blessing"/>
      </w:pPr>
      <w:r w:rsidRPr="00D8299F">
        <w:t xml:space="preserve">Blessed are you, </w:t>
      </w:r>
      <w:r w:rsidR="007870FC">
        <w:t>YHWH</w:t>
      </w:r>
      <w:r w:rsidRPr="00D8299F">
        <w:t xml:space="preserve"> our God, King of the universe, who takes </w:t>
      </w:r>
      <w:r w:rsidR="009A5CE4" w:rsidRPr="00D8299F">
        <w:t>away the</w:t>
      </w:r>
      <w:r w:rsidRPr="00D8299F">
        <w:t xml:space="preserve"> bitterness </w:t>
      </w:r>
      <w:r w:rsidR="009A5CE4" w:rsidRPr="00D8299F">
        <w:t xml:space="preserve">of our burdens </w:t>
      </w:r>
      <w:r w:rsidRPr="00D8299F">
        <w:t>and blesses us with the sweetness of new life.</w:t>
      </w:r>
    </w:p>
    <w:p w:rsidR="00444A4F" w:rsidRPr="00D8299F" w:rsidRDefault="009A5CE4" w:rsidP="00F403E0">
      <w:pPr>
        <w:pStyle w:val="BodyText"/>
        <w:rPr>
          <w:b/>
          <w:sz w:val="32"/>
          <w:szCs w:val="32"/>
        </w:rPr>
      </w:pPr>
      <w:r w:rsidRPr="00D8299F">
        <w:rPr>
          <w:sz w:val="32"/>
          <w:szCs w:val="32"/>
        </w:rPr>
        <w:t>D</w:t>
      </w:r>
      <w:r w:rsidR="00444A4F" w:rsidRPr="00D8299F">
        <w:rPr>
          <w:sz w:val="32"/>
          <w:szCs w:val="32"/>
        </w:rPr>
        <w:t xml:space="preserve">ip the matsah first into the bitter herbs, and then smother it with the </w:t>
      </w:r>
      <w:proofErr w:type="spellStart"/>
      <w:r w:rsidR="00444A4F" w:rsidRPr="00D8299F">
        <w:rPr>
          <w:sz w:val="32"/>
          <w:szCs w:val="32"/>
        </w:rPr>
        <w:t>kharoset</w:t>
      </w:r>
      <w:proofErr w:type="spellEnd"/>
      <w:r w:rsidR="00444A4F" w:rsidRPr="00D8299F">
        <w:rPr>
          <w:sz w:val="32"/>
          <w:szCs w:val="32"/>
        </w:rPr>
        <w:t xml:space="preserve">, and as we eat it, we remind ourselves that </w:t>
      </w:r>
      <w:r w:rsidR="00444A4F" w:rsidRPr="00D8299F">
        <w:rPr>
          <w:b/>
          <w:sz w:val="32"/>
          <w:szCs w:val="32"/>
        </w:rPr>
        <w:t>even the most bitter of circumstances can be sweetened by the hope we have in the Messiah.</w:t>
      </w:r>
    </w:p>
    <w:p w:rsidR="00444A4F" w:rsidRPr="00D8299F" w:rsidRDefault="00444A4F" w:rsidP="00F403E0">
      <w:pPr>
        <w:pStyle w:val="BodyText"/>
        <w:rPr>
          <w:sz w:val="32"/>
          <w:szCs w:val="32"/>
        </w:rPr>
      </w:pPr>
      <w:r w:rsidRPr="00D8299F">
        <w:rPr>
          <w:sz w:val="32"/>
          <w:szCs w:val="32"/>
        </w:rPr>
        <w:t xml:space="preserve">If you like, you can eat the rest of your </w:t>
      </w:r>
      <w:proofErr w:type="spellStart"/>
      <w:r w:rsidRPr="00D8299F">
        <w:rPr>
          <w:sz w:val="32"/>
          <w:szCs w:val="32"/>
        </w:rPr>
        <w:t>Kharoset</w:t>
      </w:r>
      <w:proofErr w:type="spellEnd"/>
      <w:r w:rsidRPr="00D8299F">
        <w:rPr>
          <w:sz w:val="32"/>
          <w:szCs w:val="32"/>
        </w:rPr>
        <w:t xml:space="preserve">.  Just take another piece of matsah – remember this </w:t>
      </w:r>
      <w:r w:rsidRPr="00D8299F">
        <w:rPr>
          <w:sz w:val="32"/>
          <w:szCs w:val="32"/>
        </w:rPr>
        <w:lastRenderedPageBreak/>
        <w:t xml:space="preserve">symbolizes the Messiah - and cover it with the </w:t>
      </w:r>
      <w:proofErr w:type="spellStart"/>
      <w:r w:rsidRPr="00D8299F">
        <w:rPr>
          <w:sz w:val="32"/>
          <w:szCs w:val="32"/>
        </w:rPr>
        <w:t>kharoset</w:t>
      </w:r>
      <w:proofErr w:type="spellEnd"/>
      <w:r w:rsidRPr="00D8299F">
        <w:rPr>
          <w:sz w:val="32"/>
          <w:szCs w:val="32"/>
        </w:rPr>
        <w:t xml:space="preserve"> – the sweetness of the hope we have in Him, that covers up the bitter taste of life we have in our mouths.</w:t>
      </w:r>
    </w:p>
    <w:p w:rsidR="00444A4F" w:rsidRPr="00D8299F" w:rsidRDefault="00444A4F" w:rsidP="00F403E0">
      <w:pPr>
        <w:pStyle w:val="BodyText"/>
        <w:rPr>
          <w:sz w:val="32"/>
          <w:szCs w:val="32"/>
        </w:rPr>
      </w:pPr>
      <w:r w:rsidRPr="00D8299F">
        <w:rPr>
          <w:sz w:val="32"/>
          <w:szCs w:val="32"/>
        </w:rPr>
        <w:t xml:space="preserve">When Yeshua and his disciples were celebrating the Passover together this was most likely the time when Yeshua said there is one among you who will betray me.  And the disciples asked, Lord, who is it? </w:t>
      </w:r>
    </w:p>
    <w:p w:rsidR="00444A4F" w:rsidRPr="00D8299F" w:rsidRDefault="00444A4F" w:rsidP="00F403E0">
      <w:pPr>
        <w:pStyle w:val="Scripture"/>
        <w:rPr>
          <w:sz w:val="32"/>
          <w:szCs w:val="40"/>
        </w:rPr>
      </w:pPr>
      <w:r w:rsidRPr="00D8299F">
        <w:rPr>
          <w:rStyle w:val="ScriptureChar"/>
          <w:b/>
          <w:bCs/>
          <w:i/>
          <w:iCs/>
          <w:sz w:val="32"/>
          <w:szCs w:val="40"/>
        </w:rPr>
        <w:t xml:space="preserve">John 13:26–27 </w:t>
      </w:r>
      <w:r w:rsidRPr="00D8299F">
        <w:rPr>
          <w:rStyle w:val="ScriptureChar"/>
          <w:b/>
          <w:bCs/>
          <w:i/>
          <w:iCs/>
          <w:sz w:val="32"/>
          <w:szCs w:val="40"/>
        </w:rPr>
        <w:br/>
      </w:r>
      <w:r w:rsidRPr="00D8299F">
        <w:rPr>
          <w:rStyle w:val="ScriptureChar"/>
          <w:sz w:val="32"/>
          <w:szCs w:val="40"/>
        </w:rPr>
        <w:t xml:space="preserve">Yeshua answered, </w:t>
      </w:r>
      <w:r w:rsidRPr="00D8299F">
        <w:rPr>
          <w:rStyle w:val="ScriptureChar"/>
          <w:color w:val="FF0000"/>
          <w:sz w:val="32"/>
          <w:szCs w:val="40"/>
        </w:rPr>
        <w:t>“It is he to whom I will give this morsel of bread when I have dipped it.”</w:t>
      </w:r>
      <w:r w:rsidRPr="00D8299F">
        <w:rPr>
          <w:rStyle w:val="ScriptureChar"/>
          <w:sz w:val="32"/>
          <w:szCs w:val="40"/>
        </w:rPr>
        <w:t xml:space="preserve"> So when he had dipped the morsel, he gave it to Judas, the son of Simon Iscariot. Then after he had taken the morsel, Satan entered into him. Yeshua said to him, </w:t>
      </w:r>
      <w:r w:rsidRPr="00D8299F">
        <w:rPr>
          <w:rStyle w:val="ScriptureChar"/>
          <w:color w:val="FF0000"/>
          <w:sz w:val="32"/>
          <w:szCs w:val="40"/>
        </w:rPr>
        <w:t>“What you are going to do, do quickly.”</w:t>
      </w:r>
      <w:r w:rsidRPr="00D8299F">
        <w:rPr>
          <w:sz w:val="32"/>
          <w:szCs w:val="40"/>
        </w:rPr>
        <w:t xml:space="preserve"> </w:t>
      </w:r>
    </w:p>
    <w:p w:rsidR="00444A4F" w:rsidRPr="00D8299F" w:rsidRDefault="00444A4F" w:rsidP="00F403E0">
      <w:pPr>
        <w:pStyle w:val="BodyText"/>
        <w:rPr>
          <w:sz w:val="32"/>
          <w:szCs w:val="32"/>
        </w:rPr>
      </w:pPr>
      <w:r w:rsidRPr="00D8299F">
        <w:rPr>
          <w:sz w:val="32"/>
          <w:szCs w:val="32"/>
        </w:rPr>
        <w:t>And after Judas took the matsah he left the celebration and didn’t finish the rest of the Passover meal.</w:t>
      </w:r>
    </w:p>
    <w:p w:rsidR="00444A4F" w:rsidRPr="00D8299F" w:rsidRDefault="00F403E0" w:rsidP="00F403E0">
      <w:pPr>
        <w:pStyle w:val="Heading2"/>
        <w:rPr>
          <w:sz w:val="32"/>
          <w:szCs w:val="32"/>
        </w:rPr>
      </w:pPr>
      <w:r w:rsidRPr="00D8299F">
        <w:rPr>
          <w:sz w:val="32"/>
          <w:szCs w:val="32"/>
        </w:rPr>
        <w:t xml:space="preserve">I)  </w:t>
      </w:r>
      <w:r w:rsidR="00444A4F" w:rsidRPr="00D8299F">
        <w:rPr>
          <w:sz w:val="32"/>
          <w:szCs w:val="32"/>
        </w:rPr>
        <w:t>Passover Lamb</w:t>
      </w:r>
    </w:p>
    <w:p w:rsidR="00444A4F" w:rsidRPr="00D8299F" w:rsidRDefault="00444A4F" w:rsidP="00F403E0">
      <w:pPr>
        <w:pStyle w:val="BodyText"/>
        <w:rPr>
          <w:sz w:val="32"/>
          <w:szCs w:val="32"/>
        </w:rPr>
      </w:pPr>
      <w:r w:rsidRPr="00D8299F">
        <w:rPr>
          <w:sz w:val="32"/>
          <w:szCs w:val="32"/>
        </w:rPr>
        <w:t>The last item on the plate is the lamb</w:t>
      </w:r>
      <w:r w:rsidR="00F35AE8" w:rsidRPr="00D8299F">
        <w:rPr>
          <w:sz w:val="32"/>
          <w:szCs w:val="32"/>
        </w:rPr>
        <w:t xml:space="preserve"> itself.  Of course the lamb would have been</w:t>
      </w:r>
      <w:r w:rsidRPr="00D8299F">
        <w:rPr>
          <w:sz w:val="32"/>
          <w:szCs w:val="32"/>
        </w:rPr>
        <w:t xml:space="preserve"> the main part of the</w:t>
      </w:r>
      <w:r w:rsidR="00F35AE8" w:rsidRPr="00D8299F">
        <w:rPr>
          <w:sz w:val="32"/>
          <w:szCs w:val="32"/>
        </w:rPr>
        <w:t>ir</w:t>
      </w:r>
      <w:r w:rsidRPr="00D8299F">
        <w:rPr>
          <w:sz w:val="32"/>
          <w:szCs w:val="32"/>
        </w:rPr>
        <w:t xml:space="preserve"> meal. The Passover lamb gave his life for the deliverance of the people.  So the Lamb really became the focal point of the entire meal. </w:t>
      </w:r>
    </w:p>
    <w:p w:rsidR="00444A4F" w:rsidRPr="00D8299F" w:rsidRDefault="00444A4F" w:rsidP="00F403E0">
      <w:pPr>
        <w:pStyle w:val="BodyText"/>
        <w:rPr>
          <w:sz w:val="32"/>
          <w:szCs w:val="32"/>
        </w:rPr>
      </w:pPr>
      <w:r w:rsidRPr="00D8299F">
        <w:rPr>
          <w:sz w:val="32"/>
          <w:szCs w:val="32"/>
        </w:rPr>
        <w:t xml:space="preserve">The Father told His people that when they celebrate Passover, that they were to sacrifice a lamb. BUT sacrifices were only to be done in the tabernacle, or later in the temple, once it was built.  However, since </w:t>
      </w:r>
      <w:r w:rsidRPr="00D8299F">
        <w:rPr>
          <w:sz w:val="32"/>
          <w:szCs w:val="32"/>
        </w:rPr>
        <w:lastRenderedPageBreak/>
        <w:t xml:space="preserve">the temple was destroyed by the Romans in 70AD, we can no longer sacrifice the lamb in that way. </w:t>
      </w:r>
    </w:p>
    <w:p w:rsidR="00444A4F" w:rsidRPr="00D8299F" w:rsidRDefault="00444A4F" w:rsidP="00F403E0">
      <w:pPr>
        <w:pStyle w:val="BodyText"/>
        <w:rPr>
          <w:sz w:val="32"/>
          <w:szCs w:val="32"/>
        </w:rPr>
      </w:pPr>
      <w:r w:rsidRPr="00D8299F">
        <w:rPr>
          <w:sz w:val="32"/>
          <w:szCs w:val="32"/>
        </w:rPr>
        <w:t>Therefore, Jewish people today usually put an unbroken leg bone of a lamb or a chicken on their plate as a reminder of the Passover lamb. But they don’t eat it, as a reminder that they can no longer make the sacrifice since the temple is gone.  That’s their tradition.  But for us tonight, we want to remember the Passover meal more like it was during the time of Yeshua.  And he would have eaten lamb with his disciples.  So we will too.  We’ll say a blessing for the lamb, then enjoy a small taste, to remind us of his sacrifice.  Then during the rest of our meal of celebration, you’ll have a chance to enjoy a larger portion if you wish.</w:t>
      </w:r>
    </w:p>
    <w:p w:rsidR="00444A4F" w:rsidRPr="00D8299F" w:rsidRDefault="00444A4F" w:rsidP="00F403E0">
      <w:pPr>
        <w:pStyle w:val="BodyText"/>
        <w:rPr>
          <w:sz w:val="32"/>
          <w:szCs w:val="32"/>
        </w:rPr>
      </w:pPr>
      <w:r w:rsidRPr="00D8299F">
        <w:rPr>
          <w:sz w:val="32"/>
          <w:szCs w:val="32"/>
        </w:rPr>
        <w:t>Let’s say a blessing for the Passover Lamb:</w:t>
      </w:r>
    </w:p>
    <w:p w:rsidR="00444A4F" w:rsidRPr="00D8299F" w:rsidRDefault="00444A4F" w:rsidP="00433212">
      <w:pPr>
        <w:pStyle w:val="Blessing"/>
      </w:pPr>
      <w:r w:rsidRPr="00D8299F">
        <w:t xml:space="preserve">Blessed are you, </w:t>
      </w:r>
      <w:r w:rsidR="007870FC">
        <w:t>YHWH</w:t>
      </w:r>
      <w:r w:rsidRPr="00D8299F">
        <w:t xml:space="preserve"> our God, King of the universe, who has provided the Passover Lamb, and in doing so, delivered us from death through His blood shed for us.</w:t>
      </w:r>
    </w:p>
    <w:p w:rsidR="00444A4F" w:rsidRPr="00D8299F" w:rsidRDefault="00444A4F" w:rsidP="00F403E0">
      <w:pPr>
        <w:pStyle w:val="BodyText"/>
        <w:rPr>
          <w:sz w:val="32"/>
          <w:szCs w:val="32"/>
        </w:rPr>
      </w:pPr>
      <w:r w:rsidRPr="00D8299F">
        <w:rPr>
          <w:sz w:val="32"/>
          <w:szCs w:val="32"/>
        </w:rPr>
        <w:t>As we eat the lamb, let’s remember that the Messiah is our Passover Lamb, and once for all time became the perfect and final sacrifice, delivering us from the death we deserve because of our sins.</w:t>
      </w:r>
    </w:p>
    <w:p w:rsidR="00480BAD" w:rsidRDefault="00480BAD">
      <w:pPr>
        <w:rPr>
          <w:b/>
          <w:smallCaps/>
          <w:color w:val="1F497D" w:themeColor="text2"/>
          <w:sz w:val="32"/>
          <w:szCs w:val="32"/>
          <w:u w:val="single"/>
        </w:rPr>
      </w:pPr>
      <w:r>
        <w:rPr>
          <w:sz w:val="32"/>
          <w:szCs w:val="32"/>
        </w:rPr>
        <w:br w:type="page"/>
      </w:r>
    </w:p>
    <w:p w:rsidR="00444A4F" w:rsidRPr="00D8299F" w:rsidRDefault="00F403E0" w:rsidP="003939C9">
      <w:pPr>
        <w:pStyle w:val="Heading1"/>
        <w:rPr>
          <w:sz w:val="32"/>
          <w:szCs w:val="32"/>
        </w:rPr>
      </w:pPr>
      <w:r w:rsidRPr="00D8299F">
        <w:rPr>
          <w:sz w:val="32"/>
          <w:szCs w:val="32"/>
        </w:rPr>
        <w:lastRenderedPageBreak/>
        <w:t>5</w:t>
      </w:r>
      <w:r w:rsidR="00444A4F" w:rsidRPr="00D8299F">
        <w:rPr>
          <w:sz w:val="32"/>
          <w:szCs w:val="32"/>
        </w:rPr>
        <w:t xml:space="preserve">.  Enjoy the Passover </w:t>
      </w:r>
      <w:r w:rsidR="003939C9" w:rsidRPr="00D8299F">
        <w:rPr>
          <w:sz w:val="32"/>
          <w:szCs w:val="32"/>
        </w:rPr>
        <w:t>Dinner</w:t>
      </w:r>
    </w:p>
    <w:p w:rsidR="00444A4F" w:rsidRPr="00D8299F" w:rsidRDefault="00444A4F" w:rsidP="00444A4F">
      <w:pPr>
        <w:pStyle w:val="BodyText"/>
        <w:rPr>
          <w:sz w:val="32"/>
          <w:szCs w:val="32"/>
        </w:rPr>
      </w:pPr>
      <w:r w:rsidRPr="00D8299F">
        <w:rPr>
          <w:sz w:val="32"/>
          <w:szCs w:val="32"/>
        </w:rPr>
        <w:t>The Passover meal itself was a special feast.  usually a entire lamb was roasted and shared with family and friends.</w:t>
      </w:r>
    </w:p>
    <w:p w:rsidR="00444A4F" w:rsidRPr="00D8299F" w:rsidRDefault="00444A4F" w:rsidP="00444A4F">
      <w:pPr>
        <w:pStyle w:val="BodyText"/>
        <w:rPr>
          <w:sz w:val="32"/>
          <w:szCs w:val="32"/>
        </w:rPr>
      </w:pPr>
      <w:r w:rsidRPr="00D8299F">
        <w:rPr>
          <w:sz w:val="32"/>
          <w:szCs w:val="32"/>
        </w:rPr>
        <w:t xml:space="preserve">At home you can make lamb chops, leg of lamb, or something else if you prefer.  </w:t>
      </w:r>
    </w:p>
    <w:p w:rsidR="00444A4F" w:rsidRPr="00D8299F" w:rsidRDefault="00444A4F" w:rsidP="00444A4F">
      <w:pPr>
        <w:pStyle w:val="BodyText"/>
        <w:rPr>
          <w:sz w:val="32"/>
          <w:szCs w:val="32"/>
        </w:rPr>
      </w:pPr>
      <w:r w:rsidRPr="00D8299F">
        <w:rPr>
          <w:sz w:val="32"/>
          <w:szCs w:val="32"/>
        </w:rPr>
        <w:t>Remember - no pork, shellfish, or leaven</w:t>
      </w:r>
    </w:p>
    <w:p w:rsidR="00444A4F" w:rsidRPr="00D8299F" w:rsidRDefault="00444A4F" w:rsidP="00444A4F">
      <w:pPr>
        <w:pStyle w:val="BodyText"/>
        <w:rPr>
          <w:sz w:val="32"/>
          <w:szCs w:val="32"/>
        </w:rPr>
      </w:pPr>
      <w:r w:rsidRPr="00D8299F">
        <w:rPr>
          <w:sz w:val="32"/>
          <w:szCs w:val="32"/>
        </w:rPr>
        <w:t xml:space="preserve">Now, let’s enjoy this Passover meal together.  When you think of Yeshua and his disciples at their Last Supper together, think of them having a delicious meal together like the one we are going to have now. </w:t>
      </w:r>
    </w:p>
    <w:p w:rsidR="00444A4F" w:rsidRPr="00D8299F" w:rsidRDefault="00444A4F" w:rsidP="00444A4F">
      <w:pPr>
        <w:pStyle w:val="BodyText"/>
        <w:rPr>
          <w:sz w:val="32"/>
          <w:szCs w:val="32"/>
        </w:rPr>
      </w:pPr>
      <w:r w:rsidRPr="00D8299F">
        <w:rPr>
          <w:sz w:val="32"/>
          <w:szCs w:val="32"/>
        </w:rPr>
        <w:t>The most honored man says the prayer.</w:t>
      </w:r>
    </w:p>
    <w:p w:rsidR="00444A4F" w:rsidRPr="00D8299F" w:rsidRDefault="00444A4F" w:rsidP="00444A4F">
      <w:pPr>
        <w:pStyle w:val="BodyText"/>
        <w:rPr>
          <w:color w:val="C00000"/>
          <w:sz w:val="32"/>
          <w:szCs w:val="32"/>
        </w:rPr>
      </w:pPr>
      <w:r w:rsidRPr="00D8299F">
        <w:rPr>
          <w:color w:val="C00000"/>
          <w:sz w:val="32"/>
          <w:szCs w:val="32"/>
        </w:rPr>
        <w:t xml:space="preserve">--- </w:t>
      </w:r>
      <w:r w:rsidR="001032C2" w:rsidRPr="00D8299F">
        <w:rPr>
          <w:color w:val="C00000"/>
          <w:sz w:val="32"/>
          <w:szCs w:val="32"/>
        </w:rPr>
        <w:t xml:space="preserve">Passover </w:t>
      </w:r>
      <w:r w:rsidRPr="00D8299F">
        <w:rPr>
          <w:color w:val="C00000"/>
          <w:sz w:val="32"/>
          <w:szCs w:val="32"/>
        </w:rPr>
        <w:t>Meal ---</w:t>
      </w:r>
    </w:p>
    <w:p w:rsidR="00444A4F" w:rsidRPr="00D8299F" w:rsidRDefault="00444A4F" w:rsidP="00444A4F">
      <w:pPr>
        <w:pStyle w:val="Scripture"/>
        <w:rPr>
          <w:b/>
          <w:bCs/>
          <w:i/>
          <w:iCs/>
          <w:color w:val="auto"/>
          <w:sz w:val="32"/>
          <w:szCs w:val="40"/>
        </w:rPr>
      </w:pPr>
      <w:r w:rsidRPr="00D8299F">
        <w:rPr>
          <w:rStyle w:val="ScriptureChar"/>
          <w:b/>
          <w:bCs/>
          <w:i/>
          <w:iCs/>
          <w:color w:val="auto"/>
          <w:sz w:val="32"/>
          <w:szCs w:val="40"/>
        </w:rPr>
        <w:t>Deuteronomy 8:10</w:t>
      </w:r>
      <w:r w:rsidRPr="00D8299F">
        <w:rPr>
          <w:rStyle w:val="ScriptureChar"/>
          <w:color w:val="auto"/>
          <w:sz w:val="32"/>
          <w:szCs w:val="40"/>
        </w:rPr>
        <w:t xml:space="preserve"> (NASB)</w:t>
      </w:r>
      <w:r w:rsidRPr="00D8299F">
        <w:rPr>
          <w:rStyle w:val="ScriptureChar"/>
          <w:color w:val="auto"/>
          <w:sz w:val="32"/>
          <w:szCs w:val="40"/>
        </w:rPr>
        <w:br/>
      </w:r>
      <w:r w:rsidRPr="00D8299F">
        <w:rPr>
          <w:color w:val="auto"/>
          <w:sz w:val="32"/>
          <w:szCs w:val="40"/>
        </w:rPr>
        <w:t xml:space="preserve">When you have eaten and are satisfied, you shall bless </w:t>
      </w:r>
      <w:r w:rsidR="007870FC">
        <w:rPr>
          <w:color w:val="auto"/>
          <w:sz w:val="32"/>
          <w:szCs w:val="40"/>
        </w:rPr>
        <w:t>YHWH</w:t>
      </w:r>
      <w:r w:rsidRPr="00D8299F">
        <w:rPr>
          <w:color w:val="auto"/>
          <w:sz w:val="32"/>
          <w:szCs w:val="40"/>
        </w:rPr>
        <w:t xml:space="preserve"> your God for the good land which He has given you. </w:t>
      </w:r>
    </w:p>
    <w:p w:rsidR="00880ED5" w:rsidRDefault="00444A4F" w:rsidP="00433212">
      <w:pPr>
        <w:pStyle w:val="Blessing"/>
      </w:pPr>
      <w:r w:rsidRPr="00D8299F">
        <w:t xml:space="preserve">Blessed are you, </w:t>
      </w:r>
      <w:r w:rsidR="007870FC">
        <w:t>YHWH</w:t>
      </w:r>
      <w:r w:rsidRPr="00D8299F">
        <w:t xml:space="preserve"> our God, King of the universe.  You are the One who nourishes each of us, not only with physical food, but also with Your goodness, Your favor, Your loving-kindness, and Your compassion.  We thank you, Father, for your blessings.</w:t>
      </w:r>
    </w:p>
    <w:p w:rsidR="00880ED5" w:rsidRDefault="00880ED5" w:rsidP="00880ED5">
      <w:pPr>
        <w:pStyle w:val="Author"/>
        <w:rPr>
          <w:color w:val="365F91" w:themeColor="accent1" w:themeShade="BF"/>
        </w:rPr>
      </w:pPr>
      <w:r>
        <w:br w:type="page"/>
      </w:r>
    </w:p>
    <w:p w:rsidR="004F1428" w:rsidRPr="00D8299F" w:rsidRDefault="00444A4F" w:rsidP="00F403E0">
      <w:pPr>
        <w:pStyle w:val="Heading1"/>
        <w:rPr>
          <w:sz w:val="32"/>
          <w:szCs w:val="32"/>
        </w:rPr>
      </w:pPr>
      <w:r w:rsidRPr="00D8299F">
        <w:rPr>
          <w:sz w:val="32"/>
          <w:szCs w:val="32"/>
        </w:rPr>
        <w:lastRenderedPageBreak/>
        <w:t xml:space="preserve">6.  </w:t>
      </w:r>
      <w:r w:rsidR="00F403E0" w:rsidRPr="00D8299F">
        <w:rPr>
          <w:sz w:val="32"/>
          <w:szCs w:val="32"/>
        </w:rPr>
        <w:t>Second Part of “The Seder</w:t>
      </w:r>
      <w:r w:rsidR="003939C9" w:rsidRPr="00D8299F">
        <w:rPr>
          <w:sz w:val="32"/>
          <w:szCs w:val="32"/>
        </w:rPr>
        <w:t>”</w:t>
      </w:r>
    </w:p>
    <w:p w:rsidR="007F6641" w:rsidRPr="00D8299F" w:rsidRDefault="004F1428" w:rsidP="00F403E0">
      <w:pPr>
        <w:pStyle w:val="Heading2"/>
        <w:rPr>
          <w:sz w:val="32"/>
          <w:szCs w:val="32"/>
        </w:rPr>
      </w:pPr>
      <w:r w:rsidRPr="00D8299F">
        <w:rPr>
          <w:sz w:val="32"/>
          <w:szCs w:val="32"/>
        </w:rPr>
        <w:t xml:space="preserve">A)  </w:t>
      </w:r>
      <w:r w:rsidR="003939C9" w:rsidRPr="00D8299F">
        <w:rPr>
          <w:sz w:val="32"/>
          <w:szCs w:val="32"/>
        </w:rPr>
        <w:t xml:space="preserve">The </w:t>
      </w:r>
      <w:r w:rsidR="007F6641" w:rsidRPr="00D8299F">
        <w:rPr>
          <w:sz w:val="32"/>
          <w:szCs w:val="32"/>
        </w:rPr>
        <w:t>Hidden</w:t>
      </w:r>
      <w:r w:rsidR="00F403E0" w:rsidRPr="00D8299F">
        <w:rPr>
          <w:sz w:val="32"/>
          <w:szCs w:val="32"/>
        </w:rPr>
        <w:t xml:space="preserve"> Mats</w:t>
      </w:r>
      <w:r w:rsidR="007F6641" w:rsidRPr="00D8299F">
        <w:rPr>
          <w:sz w:val="32"/>
          <w:szCs w:val="32"/>
        </w:rPr>
        <w:t xml:space="preserve">ah - </w:t>
      </w:r>
      <w:proofErr w:type="spellStart"/>
      <w:r w:rsidR="007F6641" w:rsidRPr="00D8299F">
        <w:rPr>
          <w:sz w:val="32"/>
          <w:szCs w:val="32"/>
        </w:rPr>
        <w:t>Afikomen</w:t>
      </w:r>
      <w:proofErr w:type="spellEnd"/>
    </w:p>
    <w:p w:rsidR="00A73245" w:rsidRPr="00D8299F" w:rsidRDefault="007F6641" w:rsidP="00F403E0">
      <w:pPr>
        <w:pStyle w:val="BodyText"/>
        <w:rPr>
          <w:sz w:val="32"/>
          <w:szCs w:val="32"/>
        </w:rPr>
      </w:pPr>
      <w:r w:rsidRPr="00D8299F">
        <w:rPr>
          <w:sz w:val="32"/>
          <w:szCs w:val="32"/>
        </w:rPr>
        <w:t xml:space="preserve">Now that the meal is over, it’s time to bring back the hidden </w:t>
      </w:r>
      <w:r w:rsidR="001032C2" w:rsidRPr="00D8299F">
        <w:rPr>
          <w:sz w:val="32"/>
          <w:szCs w:val="32"/>
        </w:rPr>
        <w:t>matsah</w:t>
      </w:r>
      <w:r w:rsidR="00A73245" w:rsidRPr="00D8299F">
        <w:rPr>
          <w:sz w:val="32"/>
          <w:szCs w:val="32"/>
        </w:rPr>
        <w:t>.</w:t>
      </w:r>
    </w:p>
    <w:p w:rsidR="00A73245" w:rsidRPr="00D8299F" w:rsidRDefault="00A73245" w:rsidP="00A73245">
      <w:pPr>
        <w:pStyle w:val="BodyText"/>
        <w:rPr>
          <w:sz w:val="32"/>
          <w:szCs w:val="32"/>
        </w:rPr>
      </w:pPr>
      <w:r w:rsidRPr="00D8299F">
        <w:rPr>
          <w:sz w:val="32"/>
          <w:szCs w:val="32"/>
        </w:rPr>
        <w:t xml:space="preserve">Find the hidden piece of matsah and unwrap it.  It is called the </w:t>
      </w:r>
      <w:proofErr w:type="spellStart"/>
      <w:r w:rsidRPr="00D8299F">
        <w:rPr>
          <w:b/>
          <w:sz w:val="32"/>
          <w:szCs w:val="32"/>
        </w:rPr>
        <w:t>afikomen</w:t>
      </w:r>
      <w:proofErr w:type="spellEnd"/>
      <w:r w:rsidRPr="00D8299F">
        <w:rPr>
          <w:sz w:val="32"/>
          <w:szCs w:val="32"/>
        </w:rPr>
        <w:t>, from a Greek verb that means “I come”.  That piece of matsah that was broken in half to symbolize His body, broken for us.  His broken body was wrapped in white linen and buried, but is now resurrected.</w:t>
      </w:r>
    </w:p>
    <w:p w:rsidR="00A73245" w:rsidRPr="00D8299F" w:rsidRDefault="00A73245" w:rsidP="00A73245">
      <w:pPr>
        <w:pStyle w:val="BodyText"/>
        <w:rPr>
          <w:sz w:val="32"/>
          <w:szCs w:val="32"/>
        </w:rPr>
      </w:pPr>
      <w:r w:rsidRPr="00D8299F">
        <w:rPr>
          <w:sz w:val="32"/>
          <w:szCs w:val="32"/>
        </w:rPr>
        <w:t>When Yeshua celebrated the Passover with his disciples, this seems to be the place in the celebration when Yeshua broke the bread and said do this in remembrance of me!</w:t>
      </w:r>
    </w:p>
    <w:p w:rsidR="007F6641" w:rsidRPr="00D8299F" w:rsidRDefault="007F6641" w:rsidP="00F403E0">
      <w:pPr>
        <w:pStyle w:val="Scripture"/>
        <w:rPr>
          <w:sz w:val="32"/>
          <w:szCs w:val="40"/>
        </w:rPr>
      </w:pPr>
      <w:r w:rsidRPr="00D8299F">
        <w:rPr>
          <w:rStyle w:val="ScriptureChar"/>
          <w:b/>
          <w:bCs/>
          <w:i/>
          <w:iCs/>
          <w:sz w:val="32"/>
          <w:szCs w:val="40"/>
        </w:rPr>
        <w:t xml:space="preserve">Luke 22:19 </w:t>
      </w:r>
      <w:r w:rsidRPr="00D8299F">
        <w:rPr>
          <w:rStyle w:val="ScriptureChar"/>
          <w:b/>
          <w:bCs/>
          <w:i/>
          <w:iCs/>
          <w:sz w:val="32"/>
          <w:szCs w:val="40"/>
        </w:rPr>
        <w:br/>
      </w:r>
      <w:r w:rsidRPr="00D8299F">
        <w:rPr>
          <w:rStyle w:val="ScriptureChar"/>
          <w:sz w:val="32"/>
          <w:szCs w:val="40"/>
        </w:rPr>
        <w:t xml:space="preserve">And he took bread, and when he had given thanks, he broke it and gave it to them, saying, </w:t>
      </w:r>
      <w:r w:rsidRPr="00D8299F">
        <w:rPr>
          <w:rStyle w:val="ScriptureChar"/>
          <w:color w:val="FF0000"/>
          <w:sz w:val="32"/>
          <w:szCs w:val="40"/>
        </w:rPr>
        <w:t>“This is my body, which is given for you. Do this in remembrance of me.”</w:t>
      </w:r>
      <w:r w:rsidRPr="00D8299F">
        <w:rPr>
          <w:sz w:val="32"/>
          <w:szCs w:val="40"/>
        </w:rPr>
        <w:t xml:space="preserve"> </w:t>
      </w:r>
    </w:p>
    <w:p w:rsidR="007F6641" w:rsidRPr="00D8299F" w:rsidRDefault="007F6641" w:rsidP="00F403E0">
      <w:pPr>
        <w:pStyle w:val="BodyText"/>
        <w:rPr>
          <w:sz w:val="32"/>
          <w:szCs w:val="32"/>
        </w:rPr>
      </w:pPr>
      <w:r w:rsidRPr="00D8299F">
        <w:rPr>
          <w:sz w:val="32"/>
          <w:szCs w:val="32"/>
        </w:rPr>
        <w:t>Paul, in his letter to the new Corinthian believers in Greece says this:</w:t>
      </w:r>
    </w:p>
    <w:p w:rsidR="007F6641" w:rsidRPr="00D8299F" w:rsidRDefault="007F6641" w:rsidP="00F403E0">
      <w:pPr>
        <w:pStyle w:val="Scripture"/>
        <w:rPr>
          <w:sz w:val="32"/>
          <w:szCs w:val="40"/>
        </w:rPr>
      </w:pPr>
      <w:r w:rsidRPr="00D8299F">
        <w:rPr>
          <w:rStyle w:val="ScriptureChar"/>
          <w:b/>
          <w:bCs/>
          <w:i/>
          <w:iCs/>
          <w:sz w:val="32"/>
          <w:szCs w:val="40"/>
        </w:rPr>
        <w:t xml:space="preserve">1 Corinthians 11:23–24 </w:t>
      </w:r>
      <w:r w:rsidRPr="00D8299F">
        <w:rPr>
          <w:rStyle w:val="ScriptureChar"/>
          <w:b/>
          <w:bCs/>
          <w:i/>
          <w:iCs/>
          <w:sz w:val="32"/>
          <w:szCs w:val="40"/>
        </w:rPr>
        <w:br/>
      </w:r>
      <w:r w:rsidRPr="00D8299F">
        <w:rPr>
          <w:rStyle w:val="ScriptureChar"/>
          <w:sz w:val="32"/>
          <w:szCs w:val="40"/>
        </w:rPr>
        <w:t xml:space="preserve">For I received from the Lord what I also delivered to you, that the Lord Yeshua on the night when he was betrayed took bread, and when he had given thanks, he broke it, and said, </w:t>
      </w:r>
      <w:r w:rsidRPr="00D8299F">
        <w:rPr>
          <w:rStyle w:val="ScriptureChar"/>
          <w:color w:val="FF0000"/>
          <w:sz w:val="32"/>
          <w:szCs w:val="40"/>
        </w:rPr>
        <w:t>“This is my body which is for you. Do this in remembrance of me.”</w:t>
      </w:r>
      <w:r w:rsidRPr="00D8299F">
        <w:rPr>
          <w:sz w:val="32"/>
          <w:szCs w:val="40"/>
        </w:rPr>
        <w:t xml:space="preserve"> </w:t>
      </w:r>
    </w:p>
    <w:p w:rsidR="007F6641" w:rsidRPr="00D8299F" w:rsidRDefault="00A73245" w:rsidP="00A73245">
      <w:pPr>
        <w:pStyle w:val="BodyText"/>
        <w:rPr>
          <w:sz w:val="32"/>
          <w:szCs w:val="32"/>
        </w:rPr>
      </w:pPr>
      <w:r w:rsidRPr="00D8299F">
        <w:rPr>
          <w:sz w:val="32"/>
          <w:szCs w:val="32"/>
        </w:rPr>
        <w:lastRenderedPageBreak/>
        <w:t>Each person take a piece of that hidden matsah, and we will say a blessing before we eat it:</w:t>
      </w:r>
    </w:p>
    <w:p w:rsidR="007F6641" w:rsidRPr="00D8299F" w:rsidRDefault="007F6641" w:rsidP="00433212">
      <w:pPr>
        <w:pStyle w:val="Blessing"/>
      </w:pPr>
      <w:r w:rsidRPr="00D8299F">
        <w:t xml:space="preserve">Blessed are you, </w:t>
      </w:r>
      <w:r w:rsidR="007870FC">
        <w:t>YHWH</w:t>
      </w:r>
      <w:r w:rsidRPr="00D8299F">
        <w:t xml:space="preserve"> our God, King of the universe, who brings forth bread from the earth</w:t>
      </w:r>
      <w:r w:rsidR="00A73245" w:rsidRPr="00D8299F">
        <w:t>, and gave us your Son, the Bread of Life, to be broken for us.</w:t>
      </w:r>
    </w:p>
    <w:p w:rsidR="007F6641" w:rsidRPr="00D8299F" w:rsidRDefault="00A73245" w:rsidP="00A73245">
      <w:pPr>
        <w:pStyle w:val="BodyText"/>
        <w:rPr>
          <w:sz w:val="32"/>
          <w:szCs w:val="32"/>
        </w:rPr>
      </w:pPr>
      <w:r w:rsidRPr="00D8299F">
        <w:rPr>
          <w:sz w:val="32"/>
          <w:szCs w:val="32"/>
        </w:rPr>
        <w:t xml:space="preserve">Eat the matsah and remember </w:t>
      </w:r>
      <w:r w:rsidR="007F6641" w:rsidRPr="00D8299F">
        <w:rPr>
          <w:sz w:val="32"/>
          <w:szCs w:val="32"/>
        </w:rPr>
        <w:t>that it</w:t>
      </w:r>
      <w:r w:rsidRPr="00D8299F">
        <w:rPr>
          <w:sz w:val="32"/>
          <w:szCs w:val="32"/>
        </w:rPr>
        <w:t xml:space="preserve"> i</w:t>
      </w:r>
      <w:r w:rsidR="007F6641" w:rsidRPr="00D8299F">
        <w:rPr>
          <w:sz w:val="32"/>
          <w:szCs w:val="32"/>
        </w:rPr>
        <w:t>s the symbol of the Messiah’s body, sacrificed for us as the Passover lamb.</w:t>
      </w:r>
    </w:p>
    <w:p w:rsidR="007F6641" w:rsidRPr="00D8299F" w:rsidRDefault="004F1428" w:rsidP="00F403E0">
      <w:pPr>
        <w:pStyle w:val="Heading2"/>
        <w:rPr>
          <w:sz w:val="32"/>
          <w:szCs w:val="32"/>
        </w:rPr>
      </w:pPr>
      <w:r w:rsidRPr="00D8299F">
        <w:rPr>
          <w:sz w:val="32"/>
          <w:szCs w:val="32"/>
        </w:rPr>
        <w:t xml:space="preserve">B)  </w:t>
      </w:r>
      <w:r w:rsidR="007F6641" w:rsidRPr="00D8299F">
        <w:rPr>
          <w:sz w:val="32"/>
          <w:szCs w:val="32"/>
        </w:rPr>
        <w:t>Third Cup  - Redemption</w:t>
      </w:r>
    </w:p>
    <w:p w:rsidR="00A73245" w:rsidRPr="00D8299F" w:rsidRDefault="00A73245" w:rsidP="00A73245">
      <w:pPr>
        <w:pStyle w:val="BodyText"/>
        <w:rPr>
          <w:sz w:val="32"/>
          <w:szCs w:val="32"/>
        </w:rPr>
      </w:pPr>
      <w:r w:rsidRPr="00D8299F">
        <w:rPr>
          <w:sz w:val="32"/>
          <w:szCs w:val="32"/>
        </w:rPr>
        <w:t xml:space="preserve">The third cup is the cup of redemption.  At the Last Supper, it was probably this third cup that Yeshua took when he said do this in remembrance of me.  </w:t>
      </w:r>
    </w:p>
    <w:p w:rsidR="007F6641" w:rsidRPr="00D8299F" w:rsidRDefault="007F6641" w:rsidP="00F403E0">
      <w:pPr>
        <w:pStyle w:val="Scripture"/>
        <w:rPr>
          <w:sz w:val="32"/>
          <w:szCs w:val="40"/>
        </w:rPr>
      </w:pPr>
      <w:r w:rsidRPr="00D8299F">
        <w:rPr>
          <w:rStyle w:val="ScriptureChar"/>
          <w:b/>
          <w:bCs/>
          <w:i/>
          <w:iCs/>
          <w:sz w:val="32"/>
          <w:szCs w:val="40"/>
        </w:rPr>
        <w:t xml:space="preserve">Luke 22:20 </w:t>
      </w:r>
      <w:r w:rsidRPr="00D8299F">
        <w:rPr>
          <w:rStyle w:val="ScriptureChar"/>
          <w:b/>
          <w:bCs/>
          <w:i/>
          <w:iCs/>
          <w:sz w:val="32"/>
          <w:szCs w:val="40"/>
        </w:rPr>
        <w:br/>
      </w:r>
      <w:r w:rsidRPr="00D8299F">
        <w:rPr>
          <w:rStyle w:val="ScriptureChar"/>
          <w:sz w:val="32"/>
          <w:szCs w:val="40"/>
        </w:rPr>
        <w:t xml:space="preserve">And likewise the cup </w:t>
      </w:r>
      <w:r w:rsidRPr="00D8299F">
        <w:rPr>
          <w:rStyle w:val="ScriptureChar"/>
          <w:b/>
          <w:bCs/>
          <w:sz w:val="32"/>
          <w:szCs w:val="40"/>
        </w:rPr>
        <w:t>after they had eaten</w:t>
      </w:r>
      <w:r w:rsidRPr="00D8299F">
        <w:rPr>
          <w:rStyle w:val="ScriptureChar"/>
          <w:sz w:val="32"/>
          <w:szCs w:val="40"/>
        </w:rPr>
        <w:t xml:space="preserve">, saying, </w:t>
      </w:r>
      <w:r w:rsidRPr="00D8299F">
        <w:rPr>
          <w:rStyle w:val="ScriptureChar"/>
          <w:color w:val="FF0000"/>
          <w:sz w:val="32"/>
          <w:szCs w:val="40"/>
        </w:rPr>
        <w:t>“This cup that is poured out for you is the new covenant in my blood.</w:t>
      </w:r>
      <w:r w:rsidRPr="00D8299F">
        <w:rPr>
          <w:sz w:val="32"/>
          <w:szCs w:val="40"/>
        </w:rPr>
        <w:t xml:space="preserve"> </w:t>
      </w:r>
    </w:p>
    <w:p w:rsidR="002D256C" w:rsidRPr="00D8299F" w:rsidRDefault="002D256C" w:rsidP="002D256C">
      <w:pPr>
        <w:pStyle w:val="BodyText"/>
        <w:rPr>
          <w:sz w:val="32"/>
          <w:szCs w:val="32"/>
        </w:rPr>
      </w:pPr>
      <w:r w:rsidRPr="00D8299F">
        <w:rPr>
          <w:sz w:val="32"/>
          <w:szCs w:val="32"/>
        </w:rPr>
        <w:t xml:space="preserve">To redeem is to buy back or pay a price so that you can get something back that was once yours.  God bought us back with the blood of Yeshua, the Passover Lamb.  So this cup, the cup of redemption, symbolizes the blood of the Passover Lamb, the blood of the Messiah, poured out for us! </w:t>
      </w:r>
    </w:p>
    <w:p w:rsidR="007F6641" w:rsidRPr="00D8299F" w:rsidRDefault="007F6641" w:rsidP="00F403E0">
      <w:pPr>
        <w:pStyle w:val="BodyText"/>
        <w:rPr>
          <w:sz w:val="32"/>
          <w:szCs w:val="32"/>
        </w:rPr>
      </w:pPr>
      <w:r w:rsidRPr="00D8299F">
        <w:rPr>
          <w:sz w:val="32"/>
          <w:szCs w:val="32"/>
        </w:rPr>
        <w:t>Let’s pray the blessing for the wine and then drink this cup in celebration of the blood of the Messiah, given as the Passover sacrifice that redeems us.</w:t>
      </w:r>
    </w:p>
    <w:p w:rsidR="007F6641" w:rsidRPr="00D8299F" w:rsidRDefault="007F6641" w:rsidP="00433212">
      <w:pPr>
        <w:pStyle w:val="Blessing"/>
      </w:pPr>
      <w:r w:rsidRPr="00D8299F">
        <w:lastRenderedPageBreak/>
        <w:t xml:space="preserve">Blessed are you, </w:t>
      </w:r>
      <w:r w:rsidR="007870FC">
        <w:t>YHWH</w:t>
      </w:r>
      <w:r w:rsidR="004F1428" w:rsidRPr="00D8299F">
        <w:t xml:space="preserve"> </w:t>
      </w:r>
      <w:r w:rsidRPr="00D8299F">
        <w:t>our God, King of the universe, who created the fruit of the vine, and who redeemed</w:t>
      </w:r>
      <w:r w:rsidR="004F1428" w:rsidRPr="00D8299F">
        <w:t xml:space="preserve"> us with the blood of the Lamb.</w:t>
      </w:r>
    </w:p>
    <w:p w:rsidR="007F6641" w:rsidRPr="00D8299F" w:rsidRDefault="007F6641" w:rsidP="00F403E0">
      <w:pPr>
        <w:pStyle w:val="BodyText"/>
        <w:rPr>
          <w:sz w:val="32"/>
          <w:szCs w:val="32"/>
        </w:rPr>
      </w:pPr>
      <w:r w:rsidRPr="00D8299F">
        <w:rPr>
          <w:sz w:val="32"/>
          <w:szCs w:val="32"/>
        </w:rPr>
        <w:t>Let’s drink the cup of redemption.</w:t>
      </w:r>
    </w:p>
    <w:p w:rsidR="007F6641" w:rsidRPr="00D8299F" w:rsidRDefault="007F6641" w:rsidP="00F403E0">
      <w:pPr>
        <w:pStyle w:val="BodyText"/>
        <w:rPr>
          <w:sz w:val="32"/>
          <w:szCs w:val="32"/>
        </w:rPr>
      </w:pPr>
      <w:r w:rsidRPr="00D8299F">
        <w:rPr>
          <w:sz w:val="32"/>
          <w:szCs w:val="32"/>
        </w:rPr>
        <w:t>Paul says to the Corinthians:</w:t>
      </w:r>
    </w:p>
    <w:p w:rsidR="007F6641" w:rsidRPr="00D8299F" w:rsidRDefault="007F6641" w:rsidP="00F403E0">
      <w:pPr>
        <w:pStyle w:val="Scripture"/>
        <w:rPr>
          <w:sz w:val="32"/>
          <w:szCs w:val="40"/>
        </w:rPr>
      </w:pPr>
      <w:r w:rsidRPr="00D8299F">
        <w:rPr>
          <w:rStyle w:val="ScriptureChar"/>
          <w:b/>
          <w:bCs/>
          <w:i/>
          <w:iCs/>
          <w:sz w:val="32"/>
          <w:szCs w:val="40"/>
        </w:rPr>
        <w:t xml:space="preserve">1 Corinthians 11:26 </w:t>
      </w:r>
      <w:r w:rsidRPr="00D8299F">
        <w:rPr>
          <w:rStyle w:val="ScriptureChar"/>
          <w:b/>
          <w:bCs/>
          <w:i/>
          <w:iCs/>
          <w:sz w:val="32"/>
          <w:szCs w:val="40"/>
        </w:rPr>
        <w:br/>
      </w:r>
      <w:r w:rsidRPr="00D8299F">
        <w:rPr>
          <w:rStyle w:val="ScriptureChar"/>
          <w:sz w:val="32"/>
          <w:szCs w:val="40"/>
        </w:rPr>
        <w:t>For as often as you eat this bread and drink the cup, you proclaim the Lord’s death until he comes.</w:t>
      </w:r>
      <w:r w:rsidRPr="00D8299F">
        <w:rPr>
          <w:sz w:val="32"/>
          <w:szCs w:val="40"/>
        </w:rPr>
        <w:t xml:space="preserve"> </w:t>
      </w:r>
    </w:p>
    <w:p w:rsidR="000C3E98" w:rsidRPr="00D8299F" w:rsidRDefault="000C3E98" w:rsidP="00F403E0">
      <w:pPr>
        <w:pStyle w:val="Heading2"/>
        <w:rPr>
          <w:sz w:val="32"/>
          <w:szCs w:val="32"/>
        </w:rPr>
      </w:pPr>
      <w:r w:rsidRPr="00D8299F">
        <w:rPr>
          <w:sz w:val="32"/>
          <w:szCs w:val="32"/>
        </w:rPr>
        <w:t>C)  Fourth Cup – Praise</w:t>
      </w:r>
    </w:p>
    <w:p w:rsidR="00064B74" w:rsidRPr="00D8299F" w:rsidRDefault="00064B74" w:rsidP="00064B74">
      <w:pPr>
        <w:pStyle w:val="BodyText"/>
        <w:rPr>
          <w:sz w:val="32"/>
          <w:szCs w:val="32"/>
        </w:rPr>
      </w:pPr>
      <w:r w:rsidRPr="00D8299F">
        <w:rPr>
          <w:sz w:val="32"/>
          <w:szCs w:val="32"/>
        </w:rPr>
        <w:t>The fourth cup is the cup of praise.  God said I will take you to be My people.  Like a bridegroom takes a bride, we are His.  That is a time of praise!  Let’s pray the blessing of the fourth cup.</w:t>
      </w:r>
    </w:p>
    <w:p w:rsidR="00064B74" w:rsidRPr="00D8299F" w:rsidRDefault="00064B74" w:rsidP="00433212">
      <w:pPr>
        <w:pStyle w:val="Blessing"/>
      </w:pPr>
      <w:r w:rsidRPr="00D8299F">
        <w:t xml:space="preserve">Blessed are you, </w:t>
      </w:r>
      <w:r w:rsidR="007870FC">
        <w:t>YHWH</w:t>
      </w:r>
      <w:r w:rsidRPr="00D8299F">
        <w:t xml:space="preserve"> our God, King of the universe, who created the fruit of the vine, and took us to be Your people.  We praise you, our Father!</w:t>
      </w:r>
    </w:p>
    <w:p w:rsidR="00064B74" w:rsidRPr="00D8299F" w:rsidRDefault="00064B74" w:rsidP="00064B74">
      <w:pPr>
        <w:pStyle w:val="BodyText"/>
        <w:rPr>
          <w:sz w:val="32"/>
          <w:szCs w:val="32"/>
        </w:rPr>
      </w:pPr>
      <w:r w:rsidRPr="00D8299F">
        <w:rPr>
          <w:sz w:val="32"/>
          <w:szCs w:val="32"/>
        </w:rPr>
        <w:t>Let’s read responsively Psalm 136, one of the Psalms of Praise.  The leader will say the first phrase of each verse, and everyone else will respond together with “</w:t>
      </w:r>
      <w:r w:rsidRPr="00D8299F">
        <w:rPr>
          <w:i/>
          <w:sz w:val="32"/>
          <w:szCs w:val="32"/>
        </w:rPr>
        <w:t>His love endures forever</w:t>
      </w:r>
      <w:r w:rsidRPr="00D8299F">
        <w:rPr>
          <w:sz w:val="32"/>
          <w:szCs w:val="32"/>
        </w:rPr>
        <w:t>.”</w:t>
      </w:r>
    </w:p>
    <w:p w:rsidR="00E24EC2" w:rsidRPr="00433212" w:rsidRDefault="00E24EC2" w:rsidP="00F403E0">
      <w:pPr>
        <w:pStyle w:val="Poetry"/>
        <w:rPr>
          <w:b/>
          <w:bCs/>
          <w:i/>
          <w:color w:val="365F91" w:themeColor="accent1" w:themeShade="BF"/>
          <w:sz w:val="32"/>
          <w:szCs w:val="40"/>
        </w:rPr>
      </w:pPr>
      <w:r w:rsidRPr="00D8299F">
        <w:rPr>
          <w:sz w:val="32"/>
          <w:szCs w:val="40"/>
        </w:rPr>
        <w:t>1.</w:t>
      </w:r>
      <w:r w:rsidRPr="00D8299F">
        <w:rPr>
          <w:sz w:val="32"/>
          <w:szCs w:val="40"/>
        </w:rPr>
        <w:tab/>
      </w:r>
      <w:r w:rsidR="007F6641" w:rsidRPr="00D8299F">
        <w:rPr>
          <w:sz w:val="32"/>
          <w:szCs w:val="40"/>
        </w:rPr>
        <w:t xml:space="preserve">Give thanks to </w:t>
      </w:r>
      <w:r w:rsidR="007870FC">
        <w:rPr>
          <w:sz w:val="32"/>
          <w:szCs w:val="40"/>
        </w:rPr>
        <w:t>YHWH</w:t>
      </w:r>
      <w:r w:rsidR="007F6641" w:rsidRPr="00D8299F">
        <w:rPr>
          <w:sz w:val="32"/>
          <w:szCs w:val="40"/>
        </w:rPr>
        <w:t>, for he is good.</w:t>
      </w:r>
      <w:r w:rsidRPr="00D8299F">
        <w:rPr>
          <w:b/>
          <w:sz w:val="32"/>
          <w:szCs w:val="40"/>
        </w:rPr>
        <w:br/>
      </w:r>
      <w:r w:rsidR="007F6641"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2.</w:t>
      </w:r>
      <w:r w:rsidRPr="00D8299F">
        <w:rPr>
          <w:sz w:val="32"/>
          <w:szCs w:val="40"/>
        </w:rPr>
        <w:tab/>
      </w:r>
      <w:r w:rsidR="007F6641" w:rsidRPr="00D8299F">
        <w:rPr>
          <w:sz w:val="32"/>
          <w:szCs w:val="40"/>
        </w:rPr>
        <w:t xml:space="preserve">Give thanks to the God of gods.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3.</w:t>
      </w:r>
      <w:r w:rsidRPr="00D8299F">
        <w:rPr>
          <w:sz w:val="32"/>
          <w:szCs w:val="40"/>
        </w:rPr>
        <w:tab/>
      </w:r>
      <w:r w:rsidR="007F6641" w:rsidRPr="00D8299F">
        <w:rPr>
          <w:sz w:val="32"/>
          <w:szCs w:val="40"/>
        </w:rPr>
        <w:t xml:space="preserve">Give thanks to the Lord of lords,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7F6641" w:rsidP="0040522D">
      <w:pPr>
        <w:pStyle w:val="Poetry"/>
        <w:rPr>
          <w:b/>
          <w:bCs/>
          <w:i/>
          <w:color w:val="365F91" w:themeColor="accent1" w:themeShade="BF"/>
          <w:sz w:val="32"/>
          <w:szCs w:val="40"/>
        </w:rPr>
      </w:pPr>
      <w:r w:rsidRPr="00D8299F">
        <w:rPr>
          <w:sz w:val="32"/>
          <w:szCs w:val="40"/>
        </w:rPr>
        <w:lastRenderedPageBreak/>
        <w:t>4.</w:t>
      </w:r>
      <w:r w:rsidR="00B434AF" w:rsidRPr="00D8299F">
        <w:rPr>
          <w:sz w:val="32"/>
          <w:szCs w:val="40"/>
        </w:rPr>
        <w:tab/>
      </w:r>
      <w:r w:rsidRPr="00D8299F">
        <w:rPr>
          <w:sz w:val="32"/>
          <w:szCs w:val="40"/>
        </w:rPr>
        <w:t xml:space="preserve">to him who alone does great wonders,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5.</w:t>
      </w:r>
      <w:r w:rsidRPr="00D8299F">
        <w:rPr>
          <w:sz w:val="32"/>
          <w:szCs w:val="40"/>
        </w:rPr>
        <w:tab/>
      </w:r>
      <w:r w:rsidR="007F6641" w:rsidRPr="00D8299F">
        <w:rPr>
          <w:sz w:val="32"/>
          <w:szCs w:val="40"/>
        </w:rPr>
        <w:t xml:space="preserve">who by his understanding made the heavens,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6.</w:t>
      </w:r>
      <w:r w:rsidRPr="00D8299F">
        <w:rPr>
          <w:sz w:val="32"/>
          <w:szCs w:val="40"/>
        </w:rPr>
        <w:tab/>
      </w:r>
      <w:r w:rsidR="007F6641" w:rsidRPr="00D8299F">
        <w:rPr>
          <w:sz w:val="32"/>
          <w:szCs w:val="40"/>
        </w:rPr>
        <w:t xml:space="preserve">who spread out the earth upon the waters,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7.</w:t>
      </w:r>
      <w:r w:rsidRPr="00D8299F">
        <w:rPr>
          <w:sz w:val="32"/>
          <w:szCs w:val="40"/>
        </w:rPr>
        <w:tab/>
      </w:r>
      <w:r w:rsidR="007F6641" w:rsidRPr="00D8299F">
        <w:rPr>
          <w:sz w:val="32"/>
          <w:szCs w:val="40"/>
        </w:rPr>
        <w:t xml:space="preserve">who made the great lights -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8.</w:t>
      </w:r>
      <w:r w:rsidRPr="00D8299F">
        <w:rPr>
          <w:sz w:val="32"/>
          <w:szCs w:val="40"/>
        </w:rPr>
        <w:tab/>
      </w:r>
      <w:r w:rsidR="007F6641" w:rsidRPr="00D8299F">
        <w:rPr>
          <w:sz w:val="32"/>
          <w:szCs w:val="40"/>
        </w:rPr>
        <w:t xml:space="preserve">the sun to govern the day,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9.</w:t>
      </w:r>
      <w:r w:rsidRPr="00D8299F">
        <w:rPr>
          <w:sz w:val="32"/>
          <w:szCs w:val="40"/>
        </w:rPr>
        <w:tab/>
      </w:r>
      <w:r w:rsidR="007F6641" w:rsidRPr="00D8299F">
        <w:rPr>
          <w:sz w:val="32"/>
          <w:szCs w:val="40"/>
        </w:rPr>
        <w:t xml:space="preserve">the moon and stars to govern the night;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10.</w:t>
      </w:r>
      <w:r w:rsidRPr="00D8299F">
        <w:rPr>
          <w:sz w:val="32"/>
          <w:szCs w:val="40"/>
        </w:rPr>
        <w:tab/>
      </w:r>
      <w:r w:rsidR="007F6641" w:rsidRPr="00D8299F">
        <w:rPr>
          <w:sz w:val="32"/>
          <w:szCs w:val="40"/>
        </w:rPr>
        <w:t xml:space="preserve">who struck down the firstborn of Egypt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11.</w:t>
      </w:r>
      <w:r w:rsidRPr="00D8299F">
        <w:rPr>
          <w:sz w:val="32"/>
          <w:szCs w:val="40"/>
        </w:rPr>
        <w:tab/>
      </w:r>
      <w:r w:rsidR="007F6641" w:rsidRPr="00D8299F">
        <w:rPr>
          <w:sz w:val="32"/>
          <w:szCs w:val="40"/>
        </w:rPr>
        <w:t>and brought Israel out from among them</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12.</w:t>
      </w:r>
      <w:r w:rsidRPr="00D8299F">
        <w:rPr>
          <w:sz w:val="32"/>
          <w:szCs w:val="40"/>
        </w:rPr>
        <w:tab/>
      </w:r>
      <w:r w:rsidR="007F6641" w:rsidRPr="00D8299F">
        <w:rPr>
          <w:sz w:val="32"/>
          <w:szCs w:val="40"/>
        </w:rPr>
        <w:t xml:space="preserve">with a mighty hand and outstretched arm;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13.</w:t>
      </w:r>
      <w:r w:rsidRPr="00D8299F">
        <w:rPr>
          <w:sz w:val="32"/>
          <w:szCs w:val="40"/>
        </w:rPr>
        <w:tab/>
      </w:r>
      <w:r w:rsidR="007F6641" w:rsidRPr="00D8299F">
        <w:rPr>
          <w:sz w:val="32"/>
          <w:szCs w:val="40"/>
        </w:rPr>
        <w:t xml:space="preserve">to him who divided the Red Sea asunder </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sz w:val="32"/>
          <w:szCs w:val="40"/>
        </w:rPr>
        <w:t>14.</w:t>
      </w:r>
      <w:r w:rsidRPr="00D8299F">
        <w:rPr>
          <w:sz w:val="32"/>
          <w:szCs w:val="40"/>
        </w:rPr>
        <w:tab/>
      </w:r>
      <w:r w:rsidR="007F6641" w:rsidRPr="00D8299F">
        <w:rPr>
          <w:sz w:val="32"/>
          <w:szCs w:val="40"/>
        </w:rPr>
        <w:t>and brought Israel through the midst of it,</w:t>
      </w:r>
      <w:r w:rsidR="00E24EC2" w:rsidRPr="00D8299F">
        <w:rPr>
          <w:sz w:val="32"/>
          <w:szCs w:val="40"/>
        </w:rPr>
        <w:br/>
      </w:r>
      <w:r w:rsidR="0040522D" w:rsidRPr="00433212">
        <w:rPr>
          <w:b/>
          <w:bCs/>
          <w:i/>
          <w:color w:val="365F91" w:themeColor="accent1" w:themeShade="BF"/>
          <w:sz w:val="32"/>
          <w:szCs w:val="40"/>
        </w:rPr>
        <w:t>His love endures forever.</w:t>
      </w:r>
    </w:p>
    <w:p w:rsidR="0040522D" w:rsidRPr="00433212" w:rsidRDefault="00B434AF" w:rsidP="0040522D">
      <w:pPr>
        <w:pStyle w:val="Poetry"/>
        <w:rPr>
          <w:b/>
          <w:bCs/>
          <w:i/>
          <w:color w:val="365F91" w:themeColor="accent1" w:themeShade="BF"/>
          <w:sz w:val="32"/>
          <w:szCs w:val="40"/>
        </w:rPr>
      </w:pPr>
      <w:r w:rsidRPr="00D8299F">
        <w:rPr>
          <w:i/>
          <w:sz w:val="32"/>
          <w:szCs w:val="40"/>
        </w:rPr>
        <w:t>15</w:t>
      </w:r>
      <w:r w:rsidRPr="00D8299F">
        <w:rPr>
          <w:sz w:val="32"/>
          <w:szCs w:val="40"/>
        </w:rPr>
        <w:t>.</w:t>
      </w:r>
      <w:r w:rsidRPr="00D8299F">
        <w:rPr>
          <w:sz w:val="32"/>
          <w:szCs w:val="40"/>
        </w:rPr>
        <w:tab/>
      </w:r>
      <w:r w:rsidR="007F6641" w:rsidRPr="00D8299F">
        <w:rPr>
          <w:sz w:val="32"/>
          <w:szCs w:val="40"/>
        </w:rPr>
        <w:t xml:space="preserve">Give thanks to the God of heaven. </w:t>
      </w:r>
      <w:r w:rsidR="00E24EC2" w:rsidRPr="00D8299F">
        <w:rPr>
          <w:sz w:val="32"/>
          <w:szCs w:val="40"/>
        </w:rPr>
        <w:br/>
      </w:r>
      <w:r w:rsidR="0040522D" w:rsidRPr="00433212">
        <w:rPr>
          <w:b/>
          <w:bCs/>
          <w:i/>
          <w:color w:val="365F91" w:themeColor="accent1" w:themeShade="BF"/>
          <w:sz w:val="32"/>
          <w:szCs w:val="40"/>
        </w:rPr>
        <w:t>His love endures forever.</w:t>
      </w:r>
    </w:p>
    <w:p w:rsidR="007F6641" w:rsidRPr="00D8299F" w:rsidRDefault="00F403E0" w:rsidP="0040522D">
      <w:pPr>
        <w:pStyle w:val="Heading1"/>
        <w:rPr>
          <w:sz w:val="32"/>
          <w:szCs w:val="32"/>
        </w:rPr>
      </w:pPr>
      <w:r w:rsidRPr="00D8299F">
        <w:rPr>
          <w:sz w:val="32"/>
          <w:szCs w:val="32"/>
        </w:rPr>
        <w:t xml:space="preserve">7.  </w:t>
      </w:r>
      <w:r w:rsidR="007F6641" w:rsidRPr="00D8299F">
        <w:rPr>
          <w:sz w:val="32"/>
          <w:szCs w:val="32"/>
        </w:rPr>
        <w:t>C</w:t>
      </w:r>
      <w:r w:rsidRPr="00D8299F">
        <w:rPr>
          <w:sz w:val="32"/>
          <w:szCs w:val="32"/>
        </w:rPr>
        <w:t>losing Blessing</w:t>
      </w:r>
    </w:p>
    <w:p w:rsidR="007F6641" w:rsidRPr="00D8299F" w:rsidRDefault="00064B74" w:rsidP="00730417">
      <w:pPr>
        <w:pStyle w:val="BodyText"/>
        <w:rPr>
          <w:sz w:val="32"/>
          <w:szCs w:val="32"/>
        </w:rPr>
      </w:pPr>
      <w:r w:rsidRPr="00D8299F">
        <w:rPr>
          <w:sz w:val="32"/>
          <w:szCs w:val="32"/>
        </w:rPr>
        <w:t xml:space="preserve">We finish the </w:t>
      </w:r>
      <w:r w:rsidR="007F6641" w:rsidRPr="00D8299F">
        <w:rPr>
          <w:sz w:val="32"/>
          <w:szCs w:val="32"/>
        </w:rPr>
        <w:t xml:space="preserve">Passover celebration </w:t>
      </w:r>
      <w:r w:rsidRPr="00D8299F">
        <w:rPr>
          <w:sz w:val="32"/>
          <w:szCs w:val="32"/>
        </w:rPr>
        <w:t>by focusing on the Messiah’s return, when He comes</w:t>
      </w:r>
      <w:r w:rsidR="007F6641" w:rsidRPr="00D8299F">
        <w:rPr>
          <w:sz w:val="32"/>
          <w:szCs w:val="32"/>
        </w:rPr>
        <w:t xml:space="preserve"> to establish His </w:t>
      </w:r>
      <w:r w:rsidR="007F6641" w:rsidRPr="00D8299F">
        <w:rPr>
          <w:sz w:val="32"/>
          <w:szCs w:val="32"/>
        </w:rPr>
        <w:lastRenderedPageBreak/>
        <w:t>Kingdom</w:t>
      </w:r>
      <w:r w:rsidRPr="00D8299F">
        <w:rPr>
          <w:sz w:val="32"/>
          <w:szCs w:val="32"/>
        </w:rPr>
        <w:t xml:space="preserve"> on the earth</w:t>
      </w:r>
      <w:r w:rsidR="00144A6C" w:rsidRPr="00D8299F">
        <w:rPr>
          <w:sz w:val="32"/>
          <w:szCs w:val="32"/>
        </w:rPr>
        <w:t xml:space="preserve">, and </w:t>
      </w:r>
      <w:r w:rsidRPr="00D8299F">
        <w:rPr>
          <w:sz w:val="32"/>
          <w:szCs w:val="32"/>
        </w:rPr>
        <w:t xml:space="preserve">we will </w:t>
      </w:r>
      <w:r w:rsidR="00730417" w:rsidRPr="00D8299F">
        <w:rPr>
          <w:sz w:val="32"/>
          <w:szCs w:val="32"/>
        </w:rPr>
        <w:t xml:space="preserve">be </w:t>
      </w:r>
      <w:r w:rsidRPr="00D8299F">
        <w:rPr>
          <w:sz w:val="32"/>
          <w:szCs w:val="32"/>
        </w:rPr>
        <w:t xml:space="preserve">celebrating </w:t>
      </w:r>
      <w:r w:rsidR="00144A6C" w:rsidRPr="00D8299F">
        <w:rPr>
          <w:sz w:val="32"/>
          <w:szCs w:val="32"/>
        </w:rPr>
        <w:t xml:space="preserve">Passover </w:t>
      </w:r>
      <w:r w:rsidR="00730417" w:rsidRPr="00D8299F">
        <w:rPr>
          <w:sz w:val="32"/>
          <w:szCs w:val="32"/>
        </w:rPr>
        <w:t xml:space="preserve">together </w:t>
      </w:r>
      <w:r w:rsidRPr="00D8299F">
        <w:rPr>
          <w:sz w:val="32"/>
          <w:szCs w:val="32"/>
        </w:rPr>
        <w:t xml:space="preserve">with Him in </w:t>
      </w:r>
      <w:r w:rsidR="00730417" w:rsidRPr="00D8299F">
        <w:rPr>
          <w:sz w:val="32"/>
          <w:szCs w:val="32"/>
        </w:rPr>
        <w:t xml:space="preserve">His </w:t>
      </w:r>
      <w:r w:rsidR="00144A6C" w:rsidRPr="00D8299F">
        <w:rPr>
          <w:sz w:val="32"/>
          <w:szCs w:val="32"/>
        </w:rPr>
        <w:t>future Kingdom.</w:t>
      </w:r>
    </w:p>
    <w:p w:rsidR="007F6641" w:rsidRPr="00D8299F" w:rsidRDefault="007F6641" w:rsidP="0078504E">
      <w:pPr>
        <w:pStyle w:val="Scripture"/>
        <w:rPr>
          <w:sz w:val="32"/>
          <w:szCs w:val="40"/>
        </w:rPr>
      </w:pPr>
      <w:r w:rsidRPr="00D8299F">
        <w:rPr>
          <w:rStyle w:val="ScriptureChar"/>
          <w:b/>
          <w:bCs/>
          <w:i/>
          <w:iCs/>
          <w:sz w:val="32"/>
          <w:szCs w:val="40"/>
        </w:rPr>
        <w:t xml:space="preserve">Revelation 21:1–4 </w:t>
      </w:r>
      <w:r w:rsidRPr="00D8299F">
        <w:rPr>
          <w:rStyle w:val="ScriptureChar"/>
          <w:b/>
          <w:bCs/>
          <w:i/>
          <w:iCs/>
          <w:sz w:val="32"/>
          <w:szCs w:val="40"/>
        </w:rPr>
        <w:br/>
      </w:r>
      <w:r w:rsidRPr="00D8299F">
        <w:rPr>
          <w:rStyle w:val="ScriptureChar"/>
          <w:sz w:val="32"/>
          <w:szCs w:val="40"/>
        </w:rPr>
        <w:t>Then I saw a new heaven and a new earth, for the first heaven and the first earth had passed away, and the sea was no more. And I saw the holy city, new Jerusalem, coming down out of heaven from God, prepared as a bride adorned for her husband. And I heard a loud voice from the throne saying, “Behold, the dwelling place of God is with man. He will dwell with them, and they will be his people, and God himself will be with them as their God. He will wipe away every tear from their eyes, and death shall be no more, neither shall there be mourning, nor crying, nor pain anymore, for the former things have passed away.”</w:t>
      </w:r>
      <w:r w:rsidRPr="00D8299F">
        <w:rPr>
          <w:sz w:val="32"/>
          <w:szCs w:val="40"/>
        </w:rPr>
        <w:t xml:space="preserve"> </w:t>
      </w:r>
    </w:p>
    <w:p w:rsidR="007F6641" w:rsidRPr="00D8299F" w:rsidRDefault="007F6641" w:rsidP="00730417">
      <w:pPr>
        <w:pStyle w:val="BodyText"/>
        <w:rPr>
          <w:sz w:val="32"/>
          <w:szCs w:val="32"/>
        </w:rPr>
      </w:pPr>
      <w:r w:rsidRPr="00D8299F">
        <w:rPr>
          <w:sz w:val="32"/>
          <w:szCs w:val="32"/>
        </w:rPr>
        <w:t>So with great expectation of the Messiah’s return, we finish the Passover by shouting in unison:</w:t>
      </w:r>
    </w:p>
    <w:p w:rsidR="007F6641" w:rsidRPr="00D8299F" w:rsidRDefault="007F6641" w:rsidP="00433212">
      <w:pPr>
        <w:pStyle w:val="Blessing"/>
      </w:pPr>
      <w:r w:rsidRPr="00D8299F">
        <w:t>Next year in Jerusalem!</w:t>
      </w:r>
    </w:p>
    <w:p w:rsidR="00C248EE" w:rsidRPr="00D8299F" w:rsidRDefault="007F6641" w:rsidP="00144A6C">
      <w:pPr>
        <w:pStyle w:val="BodyText"/>
        <w:rPr>
          <w:sz w:val="36"/>
          <w:szCs w:val="32"/>
        </w:rPr>
      </w:pPr>
      <w:r w:rsidRPr="00D8299F">
        <w:rPr>
          <w:sz w:val="32"/>
          <w:szCs w:val="32"/>
        </w:rPr>
        <w:t>I trust this evening was a blessing to each of you, as I think it was to the Father – for Him to see us, His People, remembering and celebrating what He has done for us, at His appointed time - the very time that he asked His people to meet with him and remember these events.</w:t>
      </w:r>
    </w:p>
    <w:sectPr w:rsidR="00C248EE" w:rsidRPr="00D8299F" w:rsidSect="00F15A0B">
      <w:headerReference w:type="default" r:id="rId9"/>
      <w:pgSz w:w="7920" w:h="12240" w:code="6"/>
      <w:pgMar w:top="288" w:right="288" w:bottom="288" w:left="288" w:header="216"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E96" w:rsidRDefault="00D07E96" w:rsidP="0078504E">
      <w:r>
        <w:separator/>
      </w:r>
    </w:p>
  </w:endnote>
  <w:endnote w:type="continuationSeparator" w:id="0">
    <w:p w:rsidR="00D07E96" w:rsidRDefault="00D07E96" w:rsidP="00785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E96" w:rsidRDefault="00D07E96" w:rsidP="0078504E">
      <w:r>
        <w:separator/>
      </w:r>
    </w:p>
  </w:footnote>
  <w:footnote w:type="continuationSeparator" w:id="0">
    <w:p w:rsidR="00D07E96" w:rsidRDefault="00D07E96" w:rsidP="00785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500" w:rsidRPr="005A24A9" w:rsidRDefault="00794500" w:rsidP="0078504E">
    <w:pPr>
      <w:pStyle w:val="Header"/>
    </w:pPr>
    <w:r w:rsidRPr="005A24A9">
      <w:fldChar w:fldCharType="begin"/>
    </w:r>
    <w:r w:rsidRPr="005A24A9">
      <w:instrText xml:space="preserve"> PAGE   \* MERGEFORMAT </w:instrText>
    </w:r>
    <w:r w:rsidRPr="005A24A9">
      <w:fldChar w:fldCharType="separate"/>
    </w:r>
    <w:r w:rsidR="00E03941">
      <w:rPr>
        <w:noProof/>
      </w:rPr>
      <w:t>33</w:t>
    </w:r>
    <w:r w:rsidRPr="005A24A9">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C16BE5C"/>
    <w:lvl w:ilvl="0">
      <w:start w:val="1"/>
      <w:numFmt w:val="decimal"/>
      <w:lvlText w:val="%1."/>
      <w:lvlJc w:val="left"/>
      <w:pPr>
        <w:tabs>
          <w:tab w:val="num" w:pos="1800"/>
        </w:tabs>
        <w:ind w:left="1800" w:hanging="360"/>
      </w:pPr>
    </w:lvl>
  </w:abstractNum>
  <w:abstractNum w:abstractNumId="1">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6964C0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nsid w:val="01204702"/>
    <w:multiLevelType w:val="hybridMultilevel"/>
    <w:tmpl w:val="DD7ED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7132E7"/>
    <w:multiLevelType w:val="multilevel"/>
    <w:tmpl w:val="E206BE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720"/>
        </w:tabs>
        <w:ind w:left="720" w:hanging="720"/>
      </w:pPr>
      <w:rPr>
        <w:rFonts w:cs="Times New Roman" w:hint="default"/>
      </w:rPr>
    </w:lvl>
    <w:lvl w:ilvl="3">
      <w:start w:val="1"/>
      <w:numFmt w:val="bullet"/>
      <w:lvlText w:val=""/>
      <w:lvlJc w:val="left"/>
      <w:pPr>
        <w:tabs>
          <w:tab w:val="num" w:pos="864"/>
        </w:tabs>
        <w:ind w:left="864" w:hanging="864"/>
      </w:pPr>
      <w:rPr>
        <w:rFonts w:ascii="Symbol" w:hAnsi="Symbol" w:hint="default"/>
        <w:color w:val="auto"/>
      </w:rPr>
    </w:lvl>
    <w:lvl w:ilvl="4">
      <w:start w:val="1"/>
      <w:numFmt w:val="bullet"/>
      <w:lvlText w:val=""/>
      <w:lvlJc w:val="left"/>
      <w:pPr>
        <w:tabs>
          <w:tab w:val="num" w:pos="1008"/>
        </w:tabs>
        <w:ind w:left="1008" w:hanging="1008"/>
      </w:pPr>
      <w:rPr>
        <w:rFonts w:ascii="Symbol" w:hAnsi="Symbol" w:hint="default"/>
        <w:color w:val="auto"/>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1A7C4790"/>
    <w:multiLevelType w:val="hybridMultilevel"/>
    <w:tmpl w:val="60E473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AE4B49"/>
    <w:multiLevelType w:val="hybridMultilevel"/>
    <w:tmpl w:val="E4B21F6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6071D49"/>
    <w:multiLevelType w:val="hybridMultilevel"/>
    <w:tmpl w:val="8DFECCC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DA43B2B"/>
    <w:multiLevelType w:val="hybridMultilevel"/>
    <w:tmpl w:val="457042B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2F562104"/>
    <w:multiLevelType w:val="hybridMultilevel"/>
    <w:tmpl w:val="9AC4D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67183C"/>
    <w:multiLevelType w:val="hybridMultilevel"/>
    <w:tmpl w:val="C63A2808"/>
    <w:lvl w:ilvl="0" w:tplc="1D9682C0">
      <w:start w:val="1"/>
      <w:numFmt w:val="bullet"/>
      <w:pStyle w:val="ListBullet"/>
      <w:lvlText w:val=""/>
      <w:lvlJc w:val="left"/>
      <w:pPr>
        <w:tabs>
          <w:tab w:val="num" w:pos="360"/>
        </w:tabs>
        <w:ind w:left="360" w:hanging="360"/>
      </w:pPr>
      <w:rPr>
        <w:rFonts w:ascii="Wingdings 2" w:hAnsi="Wingdings 2" w:hint="default"/>
        <w:color w:val="auto"/>
        <w:sz w:val="1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8C7EBF"/>
    <w:multiLevelType w:val="hybridMultilevel"/>
    <w:tmpl w:val="83AA914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C1E0C34"/>
    <w:multiLevelType w:val="hybridMultilevel"/>
    <w:tmpl w:val="CA4AF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8890231"/>
    <w:multiLevelType w:val="multilevel"/>
    <w:tmpl w:val="548CD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48AF211D"/>
    <w:multiLevelType w:val="hybridMultilevel"/>
    <w:tmpl w:val="10E8F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ED7224"/>
    <w:multiLevelType w:val="hybridMultilevel"/>
    <w:tmpl w:val="4D448C48"/>
    <w:lvl w:ilvl="0" w:tplc="3EE89792">
      <w:start w:val="1"/>
      <w:numFmt w:val="decimal"/>
      <w:pStyle w:val="LetterList"/>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4C8C67DE"/>
    <w:multiLevelType w:val="multilevel"/>
    <w:tmpl w:val="13E0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9122A9"/>
    <w:multiLevelType w:val="hybridMultilevel"/>
    <w:tmpl w:val="B344C7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C85156"/>
    <w:multiLevelType w:val="hybridMultilevel"/>
    <w:tmpl w:val="8ADCC37A"/>
    <w:lvl w:ilvl="0" w:tplc="C07011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8D212A"/>
    <w:multiLevelType w:val="hybridMultilevel"/>
    <w:tmpl w:val="DD7ED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347404"/>
    <w:multiLevelType w:val="hybridMultilevel"/>
    <w:tmpl w:val="B86A438E"/>
    <w:lvl w:ilvl="0" w:tplc="ED14E1C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45B53E5"/>
    <w:multiLevelType w:val="hybridMultilevel"/>
    <w:tmpl w:val="B680EF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4B12335"/>
    <w:multiLevelType w:val="multilevel"/>
    <w:tmpl w:val="DCF4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795CA6"/>
    <w:multiLevelType w:val="hybridMultilevel"/>
    <w:tmpl w:val="21F0754A"/>
    <w:lvl w:ilvl="0" w:tplc="ED14E1C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CF2B6E"/>
    <w:multiLevelType w:val="hybridMultilevel"/>
    <w:tmpl w:val="17C89DD8"/>
    <w:lvl w:ilvl="0" w:tplc="A7DC3410">
      <w:start w:val="1"/>
      <w:numFmt w:val="bullet"/>
      <w:pStyle w:val="ListBullet2"/>
      <w:lvlText w:val=""/>
      <w:lvlJc w:val="left"/>
      <w:pPr>
        <w:tabs>
          <w:tab w:val="num" w:pos="720"/>
        </w:tabs>
        <w:ind w:left="720" w:hanging="360"/>
      </w:pPr>
      <w:rPr>
        <w:rFonts w:ascii="Wingdings 2" w:hAnsi="Wingdings 2"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B30294"/>
    <w:multiLevelType w:val="hybridMultilevel"/>
    <w:tmpl w:val="2A0A19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1A3AAD"/>
    <w:multiLevelType w:val="hybridMultilevel"/>
    <w:tmpl w:val="80364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835D09"/>
    <w:multiLevelType w:val="hybridMultilevel"/>
    <w:tmpl w:val="E6A4E39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DD445E"/>
    <w:multiLevelType w:val="multilevel"/>
    <w:tmpl w:val="F9527B04"/>
    <w:lvl w:ilvl="0">
      <w:start w:val="1"/>
      <w:numFmt w:val="decimal"/>
      <w:lvlText w:val="%1."/>
      <w:lvlJc w:val="left"/>
      <w:pPr>
        <w:tabs>
          <w:tab w:val="num" w:pos="720"/>
        </w:tabs>
        <w:ind w:left="720" w:hanging="360"/>
      </w:pPr>
      <w:rPr>
        <w:rFonts w:cs="Times New Roman"/>
      </w:rPr>
    </w:lvl>
    <w:lvl w:ilvl="1">
      <w:start w:val="1"/>
      <w:numFmt w:val="upperLetter"/>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7DA3C21"/>
    <w:multiLevelType w:val="hybridMultilevel"/>
    <w:tmpl w:val="1226C190"/>
    <w:lvl w:ilvl="0" w:tplc="0A76C662">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8040D1A"/>
    <w:multiLevelType w:val="hybridMultilevel"/>
    <w:tmpl w:val="457042B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F0E024E"/>
    <w:multiLevelType w:val="multilevel"/>
    <w:tmpl w:val="548C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7"/>
  </w:num>
  <w:num w:numId="4">
    <w:abstractNumId w:val="32"/>
  </w:num>
  <w:num w:numId="5">
    <w:abstractNumId w:val="6"/>
  </w:num>
  <w:num w:numId="6">
    <w:abstractNumId w:val="14"/>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3"/>
  </w:num>
  <w:num w:numId="18">
    <w:abstractNumId w:val="29"/>
  </w:num>
  <w:num w:numId="19">
    <w:abstractNumId w:val="17"/>
  </w:num>
  <w:num w:numId="20">
    <w:abstractNumId w:val="15"/>
  </w:num>
  <w:num w:numId="21">
    <w:abstractNumId w:val="4"/>
  </w:num>
  <w:num w:numId="22">
    <w:abstractNumId w:val="0"/>
  </w:num>
  <w:num w:numId="23">
    <w:abstractNumId w:val="20"/>
  </w:num>
  <w:num w:numId="24">
    <w:abstractNumId w:val="19"/>
  </w:num>
  <w:num w:numId="25">
    <w:abstractNumId w:val="30"/>
  </w:num>
  <w:num w:numId="26">
    <w:abstractNumId w:val="39"/>
  </w:num>
  <w:num w:numId="27">
    <w:abstractNumId w:val="37"/>
  </w:num>
  <w:num w:numId="28">
    <w:abstractNumId w:val="36"/>
  </w:num>
  <w:num w:numId="29">
    <w:abstractNumId w:val="24"/>
  </w:num>
  <w:num w:numId="30">
    <w:abstractNumId w:val="11"/>
  </w:num>
  <w:num w:numId="31">
    <w:abstractNumId w:val="21"/>
  </w:num>
  <w:num w:numId="32">
    <w:abstractNumId w:val="16"/>
  </w:num>
  <w:num w:numId="33">
    <w:abstractNumId w:val="22"/>
  </w:num>
  <w:num w:numId="34">
    <w:abstractNumId w:val="10"/>
  </w:num>
  <w:num w:numId="35">
    <w:abstractNumId w:val="10"/>
  </w:num>
  <w:num w:numId="36">
    <w:abstractNumId w:val="25"/>
  </w:num>
  <w:num w:numId="37">
    <w:abstractNumId w:val="28"/>
  </w:num>
  <w:num w:numId="38">
    <w:abstractNumId w:val="12"/>
  </w:num>
  <w:num w:numId="39">
    <w:abstractNumId w:val="31"/>
  </w:num>
  <w:num w:numId="40">
    <w:abstractNumId w:val="26"/>
  </w:num>
  <w:num w:numId="41">
    <w:abstractNumId w:val="33"/>
  </w:num>
  <w:num w:numId="42">
    <w:abstractNumId w:val="27"/>
  </w:num>
  <w:num w:numId="43">
    <w:abstractNumId w:val="34"/>
  </w:num>
  <w:num w:numId="44">
    <w:abstractNumId w:val="35"/>
  </w:num>
  <w:num w:numId="45">
    <w:abstractNumId w:val="23"/>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641"/>
    <w:rsid w:val="00000DD4"/>
    <w:rsid w:val="00001B6F"/>
    <w:rsid w:val="0000338F"/>
    <w:rsid w:val="00003526"/>
    <w:rsid w:val="00003755"/>
    <w:rsid w:val="00004AA3"/>
    <w:rsid w:val="00004E3F"/>
    <w:rsid w:val="00010B52"/>
    <w:rsid w:val="00012459"/>
    <w:rsid w:val="0001369C"/>
    <w:rsid w:val="00013A74"/>
    <w:rsid w:val="00013FAF"/>
    <w:rsid w:val="00014DBC"/>
    <w:rsid w:val="000151FB"/>
    <w:rsid w:val="000156AB"/>
    <w:rsid w:val="00016384"/>
    <w:rsid w:val="00016416"/>
    <w:rsid w:val="00016969"/>
    <w:rsid w:val="000171A8"/>
    <w:rsid w:val="0001752A"/>
    <w:rsid w:val="00017AEF"/>
    <w:rsid w:val="00017B56"/>
    <w:rsid w:val="00020329"/>
    <w:rsid w:val="00020582"/>
    <w:rsid w:val="0002064C"/>
    <w:rsid w:val="00021B2C"/>
    <w:rsid w:val="00023150"/>
    <w:rsid w:val="000236DF"/>
    <w:rsid w:val="00023BA5"/>
    <w:rsid w:val="00023C34"/>
    <w:rsid w:val="00024675"/>
    <w:rsid w:val="00024DD3"/>
    <w:rsid w:val="00025208"/>
    <w:rsid w:val="00026144"/>
    <w:rsid w:val="00026F32"/>
    <w:rsid w:val="00030770"/>
    <w:rsid w:val="00030CE2"/>
    <w:rsid w:val="000310F6"/>
    <w:rsid w:val="00032255"/>
    <w:rsid w:val="00032A90"/>
    <w:rsid w:val="00032B8D"/>
    <w:rsid w:val="000333A7"/>
    <w:rsid w:val="00033EBC"/>
    <w:rsid w:val="000341D5"/>
    <w:rsid w:val="000346B9"/>
    <w:rsid w:val="00035263"/>
    <w:rsid w:val="000358F3"/>
    <w:rsid w:val="00035B60"/>
    <w:rsid w:val="00035B7B"/>
    <w:rsid w:val="00036115"/>
    <w:rsid w:val="000366A6"/>
    <w:rsid w:val="000366B4"/>
    <w:rsid w:val="000377E0"/>
    <w:rsid w:val="00040B1F"/>
    <w:rsid w:val="00041243"/>
    <w:rsid w:val="000447B7"/>
    <w:rsid w:val="0004540C"/>
    <w:rsid w:val="000467ED"/>
    <w:rsid w:val="0004683B"/>
    <w:rsid w:val="00046F6B"/>
    <w:rsid w:val="000470CF"/>
    <w:rsid w:val="00047DEC"/>
    <w:rsid w:val="000500D9"/>
    <w:rsid w:val="00051D1B"/>
    <w:rsid w:val="00053437"/>
    <w:rsid w:val="000548EE"/>
    <w:rsid w:val="0005648A"/>
    <w:rsid w:val="000608F9"/>
    <w:rsid w:val="00060C20"/>
    <w:rsid w:val="00060E1D"/>
    <w:rsid w:val="00061279"/>
    <w:rsid w:val="0006153E"/>
    <w:rsid w:val="000631E5"/>
    <w:rsid w:val="00064B74"/>
    <w:rsid w:val="000650F9"/>
    <w:rsid w:val="00065ADB"/>
    <w:rsid w:val="00065B87"/>
    <w:rsid w:val="00067E40"/>
    <w:rsid w:val="000703DA"/>
    <w:rsid w:val="0007075B"/>
    <w:rsid w:val="00070821"/>
    <w:rsid w:val="0007216A"/>
    <w:rsid w:val="0007261D"/>
    <w:rsid w:val="0007409D"/>
    <w:rsid w:val="0007484A"/>
    <w:rsid w:val="00074CB7"/>
    <w:rsid w:val="000753CB"/>
    <w:rsid w:val="00075C5A"/>
    <w:rsid w:val="00077928"/>
    <w:rsid w:val="00077A93"/>
    <w:rsid w:val="00077C5D"/>
    <w:rsid w:val="000817DC"/>
    <w:rsid w:val="00084C0F"/>
    <w:rsid w:val="00085B34"/>
    <w:rsid w:val="00087C4A"/>
    <w:rsid w:val="00090418"/>
    <w:rsid w:val="000904AE"/>
    <w:rsid w:val="00092162"/>
    <w:rsid w:val="000922F5"/>
    <w:rsid w:val="000924A3"/>
    <w:rsid w:val="000926DA"/>
    <w:rsid w:val="00092C2F"/>
    <w:rsid w:val="00093160"/>
    <w:rsid w:val="00093B63"/>
    <w:rsid w:val="00093D6B"/>
    <w:rsid w:val="00094143"/>
    <w:rsid w:val="00094695"/>
    <w:rsid w:val="00094722"/>
    <w:rsid w:val="000947D4"/>
    <w:rsid w:val="00094B9E"/>
    <w:rsid w:val="000950BD"/>
    <w:rsid w:val="0009519A"/>
    <w:rsid w:val="000953CB"/>
    <w:rsid w:val="00096219"/>
    <w:rsid w:val="00096F69"/>
    <w:rsid w:val="000970F4"/>
    <w:rsid w:val="000975B8"/>
    <w:rsid w:val="00097B06"/>
    <w:rsid w:val="000A0571"/>
    <w:rsid w:val="000A1198"/>
    <w:rsid w:val="000A1340"/>
    <w:rsid w:val="000A19DD"/>
    <w:rsid w:val="000A37C0"/>
    <w:rsid w:val="000A3ECB"/>
    <w:rsid w:val="000A4100"/>
    <w:rsid w:val="000A4C57"/>
    <w:rsid w:val="000A4DC2"/>
    <w:rsid w:val="000A589E"/>
    <w:rsid w:val="000A5EE9"/>
    <w:rsid w:val="000A613E"/>
    <w:rsid w:val="000A701C"/>
    <w:rsid w:val="000B0D18"/>
    <w:rsid w:val="000B0E0E"/>
    <w:rsid w:val="000B23C0"/>
    <w:rsid w:val="000B29EA"/>
    <w:rsid w:val="000B2BD6"/>
    <w:rsid w:val="000B319D"/>
    <w:rsid w:val="000B33EC"/>
    <w:rsid w:val="000B3400"/>
    <w:rsid w:val="000B4DB1"/>
    <w:rsid w:val="000B4FD0"/>
    <w:rsid w:val="000B594D"/>
    <w:rsid w:val="000B71A9"/>
    <w:rsid w:val="000B7A4D"/>
    <w:rsid w:val="000C0822"/>
    <w:rsid w:val="000C0A2E"/>
    <w:rsid w:val="000C0F6C"/>
    <w:rsid w:val="000C17FD"/>
    <w:rsid w:val="000C1C98"/>
    <w:rsid w:val="000C228E"/>
    <w:rsid w:val="000C23B2"/>
    <w:rsid w:val="000C2594"/>
    <w:rsid w:val="000C29EF"/>
    <w:rsid w:val="000C3067"/>
    <w:rsid w:val="000C3E6B"/>
    <w:rsid w:val="000C3E98"/>
    <w:rsid w:val="000C58BF"/>
    <w:rsid w:val="000C5914"/>
    <w:rsid w:val="000C61D8"/>
    <w:rsid w:val="000C63E4"/>
    <w:rsid w:val="000C6711"/>
    <w:rsid w:val="000D0244"/>
    <w:rsid w:val="000D09B6"/>
    <w:rsid w:val="000D0A38"/>
    <w:rsid w:val="000D1941"/>
    <w:rsid w:val="000D198E"/>
    <w:rsid w:val="000D1D92"/>
    <w:rsid w:val="000D2316"/>
    <w:rsid w:val="000D287A"/>
    <w:rsid w:val="000D3E2D"/>
    <w:rsid w:val="000D4514"/>
    <w:rsid w:val="000D4551"/>
    <w:rsid w:val="000D4C64"/>
    <w:rsid w:val="000D4D1D"/>
    <w:rsid w:val="000D4DA7"/>
    <w:rsid w:val="000D5880"/>
    <w:rsid w:val="000D5D1B"/>
    <w:rsid w:val="000D684B"/>
    <w:rsid w:val="000D7451"/>
    <w:rsid w:val="000E0320"/>
    <w:rsid w:val="000E0F76"/>
    <w:rsid w:val="000E2135"/>
    <w:rsid w:val="000E47E3"/>
    <w:rsid w:val="000E4B2A"/>
    <w:rsid w:val="000E4B94"/>
    <w:rsid w:val="000E4C03"/>
    <w:rsid w:val="000E5A50"/>
    <w:rsid w:val="000E5B75"/>
    <w:rsid w:val="000E618B"/>
    <w:rsid w:val="000E6D53"/>
    <w:rsid w:val="000F38EE"/>
    <w:rsid w:val="000F3B6D"/>
    <w:rsid w:val="000F464A"/>
    <w:rsid w:val="000F55E0"/>
    <w:rsid w:val="000F5E60"/>
    <w:rsid w:val="00101683"/>
    <w:rsid w:val="001022D5"/>
    <w:rsid w:val="001032C2"/>
    <w:rsid w:val="0010539D"/>
    <w:rsid w:val="001066B1"/>
    <w:rsid w:val="00106B6D"/>
    <w:rsid w:val="00107466"/>
    <w:rsid w:val="001078A7"/>
    <w:rsid w:val="00107B47"/>
    <w:rsid w:val="00110A92"/>
    <w:rsid w:val="001112E0"/>
    <w:rsid w:val="0011226E"/>
    <w:rsid w:val="00113133"/>
    <w:rsid w:val="0011432B"/>
    <w:rsid w:val="00114FB3"/>
    <w:rsid w:val="001172F8"/>
    <w:rsid w:val="00121984"/>
    <w:rsid w:val="001219EE"/>
    <w:rsid w:val="00122812"/>
    <w:rsid w:val="00122B71"/>
    <w:rsid w:val="00122D0F"/>
    <w:rsid w:val="00124FB6"/>
    <w:rsid w:val="00125B54"/>
    <w:rsid w:val="00126999"/>
    <w:rsid w:val="00126F44"/>
    <w:rsid w:val="00131384"/>
    <w:rsid w:val="001325B6"/>
    <w:rsid w:val="00132DF3"/>
    <w:rsid w:val="001339DB"/>
    <w:rsid w:val="00134CFE"/>
    <w:rsid w:val="0013668A"/>
    <w:rsid w:val="00136AD3"/>
    <w:rsid w:val="0013701C"/>
    <w:rsid w:val="00137765"/>
    <w:rsid w:val="001377B1"/>
    <w:rsid w:val="00140181"/>
    <w:rsid w:val="001402C6"/>
    <w:rsid w:val="00140750"/>
    <w:rsid w:val="00141AB1"/>
    <w:rsid w:val="00142543"/>
    <w:rsid w:val="00142970"/>
    <w:rsid w:val="00142CB1"/>
    <w:rsid w:val="001434A9"/>
    <w:rsid w:val="00143B3A"/>
    <w:rsid w:val="0014470F"/>
    <w:rsid w:val="00144A6C"/>
    <w:rsid w:val="00145FEE"/>
    <w:rsid w:val="00146A67"/>
    <w:rsid w:val="00146A74"/>
    <w:rsid w:val="0014704F"/>
    <w:rsid w:val="00147612"/>
    <w:rsid w:val="00147F8B"/>
    <w:rsid w:val="00150100"/>
    <w:rsid w:val="00150265"/>
    <w:rsid w:val="00151123"/>
    <w:rsid w:val="00151D51"/>
    <w:rsid w:val="00152573"/>
    <w:rsid w:val="00153E17"/>
    <w:rsid w:val="0015411A"/>
    <w:rsid w:val="00156AFA"/>
    <w:rsid w:val="00160C53"/>
    <w:rsid w:val="00161E42"/>
    <w:rsid w:val="001627FE"/>
    <w:rsid w:val="00163E3D"/>
    <w:rsid w:val="00163EF5"/>
    <w:rsid w:val="00163F72"/>
    <w:rsid w:val="00170B28"/>
    <w:rsid w:val="00171711"/>
    <w:rsid w:val="00172B1D"/>
    <w:rsid w:val="0017319E"/>
    <w:rsid w:val="00173A36"/>
    <w:rsid w:val="0017450E"/>
    <w:rsid w:val="00174A1C"/>
    <w:rsid w:val="001758F4"/>
    <w:rsid w:val="00175A8B"/>
    <w:rsid w:val="00176972"/>
    <w:rsid w:val="00176D84"/>
    <w:rsid w:val="00177015"/>
    <w:rsid w:val="00177065"/>
    <w:rsid w:val="001806DD"/>
    <w:rsid w:val="0018122A"/>
    <w:rsid w:val="00181263"/>
    <w:rsid w:val="00181A9A"/>
    <w:rsid w:val="00181AB4"/>
    <w:rsid w:val="00183208"/>
    <w:rsid w:val="001832A8"/>
    <w:rsid w:val="00183B8E"/>
    <w:rsid w:val="0018411C"/>
    <w:rsid w:val="001852B6"/>
    <w:rsid w:val="0018550C"/>
    <w:rsid w:val="0018553D"/>
    <w:rsid w:val="00185854"/>
    <w:rsid w:val="00190DFE"/>
    <w:rsid w:val="00191E42"/>
    <w:rsid w:val="00192102"/>
    <w:rsid w:val="00192B47"/>
    <w:rsid w:val="0019331F"/>
    <w:rsid w:val="00194769"/>
    <w:rsid w:val="001958D1"/>
    <w:rsid w:val="0019627F"/>
    <w:rsid w:val="00197FC7"/>
    <w:rsid w:val="001A0078"/>
    <w:rsid w:val="001A0BCE"/>
    <w:rsid w:val="001A15FB"/>
    <w:rsid w:val="001A1908"/>
    <w:rsid w:val="001A1BB2"/>
    <w:rsid w:val="001A1C99"/>
    <w:rsid w:val="001A1F1D"/>
    <w:rsid w:val="001A2100"/>
    <w:rsid w:val="001A26F3"/>
    <w:rsid w:val="001A624B"/>
    <w:rsid w:val="001B0100"/>
    <w:rsid w:val="001B0604"/>
    <w:rsid w:val="001B0856"/>
    <w:rsid w:val="001B12F8"/>
    <w:rsid w:val="001B1396"/>
    <w:rsid w:val="001B15AC"/>
    <w:rsid w:val="001B192B"/>
    <w:rsid w:val="001B357F"/>
    <w:rsid w:val="001B490C"/>
    <w:rsid w:val="001B5536"/>
    <w:rsid w:val="001B6D5B"/>
    <w:rsid w:val="001B724A"/>
    <w:rsid w:val="001B7D30"/>
    <w:rsid w:val="001C084A"/>
    <w:rsid w:val="001C0E1F"/>
    <w:rsid w:val="001C179D"/>
    <w:rsid w:val="001C1852"/>
    <w:rsid w:val="001C1940"/>
    <w:rsid w:val="001C2201"/>
    <w:rsid w:val="001C2B0F"/>
    <w:rsid w:val="001C3679"/>
    <w:rsid w:val="001C3E7C"/>
    <w:rsid w:val="001C43CF"/>
    <w:rsid w:val="001C4610"/>
    <w:rsid w:val="001C73D2"/>
    <w:rsid w:val="001D013A"/>
    <w:rsid w:val="001D07D1"/>
    <w:rsid w:val="001D116B"/>
    <w:rsid w:val="001D1780"/>
    <w:rsid w:val="001D25D1"/>
    <w:rsid w:val="001D2656"/>
    <w:rsid w:val="001D3047"/>
    <w:rsid w:val="001D380E"/>
    <w:rsid w:val="001D3934"/>
    <w:rsid w:val="001D3C53"/>
    <w:rsid w:val="001D4D8A"/>
    <w:rsid w:val="001D6D81"/>
    <w:rsid w:val="001D6E61"/>
    <w:rsid w:val="001D77F9"/>
    <w:rsid w:val="001E0E95"/>
    <w:rsid w:val="001E0ED6"/>
    <w:rsid w:val="001E257F"/>
    <w:rsid w:val="001E28CF"/>
    <w:rsid w:val="001E2A22"/>
    <w:rsid w:val="001E4A40"/>
    <w:rsid w:val="001E55E5"/>
    <w:rsid w:val="001E5CC3"/>
    <w:rsid w:val="001E6537"/>
    <w:rsid w:val="001E6B34"/>
    <w:rsid w:val="001E6EAB"/>
    <w:rsid w:val="001E6EE2"/>
    <w:rsid w:val="001E7918"/>
    <w:rsid w:val="001F0279"/>
    <w:rsid w:val="001F2546"/>
    <w:rsid w:val="001F25EF"/>
    <w:rsid w:val="001F358E"/>
    <w:rsid w:val="001F37EF"/>
    <w:rsid w:val="001F3B1D"/>
    <w:rsid w:val="001F48B0"/>
    <w:rsid w:val="0020013A"/>
    <w:rsid w:val="00200C2D"/>
    <w:rsid w:val="002016D0"/>
    <w:rsid w:val="00201E69"/>
    <w:rsid w:val="0020369A"/>
    <w:rsid w:val="0020682E"/>
    <w:rsid w:val="002069A8"/>
    <w:rsid w:val="00207AF9"/>
    <w:rsid w:val="002103A4"/>
    <w:rsid w:val="00211B05"/>
    <w:rsid w:val="00211C0B"/>
    <w:rsid w:val="0021272C"/>
    <w:rsid w:val="00212B37"/>
    <w:rsid w:val="0021431E"/>
    <w:rsid w:val="00214E94"/>
    <w:rsid w:val="0021516B"/>
    <w:rsid w:val="002155C2"/>
    <w:rsid w:val="002155D6"/>
    <w:rsid w:val="00215ACD"/>
    <w:rsid w:val="0021630F"/>
    <w:rsid w:val="002171F0"/>
    <w:rsid w:val="002203C5"/>
    <w:rsid w:val="00220817"/>
    <w:rsid w:val="00223735"/>
    <w:rsid w:val="00224ACA"/>
    <w:rsid w:val="00224B4A"/>
    <w:rsid w:val="00224E46"/>
    <w:rsid w:val="002257C2"/>
    <w:rsid w:val="00226E09"/>
    <w:rsid w:val="00227105"/>
    <w:rsid w:val="00227A37"/>
    <w:rsid w:val="00227CC8"/>
    <w:rsid w:val="00227CCC"/>
    <w:rsid w:val="00231AD4"/>
    <w:rsid w:val="00231D26"/>
    <w:rsid w:val="00231F68"/>
    <w:rsid w:val="002340DD"/>
    <w:rsid w:val="00235349"/>
    <w:rsid w:val="00235EBA"/>
    <w:rsid w:val="00236CB3"/>
    <w:rsid w:val="00237529"/>
    <w:rsid w:val="00237654"/>
    <w:rsid w:val="00243F5D"/>
    <w:rsid w:val="0024450B"/>
    <w:rsid w:val="00244890"/>
    <w:rsid w:val="002457E2"/>
    <w:rsid w:val="002467C9"/>
    <w:rsid w:val="002511F8"/>
    <w:rsid w:val="0025227C"/>
    <w:rsid w:val="00252964"/>
    <w:rsid w:val="00256472"/>
    <w:rsid w:val="00256F86"/>
    <w:rsid w:val="002578D9"/>
    <w:rsid w:val="00257AE8"/>
    <w:rsid w:val="00260338"/>
    <w:rsid w:val="00260B96"/>
    <w:rsid w:val="00261979"/>
    <w:rsid w:val="00262464"/>
    <w:rsid w:val="00263621"/>
    <w:rsid w:val="00264184"/>
    <w:rsid w:val="00264A69"/>
    <w:rsid w:val="00264B32"/>
    <w:rsid w:val="00265523"/>
    <w:rsid w:val="002656D0"/>
    <w:rsid w:val="0026570D"/>
    <w:rsid w:val="002657DE"/>
    <w:rsid w:val="00265B76"/>
    <w:rsid w:val="00265C19"/>
    <w:rsid w:val="00266DAF"/>
    <w:rsid w:val="002671AD"/>
    <w:rsid w:val="002711B5"/>
    <w:rsid w:val="002714EB"/>
    <w:rsid w:val="0027339F"/>
    <w:rsid w:val="00274F61"/>
    <w:rsid w:val="002756EB"/>
    <w:rsid w:val="00276104"/>
    <w:rsid w:val="002763A3"/>
    <w:rsid w:val="00276689"/>
    <w:rsid w:val="00277935"/>
    <w:rsid w:val="00277F07"/>
    <w:rsid w:val="00281727"/>
    <w:rsid w:val="0028185F"/>
    <w:rsid w:val="00281AB8"/>
    <w:rsid w:val="0028370F"/>
    <w:rsid w:val="00283796"/>
    <w:rsid w:val="00284900"/>
    <w:rsid w:val="00284ABC"/>
    <w:rsid w:val="00284E7A"/>
    <w:rsid w:val="002862CA"/>
    <w:rsid w:val="00286473"/>
    <w:rsid w:val="002864EF"/>
    <w:rsid w:val="00287684"/>
    <w:rsid w:val="00287F7F"/>
    <w:rsid w:val="00290754"/>
    <w:rsid w:val="00292C88"/>
    <w:rsid w:val="0029525C"/>
    <w:rsid w:val="00297408"/>
    <w:rsid w:val="002A0316"/>
    <w:rsid w:val="002A0A6E"/>
    <w:rsid w:val="002A3026"/>
    <w:rsid w:val="002A3135"/>
    <w:rsid w:val="002A3B38"/>
    <w:rsid w:val="002A4448"/>
    <w:rsid w:val="002A5614"/>
    <w:rsid w:val="002A6075"/>
    <w:rsid w:val="002A6234"/>
    <w:rsid w:val="002A6591"/>
    <w:rsid w:val="002A6799"/>
    <w:rsid w:val="002A6B5B"/>
    <w:rsid w:val="002A6DDD"/>
    <w:rsid w:val="002A6E8C"/>
    <w:rsid w:val="002A720D"/>
    <w:rsid w:val="002A7FED"/>
    <w:rsid w:val="002B031F"/>
    <w:rsid w:val="002B1A4B"/>
    <w:rsid w:val="002B2808"/>
    <w:rsid w:val="002B338E"/>
    <w:rsid w:val="002B390F"/>
    <w:rsid w:val="002B3D93"/>
    <w:rsid w:val="002B422D"/>
    <w:rsid w:val="002B4C5F"/>
    <w:rsid w:val="002B57D2"/>
    <w:rsid w:val="002B5A3C"/>
    <w:rsid w:val="002B5D35"/>
    <w:rsid w:val="002B6362"/>
    <w:rsid w:val="002B6485"/>
    <w:rsid w:val="002B64C1"/>
    <w:rsid w:val="002C01CB"/>
    <w:rsid w:val="002C01E5"/>
    <w:rsid w:val="002C112D"/>
    <w:rsid w:val="002C21E1"/>
    <w:rsid w:val="002C23FD"/>
    <w:rsid w:val="002C2838"/>
    <w:rsid w:val="002C2BD1"/>
    <w:rsid w:val="002C46F3"/>
    <w:rsid w:val="002C484F"/>
    <w:rsid w:val="002C5F9C"/>
    <w:rsid w:val="002C628E"/>
    <w:rsid w:val="002C6720"/>
    <w:rsid w:val="002C7A28"/>
    <w:rsid w:val="002C7B81"/>
    <w:rsid w:val="002D0496"/>
    <w:rsid w:val="002D0D13"/>
    <w:rsid w:val="002D11EB"/>
    <w:rsid w:val="002D163C"/>
    <w:rsid w:val="002D256C"/>
    <w:rsid w:val="002D4001"/>
    <w:rsid w:val="002D4CCA"/>
    <w:rsid w:val="002D759A"/>
    <w:rsid w:val="002E15BC"/>
    <w:rsid w:val="002E17C1"/>
    <w:rsid w:val="002E2663"/>
    <w:rsid w:val="002E4D6F"/>
    <w:rsid w:val="002E596F"/>
    <w:rsid w:val="002E7C5F"/>
    <w:rsid w:val="002F010D"/>
    <w:rsid w:val="002F01FF"/>
    <w:rsid w:val="002F04E5"/>
    <w:rsid w:val="002F16E7"/>
    <w:rsid w:val="002F275C"/>
    <w:rsid w:val="002F3E0B"/>
    <w:rsid w:val="002F4AB3"/>
    <w:rsid w:val="002F4DDF"/>
    <w:rsid w:val="002F54B4"/>
    <w:rsid w:val="002F626C"/>
    <w:rsid w:val="002F6DAD"/>
    <w:rsid w:val="002F71BD"/>
    <w:rsid w:val="00301439"/>
    <w:rsid w:val="003017F1"/>
    <w:rsid w:val="0030242D"/>
    <w:rsid w:val="00303C10"/>
    <w:rsid w:val="0030424D"/>
    <w:rsid w:val="00304263"/>
    <w:rsid w:val="00306683"/>
    <w:rsid w:val="003066B8"/>
    <w:rsid w:val="00306F54"/>
    <w:rsid w:val="00307861"/>
    <w:rsid w:val="003105B8"/>
    <w:rsid w:val="00310A5A"/>
    <w:rsid w:val="00310B5B"/>
    <w:rsid w:val="0031135C"/>
    <w:rsid w:val="00311609"/>
    <w:rsid w:val="00312D85"/>
    <w:rsid w:val="003132B9"/>
    <w:rsid w:val="00313300"/>
    <w:rsid w:val="00314689"/>
    <w:rsid w:val="003146FB"/>
    <w:rsid w:val="00314A6A"/>
    <w:rsid w:val="0031551D"/>
    <w:rsid w:val="00315591"/>
    <w:rsid w:val="003160EC"/>
    <w:rsid w:val="003163AE"/>
    <w:rsid w:val="00316906"/>
    <w:rsid w:val="00320012"/>
    <w:rsid w:val="00321B29"/>
    <w:rsid w:val="0032392B"/>
    <w:rsid w:val="0032533C"/>
    <w:rsid w:val="00325BA1"/>
    <w:rsid w:val="003266BE"/>
    <w:rsid w:val="00326DC6"/>
    <w:rsid w:val="00331D65"/>
    <w:rsid w:val="00332CDE"/>
    <w:rsid w:val="0033341F"/>
    <w:rsid w:val="00333F78"/>
    <w:rsid w:val="00334BB0"/>
    <w:rsid w:val="003355EE"/>
    <w:rsid w:val="00335DC8"/>
    <w:rsid w:val="0034058B"/>
    <w:rsid w:val="003426C2"/>
    <w:rsid w:val="00343423"/>
    <w:rsid w:val="0034396B"/>
    <w:rsid w:val="003455B2"/>
    <w:rsid w:val="00345BB1"/>
    <w:rsid w:val="00346629"/>
    <w:rsid w:val="00351056"/>
    <w:rsid w:val="00351297"/>
    <w:rsid w:val="0035156B"/>
    <w:rsid w:val="0035196F"/>
    <w:rsid w:val="00352E88"/>
    <w:rsid w:val="0035343A"/>
    <w:rsid w:val="0035499C"/>
    <w:rsid w:val="0035555C"/>
    <w:rsid w:val="00355B58"/>
    <w:rsid w:val="003578BA"/>
    <w:rsid w:val="003578EE"/>
    <w:rsid w:val="00360022"/>
    <w:rsid w:val="00360A37"/>
    <w:rsid w:val="00361BA1"/>
    <w:rsid w:val="00361ECE"/>
    <w:rsid w:val="00364070"/>
    <w:rsid w:val="00364AD4"/>
    <w:rsid w:val="00365844"/>
    <w:rsid w:val="003669C3"/>
    <w:rsid w:val="00367090"/>
    <w:rsid w:val="00370E5B"/>
    <w:rsid w:val="00371320"/>
    <w:rsid w:val="00371432"/>
    <w:rsid w:val="00372E2A"/>
    <w:rsid w:val="003730FD"/>
    <w:rsid w:val="0037427D"/>
    <w:rsid w:val="003742DB"/>
    <w:rsid w:val="0037523F"/>
    <w:rsid w:val="00376738"/>
    <w:rsid w:val="00376A71"/>
    <w:rsid w:val="00376BCD"/>
    <w:rsid w:val="00376C5D"/>
    <w:rsid w:val="00377874"/>
    <w:rsid w:val="00380331"/>
    <w:rsid w:val="0038051C"/>
    <w:rsid w:val="00381306"/>
    <w:rsid w:val="00381FC1"/>
    <w:rsid w:val="003826C2"/>
    <w:rsid w:val="00382907"/>
    <w:rsid w:val="00382F54"/>
    <w:rsid w:val="00383DE2"/>
    <w:rsid w:val="00383EFF"/>
    <w:rsid w:val="003840B9"/>
    <w:rsid w:val="00384BF6"/>
    <w:rsid w:val="00385333"/>
    <w:rsid w:val="00386263"/>
    <w:rsid w:val="003875AA"/>
    <w:rsid w:val="00387971"/>
    <w:rsid w:val="00392323"/>
    <w:rsid w:val="00392C25"/>
    <w:rsid w:val="003939C9"/>
    <w:rsid w:val="0039449A"/>
    <w:rsid w:val="00397377"/>
    <w:rsid w:val="0039741B"/>
    <w:rsid w:val="003A02BE"/>
    <w:rsid w:val="003A0BB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D1"/>
    <w:rsid w:val="003A7ED0"/>
    <w:rsid w:val="003B0629"/>
    <w:rsid w:val="003B0CBD"/>
    <w:rsid w:val="003B1137"/>
    <w:rsid w:val="003B2100"/>
    <w:rsid w:val="003B3512"/>
    <w:rsid w:val="003B44D3"/>
    <w:rsid w:val="003B6962"/>
    <w:rsid w:val="003B6AC1"/>
    <w:rsid w:val="003B6ADE"/>
    <w:rsid w:val="003B741B"/>
    <w:rsid w:val="003B761D"/>
    <w:rsid w:val="003C0743"/>
    <w:rsid w:val="003C07A2"/>
    <w:rsid w:val="003C359A"/>
    <w:rsid w:val="003C3B8A"/>
    <w:rsid w:val="003C3E19"/>
    <w:rsid w:val="003C4812"/>
    <w:rsid w:val="003C4D86"/>
    <w:rsid w:val="003C50F9"/>
    <w:rsid w:val="003C6092"/>
    <w:rsid w:val="003C73CA"/>
    <w:rsid w:val="003C7668"/>
    <w:rsid w:val="003D07B9"/>
    <w:rsid w:val="003D13E7"/>
    <w:rsid w:val="003D1BFC"/>
    <w:rsid w:val="003D1C44"/>
    <w:rsid w:val="003D1E63"/>
    <w:rsid w:val="003D3D48"/>
    <w:rsid w:val="003D5039"/>
    <w:rsid w:val="003D5EE0"/>
    <w:rsid w:val="003D5F09"/>
    <w:rsid w:val="003D6737"/>
    <w:rsid w:val="003D6C15"/>
    <w:rsid w:val="003E004D"/>
    <w:rsid w:val="003E051C"/>
    <w:rsid w:val="003E07D6"/>
    <w:rsid w:val="003E0886"/>
    <w:rsid w:val="003E0C22"/>
    <w:rsid w:val="003E1064"/>
    <w:rsid w:val="003E1750"/>
    <w:rsid w:val="003E2200"/>
    <w:rsid w:val="003E3654"/>
    <w:rsid w:val="003E403E"/>
    <w:rsid w:val="003E6241"/>
    <w:rsid w:val="003E696F"/>
    <w:rsid w:val="003E6B44"/>
    <w:rsid w:val="003E6E09"/>
    <w:rsid w:val="003E7215"/>
    <w:rsid w:val="003E7875"/>
    <w:rsid w:val="003E7934"/>
    <w:rsid w:val="003F0745"/>
    <w:rsid w:val="003F083D"/>
    <w:rsid w:val="003F11B9"/>
    <w:rsid w:val="003F20B7"/>
    <w:rsid w:val="003F4801"/>
    <w:rsid w:val="003F6851"/>
    <w:rsid w:val="003F782A"/>
    <w:rsid w:val="003F7EF6"/>
    <w:rsid w:val="004005CF"/>
    <w:rsid w:val="00400A22"/>
    <w:rsid w:val="00401A4A"/>
    <w:rsid w:val="0040252B"/>
    <w:rsid w:val="00404B22"/>
    <w:rsid w:val="00404BFE"/>
    <w:rsid w:val="00404DB1"/>
    <w:rsid w:val="0040522D"/>
    <w:rsid w:val="004059E4"/>
    <w:rsid w:val="00406E16"/>
    <w:rsid w:val="0040759C"/>
    <w:rsid w:val="00407DA7"/>
    <w:rsid w:val="004111B4"/>
    <w:rsid w:val="00411986"/>
    <w:rsid w:val="00413705"/>
    <w:rsid w:val="00413BE5"/>
    <w:rsid w:val="00414393"/>
    <w:rsid w:val="004144A6"/>
    <w:rsid w:val="00414C08"/>
    <w:rsid w:val="00414D75"/>
    <w:rsid w:val="00414E45"/>
    <w:rsid w:val="00416E8A"/>
    <w:rsid w:val="0041735F"/>
    <w:rsid w:val="00417458"/>
    <w:rsid w:val="00417C5D"/>
    <w:rsid w:val="004202A5"/>
    <w:rsid w:val="00420469"/>
    <w:rsid w:val="0042058E"/>
    <w:rsid w:val="00421394"/>
    <w:rsid w:val="00423C39"/>
    <w:rsid w:val="00423FAE"/>
    <w:rsid w:val="004242FF"/>
    <w:rsid w:val="00425554"/>
    <w:rsid w:val="00425FC5"/>
    <w:rsid w:val="004261AA"/>
    <w:rsid w:val="00426A0A"/>
    <w:rsid w:val="00426A1D"/>
    <w:rsid w:val="0042733F"/>
    <w:rsid w:val="00427771"/>
    <w:rsid w:val="00433212"/>
    <w:rsid w:val="0043409F"/>
    <w:rsid w:val="00434BDD"/>
    <w:rsid w:val="0043508E"/>
    <w:rsid w:val="0043797D"/>
    <w:rsid w:val="00440E28"/>
    <w:rsid w:val="00441C0B"/>
    <w:rsid w:val="0044375E"/>
    <w:rsid w:val="00444A4F"/>
    <w:rsid w:val="004456E3"/>
    <w:rsid w:val="00445E09"/>
    <w:rsid w:val="00446222"/>
    <w:rsid w:val="00446EC0"/>
    <w:rsid w:val="00450B95"/>
    <w:rsid w:val="00450BFE"/>
    <w:rsid w:val="0045354A"/>
    <w:rsid w:val="00453940"/>
    <w:rsid w:val="00454011"/>
    <w:rsid w:val="0045451F"/>
    <w:rsid w:val="00454EA6"/>
    <w:rsid w:val="004556B7"/>
    <w:rsid w:val="00455B38"/>
    <w:rsid w:val="00455F5C"/>
    <w:rsid w:val="0045612D"/>
    <w:rsid w:val="004564B9"/>
    <w:rsid w:val="00456F18"/>
    <w:rsid w:val="004571B7"/>
    <w:rsid w:val="00460471"/>
    <w:rsid w:val="00460E07"/>
    <w:rsid w:val="00460ECC"/>
    <w:rsid w:val="00461091"/>
    <w:rsid w:val="00461106"/>
    <w:rsid w:val="00461546"/>
    <w:rsid w:val="00462E22"/>
    <w:rsid w:val="004632DC"/>
    <w:rsid w:val="004636B9"/>
    <w:rsid w:val="00463C9F"/>
    <w:rsid w:val="004651B3"/>
    <w:rsid w:val="0046529D"/>
    <w:rsid w:val="0046569D"/>
    <w:rsid w:val="004656E7"/>
    <w:rsid w:val="00466650"/>
    <w:rsid w:val="0046669D"/>
    <w:rsid w:val="00466B97"/>
    <w:rsid w:val="00466DDF"/>
    <w:rsid w:val="004708EC"/>
    <w:rsid w:val="00473184"/>
    <w:rsid w:val="00473CD9"/>
    <w:rsid w:val="00474A10"/>
    <w:rsid w:val="004757A5"/>
    <w:rsid w:val="004764BE"/>
    <w:rsid w:val="00476606"/>
    <w:rsid w:val="00480739"/>
    <w:rsid w:val="00480BAD"/>
    <w:rsid w:val="00483988"/>
    <w:rsid w:val="00483A43"/>
    <w:rsid w:val="00483E5C"/>
    <w:rsid w:val="004842EE"/>
    <w:rsid w:val="0048584B"/>
    <w:rsid w:val="0048612C"/>
    <w:rsid w:val="00486C48"/>
    <w:rsid w:val="004900C8"/>
    <w:rsid w:val="004901DF"/>
    <w:rsid w:val="00490510"/>
    <w:rsid w:val="00491524"/>
    <w:rsid w:val="0049158F"/>
    <w:rsid w:val="00491D0F"/>
    <w:rsid w:val="004923B2"/>
    <w:rsid w:val="00492613"/>
    <w:rsid w:val="00492907"/>
    <w:rsid w:val="004937D7"/>
    <w:rsid w:val="00495CA8"/>
    <w:rsid w:val="00497BE0"/>
    <w:rsid w:val="004A0254"/>
    <w:rsid w:val="004A083C"/>
    <w:rsid w:val="004A291A"/>
    <w:rsid w:val="004A3735"/>
    <w:rsid w:val="004A3A9B"/>
    <w:rsid w:val="004A46F8"/>
    <w:rsid w:val="004A4FE9"/>
    <w:rsid w:val="004A59B4"/>
    <w:rsid w:val="004A68A8"/>
    <w:rsid w:val="004A6E08"/>
    <w:rsid w:val="004B2ECB"/>
    <w:rsid w:val="004B3F85"/>
    <w:rsid w:val="004B4337"/>
    <w:rsid w:val="004B7148"/>
    <w:rsid w:val="004C037D"/>
    <w:rsid w:val="004C06A2"/>
    <w:rsid w:val="004C089C"/>
    <w:rsid w:val="004C0FAD"/>
    <w:rsid w:val="004C2190"/>
    <w:rsid w:val="004C271F"/>
    <w:rsid w:val="004C360D"/>
    <w:rsid w:val="004C3C5F"/>
    <w:rsid w:val="004C4478"/>
    <w:rsid w:val="004C6550"/>
    <w:rsid w:val="004C701D"/>
    <w:rsid w:val="004C7CDC"/>
    <w:rsid w:val="004D0788"/>
    <w:rsid w:val="004D142C"/>
    <w:rsid w:val="004D2027"/>
    <w:rsid w:val="004D2A16"/>
    <w:rsid w:val="004D2C52"/>
    <w:rsid w:val="004D3434"/>
    <w:rsid w:val="004D4A9B"/>
    <w:rsid w:val="004D4AED"/>
    <w:rsid w:val="004D772F"/>
    <w:rsid w:val="004D7E73"/>
    <w:rsid w:val="004E028D"/>
    <w:rsid w:val="004E135F"/>
    <w:rsid w:val="004E2C95"/>
    <w:rsid w:val="004E3C66"/>
    <w:rsid w:val="004E4937"/>
    <w:rsid w:val="004E4D32"/>
    <w:rsid w:val="004E4F68"/>
    <w:rsid w:val="004E5714"/>
    <w:rsid w:val="004E5C6A"/>
    <w:rsid w:val="004E64C0"/>
    <w:rsid w:val="004E6775"/>
    <w:rsid w:val="004F1428"/>
    <w:rsid w:val="004F17AB"/>
    <w:rsid w:val="004F1888"/>
    <w:rsid w:val="004F2A09"/>
    <w:rsid w:val="004F3514"/>
    <w:rsid w:val="004F5D07"/>
    <w:rsid w:val="004F677E"/>
    <w:rsid w:val="004F6C9D"/>
    <w:rsid w:val="004F6D7D"/>
    <w:rsid w:val="004F7C01"/>
    <w:rsid w:val="005008F1"/>
    <w:rsid w:val="00500AE3"/>
    <w:rsid w:val="00501669"/>
    <w:rsid w:val="00501F6E"/>
    <w:rsid w:val="00502413"/>
    <w:rsid w:val="0050277E"/>
    <w:rsid w:val="00502843"/>
    <w:rsid w:val="005029AE"/>
    <w:rsid w:val="005038E8"/>
    <w:rsid w:val="005046A5"/>
    <w:rsid w:val="00507BCE"/>
    <w:rsid w:val="00510AA9"/>
    <w:rsid w:val="00512A14"/>
    <w:rsid w:val="00513CFB"/>
    <w:rsid w:val="00521E11"/>
    <w:rsid w:val="0052241D"/>
    <w:rsid w:val="00523040"/>
    <w:rsid w:val="005230C8"/>
    <w:rsid w:val="00524708"/>
    <w:rsid w:val="005263F9"/>
    <w:rsid w:val="005270BD"/>
    <w:rsid w:val="00530434"/>
    <w:rsid w:val="00530700"/>
    <w:rsid w:val="00530B22"/>
    <w:rsid w:val="0053162D"/>
    <w:rsid w:val="005319B7"/>
    <w:rsid w:val="00532207"/>
    <w:rsid w:val="00532473"/>
    <w:rsid w:val="00532890"/>
    <w:rsid w:val="00532A05"/>
    <w:rsid w:val="005345C8"/>
    <w:rsid w:val="00535495"/>
    <w:rsid w:val="00540B72"/>
    <w:rsid w:val="00541AB0"/>
    <w:rsid w:val="005431D0"/>
    <w:rsid w:val="005444CF"/>
    <w:rsid w:val="00544E74"/>
    <w:rsid w:val="00546065"/>
    <w:rsid w:val="005464FA"/>
    <w:rsid w:val="00546576"/>
    <w:rsid w:val="0054696B"/>
    <w:rsid w:val="00546D81"/>
    <w:rsid w:val="00546EF2"/>
    <w:rsid w:val="00547CF3"/>
    <w:rsid w:val="005519BD"/>
    <w:rsid w:val="00552196"/>
    <w:rsid w:val="00552FAC"/>
    <w:rsid w:val="005550A8"/>
    <w:rsid w:val="00555E66"/>
    <w:rsid w:val="005566DF"/>
    <w:rsid w:val="00556B5C"/>
    <w:rsid w:val="00556F7E"/>
    <w:rsid w:val="00557413"/>
    <w:rsid w:val="00557ACD"/>
    <w:rsid w:val="00557B1B"/>
    <w:rsid w:val="005603EA"/>
    <w:rsid w:val="00561E24"/>
    <w:rsid w:val="00561EF2"/>
    <w:rsid w:val="00564206"/>
    <w:rsid w:val="0056591F"/>
    <w:rsid w:val="005674ED"/>
    <w:rsid w:val="00567B59"/>
    <w:rsid w:val="00567FCB"/>
    <w:rsid w:val="00571816"/>
    <w:rsid w:val="00572AF0"/>
    <w:rsid w:val="00574EA6"/>
    <w:rsid w:val="00576C2A"/>
    <w:rsid w:val="00580887"/>
    <w:rsid w:val="00582296"/>
    <w:rsid w:val="005825F3"/>
    <w:rsid w:val="005844E1"/>
    <w:rsid w:val="0058481B"/>
    <w:rsid w:val="0058668A"/>
    <w:rsid w:val="005870E7"/>
    <w:rsid w:val="005872E3"/>
    <w:rsid w:val="00590280"/>
    <w:rsid w:val="005912C4"/>
    <w:rsid w:val="00591C0A"/>
    <w:rsid w:val="00592967"/>
    <w:rsid w:val="00593C88"/>
    <w:rsid w:val="00593CEA"/>
    <w:rsid w:val="00593F45"/>
    <w:rsid w:val="005942B4"/>
    <w:rsid w:val="00594CEF"/>
    <w:rsid w:val="00594EF2"/>
    <w:rsid w:val="00595DE9"/>
    <w:rsid w:val="005967EE"/>
    <w:rsid w:val="005968AF"/>
    <w:rsid w:val="00596949"/>
    <w:rsid w:val="00596DEC"/>
    <w:rsid w:val="00596E8E"/>
    <w:rsid w:val="005A0E70"/>
    <w:rsid w:val="005A18B5"/>
    <w:rsid w:val="005A1C96"/>
    <w:rsid w:val="005A24A9"/>
    <w:rsid w:val="005A261D"/>
    <w:rsid w:val="005A276A"/>
    <w:rsid w:val="005A543F"/>
    <w:rsid w:val="005A60C0"/>
    <w:rsid w:val="005A77E7"/>
    <w:rsid w:val="005B096C"/>
    <w:rsid w:val="005B09B1"/>
    <w:rsid w:val="005B1E97"/>
    <w:rsid w:val="005B4A96"/>
    <w:rsid w:val="005B6C4C"/>
    <w:rsid w:val="005B7310"/>
    <w:rsid w:val="005C0A66"/>
    <w:rsid w:val="005C19DF"/>
    <w:rsid w:val="005C2F64"/>
    <w:rsid w:val="005C319A"/>
    <w:rsid w:val="005C395A"/>
    <w:rsid w:val="005C4D4A"/>
    <w:rsid w:val="005C4F93"/>
    <w:rsid w:val="005C5264"/>
    <w:rsid w:val="005C6A88"/>
    <w:rsid w:val="005C6EF0"/>
    <w:rsid w:val="005C7ACB"/>
    <w:rsid w:val="005D0702"/>
    <w:rsid w:val="005D0AA6"/>
    <w:rsid w:val="005D0B9F"/>
    <w:rsid w:val="005D0CB1"/>
    <w:rsid w:val="005D2997"/>
    <w:rsid w:val="005D29F9"/>
    <w:rsid w:val="005D37D0"/>
    <w:rsid w:val="005D4065"/>
    <w:rsid w:val="005D41B5"/>
    <w:rsid w:val="005D44F2"/>
    <w:rsid w:val="005D47A0"/>
    <w:rsid w:val="005D4CBC"/>
    <w:rsid w:val="005D59DD"/>
    <w:rsid w:val="005D5FFF"/>
    <w:rsid w:val="005D67E3"/>
    <w:rsid w:val="005D6932"/>
    <w:rsid w:val="005D6F2C"/>
    <w:rsid w:val="005E003E"/>
    <w:rsid w:val="005E01D7"/>
    <w:rsid w:val="005E0C64"/>
    <w:rsid w:val="005E0CE5"/>
    <w:rsid w:val="005E1120"/>
    <w:rsid w:val="005E3FE5"/>
    <w:rsid w:val="005E502C"/>
    <w:rsid w:val="005E6B3C"/>
    <w:rsid w:val="005E7AE7"/>
    <w:rsid w:val="005E7ECB"/>
    <w:rsid w:val="005F0EC3"/>
    <w:rsid w:val="005F18DA"/>
    <w:rsid w:val="005F19A9"/>
    <w:rsid w:val="005F4D4A"/>
    <w:rsid w:val="005F4F86"/>
    <w:rsid w:val="005F5718"/>
    <w:rsid w:val="005F6C00"/>
    <w:rsid w:val="005F6EDE"/>
    <w:rsid w:val="005F74ED"/>
    <w:rsid w:val="005F78AF"/>
    <w:rsid w:val="005F7CB1"/>
    <w:rsid w:val="00600E8B"/>
    <w:rsid w:val="00602856"/>
    <w:rsid w:val="00602B85"/>
    <w:rsid w:val="00603180"/>
    <w:rsid w:val="0060428F"/>
    <w:rsid w:val="00604763"/>
    <w:rsid w:val="0060488E"/>
    <w:rsid w:val="006053AC"/>
    <w:rsid w:val="00605C98"/>
    <w:rsid w:val="00607705"/>
    <w:rsid w:val="00607910"/>
    <w:rsid w:val="0061065B"/>
    <w:rsid w:val="006109B7"/>
    <w:rsid w:val="00611145"/>
    <w:rsid w:val="0061208F"/>
    <w:rsid w:val="00612969"/>
    <w:rsid w:val="00613385"/>
    <w:rsid w:val="006136CE"/>
    <w:rsid w:val="00613D2C"/>
    <w:rsid w:val="00613ECA"/>
    <w:rsid w:val="00614D7B"/>
    <w:rsid w:val="00614FDC"/>
    <w:rsid w:val="00615253"/>
    <w:rsid w:val="00617260"/>
    <w:rsid w:val="006177AC"/>
    <w:rsid w:val="00620698"/>
    <w:rsid w:val="00621658"/>
    <w:rsid w:val="006229F8"/>
    <w:rsid w:val="006245DB"/>
    <w:rsid w:val="0062571F"/>
    <w:rsid w:val="00626546"/>
    <w:rsid w:val="00626626"/>
    <w:rsid w:val="00626CC1"/>
    <w:rsid w:val="00630D65"/>
    <w:rsid w:val="00631AB4"/>
    <w:rsid w:val="00632945"/>
    <w:rsid w:val="0063376E"/>
    <w:rsid w:val="00634B59"/>
    <w:rsid w:val="00634BBA"/>
    <w:rsid w:val="00635501"/>
    <w:rsid w:val="006356DF"/>
    <w:rsid w:val="00636F1D"/>
    <w:rsid w:val="006371C6"/>
    <w:rsid w:val="00637E71"/>
    <w:rsid w:val="006417D0"/>
    <w:rsid w:val="006417D1"/>
    <w:rsid w:val="00641B31"/>
    <w:rsid w:val="00641C5F"/>
    <w:rsid w:val="006424A2"/>
    <w:rsid w:val="006431E4"/>
    <w:rsid w:val="00643DEC"/>
    <w:rsid w:val="00644207"/>
    <w:rsid w:val="00645F94"/>
    <w:rsid w:val="006460D2"/>
    <w:rsid w:val="00646AC8"/>
    <w:rsid w:val="006508C2"/>
    <w:rsid w:val="00650A3D"/>
    <w:rsid w:val="00650AC8"/>
    <w:rsid w:val="00651219"/>
    <w:rsid w:val="006526AB"/>
    <w:rsid w:val="0065287E"/>
    <w:rsid w:val="006536F3"/>
    <w:rsid w:val="00653835"/>
    <w:rsid w:val="00654C14"/>
    <w:rsid w:val="00654F93"/>
    <w:rsid w:val="00655623"/>
    <w:rsid w:val="00655790"/>
    <w:rsid w:val="006558F8"/>
    <w:rsid w:val="00657215"/>
    <w:rsid w:val="00657592"/>
    <w:rsid w:val="006610C4"/>
    <w:rsid w:val="006628FF"/>
    <w:rsid w:val="00662A1C"/>
    <w:rsid w:val="0066384E"/>
    <w:rsid w:val="00665E3C"/>
    <w:rsid w:val="00666133"/>
    <w:rsid w:val="0066621D"/>
    <w:rsid w:val="00666ACF"/>
    <w:rsid w:val="00667392"/>
    <w:rsid w:val="0066789B"/>
    <w:rsid w:val="00667BCF"/>
    <w:rsid w:val="00667E71"/>
    <w:rsid w:val="006702C2"/>
    <w:rsid w:val="00670317"/>
    <w:rsid w:val="0067110D"/>
    <w:rsid w:val="00671E89"/>
    <w:rsid w:val="0067233B"/>
    <w:rsid w:val="00673310"/>
    <w:rsid w:val="00673BD5"/>
    <w:rsid w:val="006750D5"/>
    <w:rsid w:val="006759F9"/>
    <w:rsid w:val="00675DFD"/>
    <w:rsid w:val="006760DF"/>
    <w:rsid w:val="00677D46"/>
    <w:rsid w:val="00680549"/>
    <w:rsid w:val="0068122F"/>
    <w:rsid w:val="0068155F"/>
    <w:rsid w:val="0068487A"/>
    <w:rsid w:val="00685974"/>
    <w:rsid w:val="006859E1"/>
    <w:rsid w:val="00685AAF"/>
    <w:rsid w:val="006862E6"/>
    <w:rsid w:val="00687AE0"/>
    <w:rsid w:val="00687D36"/>
    <w:rsid w:val="006900AD"/>
    <w:rsid w:val="00690343"/>
    <w:rsid w:val="00691227"/>
    <w:rsid w:val="00692787"/>
    <w:rsid w:val="00692EA9"/>
    <w:rsid w:val="006938E6"/>
    <w:rsid w:val="00693E50"/>
    <w:rsid w:val="00694B6F"/>
    <w:rsid w:val="00694D53"/>
    <w:rsid w:val="006952C9"/>
    <w:rsid w:val="006955D3"/>
    <w:rsid w:val="00695C02"/>
    <w:rsid w:val="0069640C"/>
    <w:rsid w:val="0069710D"/>
    <w:rsid w:val="0069713C"/>
    <w:rsid w:val="00697BDB"/>
    <w:rsid w:val="006A033E"/>
    <w:rsid w:val="006A0FE4"/>
    <w:rsid w:val="006A1A2F"/>
    <w:rsid w:val="006A243E"/>
    <w:rsid w:val="006A2B70"/>
    <w:rsid w:val="006A32BA"/>
    <w:rsid w:val="006A37FE"/>
    <w:rsid w:val="006A44E6"/>
    <w:rsid w:val="006A525A"/>
    <w:rsid w:val="006A59D3"/>
    <w:rsid w:val="006B0D98"/>
    <w:rsid w:val="006B0EA9"/>
    <w:rsid w:val="006B1670"/>
    <w:rsid w:val="006B198F"/>
    <w:rsid w:val="006B1C30"/>
    <w:rsid w:val="006B2603"/>
    <w:rsid w:val="006B26F4"/>
    <w:rsid w:val="006B2D3A"/>
    <w:rsid w:val="006B3273"/>
    <w:rsid w:val="006B4218"/>
    <w:rsid w:val="006B5AD3"/>
    <w:rsid w:val="006C012B"/>
    <w:rsid w:val="006C09F0"/>
    <w:rsid w:val="006C111E"/>
    <w:rsid w:val="006C2D42"/>
    <w:rsid w:val="006C38AD"/>
    <w:rsid w:val="006C59B9"/>
    <w:rsid w:val="006C6A22"/>
    <w:rsid w:val="006C6BCF"/>
    <w:rsid w:val="006C6EB7"/>
    <w:rsid w:val="006C74E0"/>
    <w:rsid w:val="006C77CF"/>
    <w:rsid w:val="006C79CE"/>
    <w:rsid w:val="006D1913"/>
    <w:rsid w:val="006D3810"/>
    <w:rsid w:val="006D3909"/>
    <w:rsid w:val="006D5407"/>
    <w:rsid w:val="006D5541"/>
    <w:rsid w:val="006D6C05"/>
    <w:rsid w:val="006D6C73"/>
    <w:rsid w:val="006E10BF"/>
    <w:rsid w:val="006E1D5C"/>
    <w:rsid w:val="006E241C"/>
    <w:rsid w:val="006E2A9B"/>
    <w:rsid w:val="006E5645"/>
    <w:rsid w:val="006E6EA0"/>
    <w:rsid w:val="006E7218"/>
    <w:rsid w:val="006F04D4"/>
    <w:rsid w:val="006F10B2"/>
    <w:rsid w:val="006F1382"/>
    <w:rsid w:val="006F1B35"/>
    <w:rsid w:val="006F1D55"/>
    <w:rsid w:val="006F24D4"/>
    <w:rsid w:val="006F45F8"/>
    <w:rsid w:val="006F606C"/>
    <w:rsid w:val="006F694A"/>
    <w:rsid w:val="0070008B"/>
    <w:rsid w:val="0070041E"/>
    <w:rsid w:val="00700992"/>
    <w:rsid w:val="007016AB"/>
    <w:rsid w:val="00702B50"/>
    <w:rsid w:val="00702F9E"/>
    <w:rsid w:val="00703EC6"/>
    <w:rsid w:val="00706285"/>
    <w:rsid w:val="00713BD3"/>
    <w:rsid w:val="00713D94"/>
    <w:rsid w:val="00714102"/>
    <w:rsid w:val="00714186"/>
    <w:rsid w:val="0071469D"/>
    <w:rsid w:val="00714F09"/>
    <w:rsid w:val="0071789B"/>
    <w:rsid w:val="00717FF6"/>
    <w:rsid w:val="007210C2"/>
    <w:rsid w:val="0072236D"/>
    <w:rsid w:val="007236D3"/>
    <w:rsid w:val="00723839"/>
    <w:rsid w:val="007256CF"/>
    <w:rsid w:val="0072654C"/>
    <w:rsid w:val="00730417"/>
    <w:rsid w:val="0073065B"/>
    <w:rsid w:val="00730876"/>
    <w:rsid w:val="00730EDE"/>
    <w:rsid w:val="00732B47"/>
    <w:rsid w:val="00733861"/>
    <w:rsid w:val="007339D8"/>
    <w:rsid w:val="0073479A"/>
    <w:rsid w:val="00734D0D"/>
    <w:rsid w:val="00734E82"/>
    <w:rsid w:val="0074000B"/>
    <w:rsid w:val="00741D22"/>
    <w:rsid w:val="00743563"/>
    <w:rsid w:val="00743572"/>
    <w:rsid w:val="00744ED6"/>
    <w:rsid w:val="007456BD"/>
    <w:rsid w:val="00745A77"/>
    <w:rsid w:val="00746374"/>
    <w:rsid w:val="007465D3"/>
    <w:rsid w:val="00746FC4"/>
    <w:rsid w:val="00747FED"/>
    <w:rsid w:val="00750234"/>
    <w:rsid w:val="007506C7"/>
    <w:rsid w:val="007509D5"/>
    <w:rsid w:val="0075172F"/>
    <w:rsid w:val="007539E8"/>
    <w:rsid w:val="007542C7"/>
    <w:rsid w:val="0075526E"/>
    <w:rsid w:val="0075581F"/>
    <w:rsid w:val="00755B37"/>
    <w:rsid w:val="00755F57"/>
    <w:rsid w:val="00756456"/>
    <w:rsid w:val="007573D7"/>
    <w:rsid w:val="00757E5D"/>
    <w:rsid w:val="00760C80"/>
    <w:rsid w:val="00760DB0"/>
    <w:rsid w:val="00761BB1"/>
    <w:rsid w:val="00762169"/>
    <w:rsid w:val="007625A1"/>
    <w:rsid w:val="0076432D"/>
    <w:rsid w:val="00764F06"/>
    <w:rsid w:val="00764F12"/>
    <w:rsid w:val="00766619"/>
    <w:rsid w:val="007670E0"/>
    <w:rsid w:val="007674D5"/>
    <w:rsid w:val="007700E7"/>
    <w:rsid w:val="00772166"/>
    <w:rsid w:val="00772308"/>
    <w:rsid w:val="00773122"/>
    <w:rsid w:val="0077411E"/>
    <w:rsid w:val="00775C15"/>
    <w:rsid w:val="00775C43"/>
    <w:rsid w:val="007772BF"/>
    <w:rsid w:val="00777574"/>
    <w:rsid w:val="00780F5A"/>
    <w:rsid w:val="007812C4"/>
    <w:rsid w:val="007814C9"/>
    <w:rsid w:val="00781A8A"/>
    <w:rsid w:val="0078384E"/>
    <w:rsid w:val="00783A3B"/>
    <w:rsid w:val="00783B53"/>
    <w:rsid w:val="00784841"/>
    <w:rsid w:val="0078504E"/>
    <w:rsid w:val="0078640E"/>
    <w:rsid w:val="007870FC"/>
    <w:rsid w:val="007877C6"/>
    <w:rsid w:val="00787B56"/>
    <w:rsid w:val="0079170E"/>
    <w:rsid w:val="00792D79"/>
    <w:rsid w:val="00794500"/>
    <w:rsid w:val="007952BB"/>
    <w:rsid w:val="00795483"/>
    <w:rsid w:val="0079568A"/>
    <w:rsid w:val="0079660D"/>
    <w:rsid w:val="00796BCF"/>
    <w:rsid w:val="00796D87"/>
    <w:rsid w:val="007973D8"/>
    <w:rsid w:val="00797C19"/>
    <w:rsid w:val="007A0521"/>
    <w:rsid w:val="007A0B5B"/>
    <w:rsid w:val="007A285B"/>
    <w:rsid w:val="007A30E3"/>
    <w:rsid w:val="007A31EA"/>
    <w:rsid w:val="007A60C3"/>
    <w:rsid w:val="007A6AB1"/>
    <w:rsid w:val="007A6B7B"/>
    <w:rsid w:val="007A6DBF"/>
    <w:rsid w:val="007B0289"/>
    <w:rsid w:val="007B04FA"/>
    <w:rsid w:val="007B1370"/>
    <w:rsid w:val="007B4358"/>
    <w:rsid w:val="007B4600"/>
    <w:rsid w:val="007B4774"/>
    <w:rsid w:val="007B7F64"/>
    <w:rsid w:val="007C01DA"/>
    <w:rsid w:val="007C4A7C"/>
    <w:rsid w:val="007C4D1C"/>
    <w:rsid w:val="007C5286"/>
    <w:rsid w:val="007C7044"/>
    <w:rsid w:val="007C7204"/>
    <w:rsid w:val="007D0A26"/>
    <w:rsid w:val="007D15E1"/>
    <w:rsid w:val="007D1799"/>
    <w:rsid w:val="007D275D"/>
    <w:rsid w:val="007D37F6"/>
    <w:rsid w:val="007D432B"/>
    <w:rsid w:val="007D5125"/>
    <w:rsid w:val="007D56D1"/>
    <w:rsid w:val="007D6709"/>
    <w:rsid w:val="007D68B1"/>
    <w:rsid w:val="007D68B5"/>
    <w:rsid w:val="007D6A5C"/>
    <w:rsid w:val="007D6B26"/>
    <w:rsid w:val="007E282C"/>
    <w:rsid w:val="007E4938"/>
    <w:rsid w:val="007E5C37"/>
    <w:rsid w:val="007E686C"/>
    <w:rsid w:val="007E7239"/>
    <w:rsid w:val="007E7F2B"/>
    <w:rsid w:val="007F04FD"/>
    <w:rsid w:val="007F0CAF"/>
    <w:rsid w:val="007F0E0C"/>
    <w:rsid w:val="007F10E3"/>
    <w:rsid w:val="007F129E"/>
    <w:rsid w:val="007F19A7"/>
    <w:rsid w:val="007F565E"/>
    <w:rsid w:val="007F5863"/>
    <w:rsid w:val="007F5EE0"/>
    <w:rsid w:val="007F6641"/>
    <w:rsid w:val="00802312"/>
    <w:rsid w:val="00803DC9"/>
    <w:rsid w:val="0080531A"/>
    <w:rsid w:val="00805348"/>
    <w:rsid w:val="0080596C"/>
    <w:rsid w:val="00806454"/>
    <w:rsid w:val="0080763A"/>
    <w:rsid w:val="008076E9"/>
    <w:rsid w:val="00807AF7"/>
    <w:rsid w:val="00807BE8"/>
    <w:rsid w:val="00807D77"/>
    <w:rsid w:val="0081035F"/>
    <w:rsid w:val="00810917"/>
    <w:rsid w:val="00810D9E"/>
    <w:rsid w:val="00811B33"/>
    <w:rsid w:val="008127ED"/>
    <w:rsid w:val="00813D2B"/>
    <w:rsid w:val="00815431"/>
    <w:rsid w:val="00815881"/>
    <w:rsid w:val="0081594E"/>
    <w:rsid w:val="008173F6"/>
    <w:rsid w:val="00820440"/>
    <w:rsid w:val="00820756"/>
    <w:rsid w:val="00821ECE"/>
    <w:rsid w:val="00822515"/>
    <w:rsid w:val="008242FB"/>
    <w:rsid w:val="00824310"/>
    <w:rsid w:val="00825B00"/>
    <w:rsid w:val="00825C93"/>
    <w:rsid w:val="00825F89"/>
    <w:rsid w:val="00826B29"/>
    <w:rsid w:val="00830747"/>
    <w:rsid w:val="0083097E"/>
    <w:rsid w:val="00830D71"/>
    <w:rsid w:val="008314C4"/>
    <w:rsid w:val="008314E2"/>
    <w:rsid w:val="008333CB"/>
    <w:rsid w:val="00833DB2"/>
    <w:rsid w:val="00834BBE"/>
    <w:rsid w:val="00834F5C"/>
    <w:rsid w:val="008358D4"/>
    <w:rsid w:val="008365F6"/>
    <w:rsid w:val="00836BC3"/>
    <w:rsid w:val="00837409"/>
    <w:rsid w:val="00837438"/>
    <w:rsid w:val="00837A55"/>
    <w:rsid w:val="00837ABC"/>
    <w:rsid w:val="00837FE4"/>
    <w:rsid w:val="00840BC1"/>
    <w:rsid w:val="00840DBB"/>
    <w:rsid w:val="00840E16"/>
    <w:rsid w:val="00841746"/>
    <w:rsid w:val="00841C6B"/>
    <w:rsid w:val="00841E49"/>
    <w:rsid w:val="0084316A"/>
    <w:rsid w:val="008433B1"/>
    <w:rsid w:val="008434E5"/>
    <w:rsid w:val="0084391E"/>
    <w:rsid w:val="00843980"/>
    <w:rsid w:val="00844260"/>
    <w:rsid w:val="00844C57"/>
    <w:rsid w:val="00844D45"/>
    <w:rsid w:val="00844E5B"/>
    <w:rsid w:val="00845337"/>
    <w:rsid w:val="00845A83"/>
    <w:rsid w:val="00845F9B"/>
    <w:rsid w:val="00846481"/>
    <w:rsid w:val="008469BE"/>
    <w:rsid w:val="00846C03"/>
    <w:rsid w:val="00847688"/>
    <w:rsid w:val="0085080F"/>
    <w:rsid w:val="00851014"/>
    <w:rsid w:val="00851D89"/>
    <w:rsid w:val="00851E83"/>
    <w:rsid w:val="00852225"/>
    <w:rsid w:val="00853BB5"/>
    <w:rsid w:val="00853C71"/>
    <w:rsid w:val="00853DCB"/>
    <w:rsid w:val="008544DA"/>
    <w:rsid w:val="008544F1"/>
    <w:rsid w:val="00854BBD"/>
    <w:rsid w:val="00854D1F"/>
    <w:rsid w:val="0085520F"/>
    <w:rsid w:val="0085630C"/>
    <w:rsid w:val="00856582"/>
    <w:rsid w:val="008566DE"/>
    <w:rsid w:val="008574F2"/>
    <w:rsid w:val="008576EB"/>
    <w:rsid w:val="00857724"/>
    <w:rsid w:val="00857D40"/>
    <w:rsid w:val="00857DB7"/>
    <w:rsid w:val="0086042A"/>
    <w:rsid w:val="00860CBC"/>
    <w:rsid w:val="00860F44"/>
    <w:rsid w:val="0086175A"/>
    <w:rsid w:val="008622BC"/>
    <w:rsid w:val="00862C99"/>
    <w:rsid w:val="00863A5B"/>
    <w:rsid w:val="00864AE5"/>
    <w:rsid w:val="00864EE2"/>
    <w:rsid w:val="0086512A"/>
    <w:rsid w:val="008654B1"/>
    <w:rsid w:val="00865857"/>
    <w:rsid w:val="00865D24"/>
    <w:rsid w:val="00865E1E"/>
    <w:rsid w:val="0086659B"/>
    <w:rsid w:val="0086689E"/>
    <w:rsid w:val="00866B67"/>
    <w:rsid w:val="00866E4C"/>
    <w:rsid w:val="00866FEC"/>
    <w:rsid w:val="0087052B"/>
    <w:rsid w:val="00870FCF"/>
    <w:rsid w:val="00872871"/>
    <w:rsid w:val="008730D9"/>
    <w:rsid w:val="008731DB"/>
    <w:rsid w:val="00874670"/>
    <w:rsid w:val="00874F40"/>
    <w:rsid w:val="00876886"/>
    <w:rsid w:val="00876B61"/>
    <w:rsid w:val="00877115"/>
    <w:rsid w:val="00877635"/>
    <w:rsid w:val="0088076D"/>
    <w:rsid w:val="00880ED5"/>
    <w:rsid w:val="00881944"/>
    <w:rsid w:val="00882786"/>
    <w:rsid w:val="008829D5"/>
    <w:rsid w:val="008836AA"/>
    <w:rsid w:val="00883AC9"/>
    <w:rsid w:val="00883D4B"/>
    <w:rsid w:val="00884264"/>
    <w:rsid w:val="00885074"/>
    <w:rsid w:val="00885602"/>
    <w:rsid w:val="008860DB"/>
    <w:rsid w:val="0088644F"/>
    <w:rsid w:val="0088758F"/>
    <w:rsid w:val="008906AA"/>
    <w:rsid w:val="0089085B"/>
    <w:rsid w:val="00891CAA"/>
    <w:rsid w:val="00892578"/>
    <w:rsid w:val="0089359D"/>
    <w:rsid w:val="008948CE"/>
    <w:rsid w:val="00895AC5"/>
    <w:rsid w:val="00895CF1"/>
    <w:rsid w:val="00896770"/>
    <w:rsid w:val="008A076F"/>
    <w:rsid w:val="008A34DC"/>
    <w:rsid w:val="008A3D42"/>
    <w:rsid w:val="008A5D44"/>
    <w:rsid w:val="008A67CA"/>
    <w:rsid w:val="008A68F2"/>
    <w:rsid w:val="008A7025"/>
    <w:rsid w:val="008B53A3"/>
    <w:rsid w:val="008B5993"/>
    <w:rsid w:val="008B65D3"/>
    <w:rsid w:val="008B6A24"/>
    <w:rsid w:val="008B6CAD"/>
    <w:rsid w:val="008B749E"/>
    <w:rsid w:val="008B7864"/>
    <w:rsid w:val="008C036B"/>
    <w:rsid w:val="008C0E6E"/>
    <w:rsid w:val="008C1F84"/>
    <w:rsid w:val="008C25F0"/>
    <w:rsid w:val="008C3217"/>
    <w:rsid w:val="008C3506"/>
    <w:rsid w:val="008C4BB4"/>
    <w:rsid w:val="008C5466"/>
    <w:rsid w:val="008C6C73"/>
    <w:rsid w:val="008C7C0A"/>
    <w:rsid w:val="008C7E3D"/>
    <w:rsid w:val="008C7F35"/>
    <w:rsid w:val="008C7F3E"/>
    <w:rsid w:val="008D0153"/>
    <w:rsid w:val="008D119D"/>
    <w:rsid w:val="008D37B9"/>
    <w:rsid w:val="008D4454"/>
    <w:rsid w:val="008D4609"/>
    <w:rsid w:val="008D496A"/>
    <w:rsid w:val="008D4C62"/>
    <w:rsid w:val="008D4EED"/>
    <w:rsid w:val="008D62DE"/>
    <w:rsid w:val="008D6920"/>
    <w:rsid w:val="008D714E"/>
    <w:rsid w:val="008D73A6"/>
    <w:rsid w:val="008D77B8"/>
    <w:rsid w:val="008D78BD"/>
    <w:rsid w:val="008E18F8"/>
    <w:rsid w:val="008E1B63"/>
    <w:rsid w:val="008E39B0"/>
    <w:rsid w:val="008E3D8C"/>
    <w:rsid w:val="008E4C61"/>
    <w:rsid w:val="008E54C8"/>
    <w:rsid w:val="008E57D1"/>
    <w:rsid w:val="008E57E4"/>
    <w:rsid w:val="008E5C89"/>
    <w:rsid w:val="008F0C65"/>
    <w:rsid w:val="008F1141"/>
    <w:rsid w:val="008F27E3"/>
    <w:rsid w:val="008F2A59"/>
    <w:rsid w:val="008F2FD2"/>
    <w:rsid w:val="008F3434"/>
    <w:rsid w:val="008F346A"/>
    <w:rsid w:val="008F46F4"/>
    <w:rsid w:val="008F48DC"/>
    <w:rsid w:val="008F581F"/>
    <w:rsid w:val="008F6C57"/>
    <w:rsid w:val="008F6CD2"/>
    <w:rsid w:val="008F6FBA"/>
    <w:rsid w:val="008F7068"/>
    <w:rsid w:val="008F7089"/>
    <w:rsid w:val="008F7617"/>
    <w:rsid w:val="009001D2"/>
    <w:rsid w:val="00900983"/>
    <w:rsid w:val="00900AE4"/>
    <w:rsid w:val="00900D04"/>
    <w:rsid w:val="00900FA4"/>
    <w:rsid w:val="009011F2"/>
    <w:rsid w:val="0090183B"/>
    <w:rsid w:val="00902BF0"/>
    <w:rsid w:val="00902D10"/>
    <w:rsid w:val="009036D8"/>
    <w:rsid w:val="0090407A"/>
    <w:rsid w:val="00904E6C"/>
    <w:rsid w:val="00905A24"/>
    <w:rsid w:val="00905E7E"/>
    <w:rsid w:val="00906439"/>
    <w:rsid w:val="00906500"/>
    <w:rsid w:val="00907B4B"/>
    <w:rsid w:val="00910367"/>
    <w:rsid w:val="00910CF0"/>
    <w:rsid w:val="00913B96"/>
    <w:rsid w:val="00916669"/>
    <w:rsid w:val="00920018"/>
    <w:rsid w:val="00921DFC"/>
    <w:rsid w:val="0092207F"/>
    <w:rsid w:val="00923C05"/>
    <w:rsid w:val="00923ED3"/>
    <w:rsid w:val="0092492A"/>
    <w:rsid w:val="00925BCA"/>
    <w:rsid w:val="009261FE"/>
    <w:rsid w:val="00927B16"/>
    <w:rsid w:val="00930E35"/>
    <w:rsid w:val="009310C1"/>
    <w:rsid w:val="0093131A"/>
    <w:rsid w:val="00931DB9"/>
    <w:rsid w:val="0093206A"/>
    <w:rsid w:val="00932375"/>
    <w:rsid w:val="0093319C"/>
    <w:rsid w:val="0093338D"/>
    <w:rsid w:val="00933441"/>
    <w:rsid w:val="009342B8"/>
    <w:rsid w:val="0093526D"/>
    <w:rsid w:val="00935D75"/>
    <w:rsid w:val="00936991"/>
    <w:rsid w:val="00937C47"/>
    <w:rsid w:val="00942787"/>
    <w:rsid w:val="00942EEB"/>
    <w:rsid w:val="00942FC9"/>
    <w:rsid w:val="00943038"/>
    <w:rsid w:val="009435DD"/>
    <w:rsid w:val="009444F1"/>
    <w:rsid w:val="0094789C"/>
    <w:rsid w:val="0095314C"/>
    <w:rsid w:val="00953D00"/>
    <w:rsid w:val="00955E71"/>
    <w:rsid w:val="009560EF"/>
    <w:rsid w:val="00956DC0"/>
    <w:rsid w:val="00957804"/>
    <w:rsid w:val="00957A68"/>
    <w:rsid w:val="00957A7C"/>
    <w:rsid w:val="009615CA"/>
    <w:rsid w:val="00961BD0"/>
    <w:rsid w:val="00961D2F"/>
    <w:rsid w:val="009629EE"/>
    <w:rsid w:val="00963FCB"/>
    <w:rsid w:val="00965376"/>
    <w:rsid w:val="009655E6"/>
    <w:rsid w:val="00966B35"/>
    <w:rsid w:val="00967954"/>
    <w:rsid w:val="00967E93"/>
    <w:rsid w:val="009703BE"/>
    <w:rsid w:val="00971E5C"/>
    <w:rsid w:val="00972F64"/>
    <w:rsid w:val="00974634"/>
    <w:rsid w:val="00975B94"/>
    <w:rsid w:val="0097694B"/>
    <w:rsid w:val="00976FFF"/>
    <w:rsid w:val="0097778D"/>
    <w:rsid w:val="0098197B"/>
    <w:rsid w:val="00982D5E"/>
    <w:rsid w:val="0098568D"/>
    <w:rsid w:val="00985FC0"/>
    <w:rsid w:val="009862EC"/>
    <w:rsid w:val="00986BDB"/>
    <w:rsid w:val="009873C2"/>
    <w:rsid w:val="009923F0"/>
    <w:rsid w:val="009935C4"/>
    <w:rsid w:val="00994345"/>
    <w:rsid w:val="00994B86"/>
    <w:rsid w:val="00994F2D"/>
    <w:rsid w:val="00997C06"/>
    <w:rsid w:val="009A077D"/>
    <w:rsid w:val="009A0C24"/>
    <w:rsid w:val="009A0F6A"/>
    <w:rsid w:val="009A1780"/>
    <w:rsid w:val="009A1B30"/>
    <w:rsid w:val="009A268B"/>
    <w:rsid w:val="009A2FD0"/>
    <w:rsid w:val="009A3944"/>
    <w:rsid w:val="009A3ADB"/>
    <w:rsid w:val="009A3E0F"/>
    <w:rsid w:val="009A4620"/>
    <w:rsid w:val="009A5087"/>
    <w:rsid w:val="009A5539"/>
    <w:rsid w:val="009A5AB9"/>
    <w:rsid w:val="009A5CE4"/>
    <w:rsid w:val="009A62F0"/>
    <w:rsid w:val="009A72A3"/>
    <w:rsid w:val="009B0D89"/>
    <w:rsid w:val="009B148D"/>
    <w:rsid w:val="009B1882"/>
    <w:rsid w:val="009B20D5"/>
    <w:rsid w:val="009B29C2"/>
    <w:rsid w:val="009B389B"/>
    <w:rsid w:val="009B3B3E"/>
    <w:rsid w:val="009B6AA7"/>
    <w:rsid w:val="009B6EDE"/>
    <w:rsid w:val="009B7873"/>
    <w:rsid w:val="009C1802"/>
    <w:rsid w:val="009C24E4"/>
    <w:rsid w:val="009C3602"/>
    <w:rsid w:val="009C4432"/>
    <w:rsid w:val="009C4659"/>
    <w:rsid w:val="009C489B"/>
    <w:rsid w:val="009C5438"/>
    <w:rsid w:val="009C584B"/>
    <w:rsid w:val="009C6333"/>
    <w:rsid w:val="009C6BC2"/>
    <w:rsid w:val="009C78F8"/>
    <w:rsid w:val="009C7B9A"/>
    <w:rsid w:val="009D2764"/>
    <w:rsid w:val="009D2A39"/>
    <w:rsid w:val="009D3682"/>
    <w:rsid w:val="009D5436"/>
    <w:rsid w:val="009D620A"/>
    <w:rsid w:val="009D6776"/>
    <w:rsid w:val="009D7321"/>
    <w:rsid w:val="009D77C0"/>
    <w:rsid w:val="009E055D"/>
    <w:rsid w:val="009E2640"/>
    <w:rsid w:val="009E3B26"/>
    <w:rsid w:val="009E4278"/>
    <w:rsid w:val="009E5309"/>
    <w:rsid w:val="009E6026"/>
    <w:rsid w:val="009E64D0"/>
    <w:rsid w:val="009E7A4B"/>
    <w:rsid w:val="009F1A41"/>
    <w:rsid w:val="009F2170"/>
    <w:rsid w:val="009F2523"/>
    <w:rsid w:val="009F3659"/>
    <w:rsid w:val="009F7880"/>
    <w:rsid w:val="00A02A64"/>
    <w:rsid w:val="00A02C9D"/>
    <w:rsid w:val="00A0484B"/>
    <w:rsid w:val="00A05206"/>
    <w:rsid w:val="00A076C0"/>
    <w:rsid w:val="00A12E52"/>
    <w:rsid w:val="00A13F76"/>
    <w:rsid w:val="00A14F5D"/>
    <w:rsid w:val="00A16657"/>
    <w:rsid w:val="00A16F6C"/>
    <w:rsid w:val="00A2040B"/>
    <w:rsid w:val="00A20F5F"/>
    <w:rsid w:val="00A21393"/>
    <w:rsid w:val="00A216A7"/>
    <w:rsid w:val="00A23B39"/>
    <w:rsid w:val="00A23F59"/>
    <w:rsid w:val="00A24559"/>
    <w:rsid w:val="00A2465F"/>
    <w:rsid w:val="00A26FB2"/>
    <w:rsid w:val="00A27368"/>
    <w:rsid w:val="00A3104F"/>
    <w:rsid w:val="00A345DD"/>
    <w:rsid w:val="00A35852"/>
    <w:rsid w:val="00A36F69"/>
    <w:rsid w:val="00A40C06"/>
    <w:rsid w:val="00A40C35"/>
    <w:rsid w:val="00A417DE"/>
    <w:rsid w:val="00A424E9"/>
    <w:rsid w:val="00A4256A"/>
    <w:rsid w:val="00A44A3D"/>
    <w:rsid w:val="00A456BF"/>
    <w:rsid w:val="00A45898"/>
    <w:rsid w:val="00A47CB4"/>
    <w:rsid w:val="00A50CFF"/>
    <w:rsid w:val="00A5147E"/>
    <w:rsid w:val="00A51954"/>
    <w:rsid w:val="00A52694"/>
    <w:rsid w:val="00A52BC9"/>
    <w:rsid w:val="00A5318D"/>
    <w:rsid w:val="00A5507A"/>
    <w:rsid w:val="00A574F7"/>
    <w:rsid w:val="00A60886"/>
    <w:rsid w:val="00A616F7"/>
    <w:rsid w:val="00A6247B"/>
    <w:rsid w:val="00A65357"/>
    <w:rsid w:val="00A66D69"/>
    <w:rsid w:val="00A66EDF"/>
    <w:rsid w:val="00A673C1"/>
    <w:rsid w:val="00A67AE1"/>
    <w:rsid w:val="00A728AE"/>
    <w:rsid w:val="00A72E30"/>
    <w:rsid w:val="00A730A1"/>
    <w:rsid w:val="00A73245"/>
    <w:rsid w:val="00A741A1"/>
    <w:rsid w:val="00A74228"/>
    <w:rsid w:val="00A7527B"/>
    <w:rsid w:val="00A7535F"/>
    <w:rsid w:val="00A76B28"/>
    <w:rsid w:val="00A76FAB"/>
    <w:rsid w:val="00A77977"/>
    <w:rsid w:val="00A77AE4"/>
    <w:rsid w:val="00A80290"/>
    <w:rsid w:val="00A81AC7"/>
    <w:rsid w:val="00A82F29"/>
    <w:rsid w:val="00A8301E"/>
    <w:rsid w:val="00A83FDD"/>
    <w:rsid w:val="00A841F5"/>
    <w:rsid w:val="00A85908"/>
    <w:rsid w:val="00A863EF"/>
    <w:rsid w:val="00A90872"/>
    <w:rsid w:val="00A910F1"/>
    <w:rsid w:val="00A912B8"/>
    <w:rsid w:val="00A925FC"/>
    <w:rsid w:val="00A968A9"/>
    <w:rsid w:val="00A96D80"/>
    <w:rsid w:val="00A97354"/>
    <w:rsid w:val="00A97476"/>
    <w:rsid w:val="00AA0766"/>
    <w:rsid w:val="00AA0B38"/>
    <w:rsid w:val="00AA2D92"/>
    <w:rsid w:val="00AA3079"/>
    <w:rsid w:val="00AA3E54"/>
    <w:rsid w:val="00AA3FCA"/>
    <w:rsid w:val="00AA568F"/>
    <w:rsid w:val="00AA569C"/>
    <w:rsid w:val="00AA6DA9"/>
    <w:rsid w:val="00AA7A64"/>
    <w:rsid w:val="00AA7B8A"/>
    <w:rsid w:val="00AA7CA8"/>
    <w:rsid w:val="00AB06E7"/>
    <w:rsid w:val="00AB10B6"/>
    <w:rsid w:val="00AB1B23"/>
    <w:rsid w:val="00AB2FA8"/>
    <w:rsid w:val="00AB3193"/>
    <w:rsid w:val="00AB32F7"/>
    <w:rsid w:val="00AB3A40"/>
    <w:rsid w:val="00AB42FB"/>
    <w:rsid w:val="00AB4FB2"/>
    <w:rsid w:val="00AB5891"/>
    <w:rsid w:val="00AB6F9E"/>
    <w:rsid w:val="00AB744C"/>
    <w:rsid w:val="00AB7831"/>
    <w:rsid w:val="00AB7852"/>
    <w:rsid w:val="00AC003C"/>
    <w:rsid w:val="00AC11BD"/>
    <w:rsid w:val="00AC1691"/>
    <w:rsid w:val="00AC2B5C"/>
    <w:rsid w:val="00AC4B7F"/>
    <w:rsid w:val="00AC6440"/>
    <w:rsid w:val="00AD168F"/>
    <w:rsid w:val="00AD1902"/>
    <w:rsid w:val="00AD2143"/>
    <w:rsid w:val="00AD2AE4"/>
    <w:rsid w:val="00AD3A7F"/>
    <w:rsid w:val="00AD429B"/>
    <w:rsid w:val="00AD476E"/>
    <w:rsid w:val="00AD4CC7"/>
    <w:rsid w:val="00AD4F19"/>
    <w:rsid w:val="00AD5D48"/>
    <w:rsid w:val="00AD77EE"/>
    <w:rsid w:val="00AD7B34"/>
    <w:rsid w:val="00AE1914"/>
    <w:rsid w:val="00AE27B8"/>
    <w:rsid w:val="00AE375A"/>
    <w:rsid w:val="00AE3EC1"/>
    <w:rsid w:val="00AE4BF9"/>
    <w:rsid w:val="00AE5180"/>
    <w:rsid w:val="00AE64E1"/>
    <w:rsid w:val="00AF0478"/>
    <w:rsid w:val="00AF0EC4"/>
    <w:rsid w:val="00AF106D"/>
    <w:rsid w:val="00AF16F6"/>
    <w:rsid w:val="00AF1EE7"/>
    <w:rsid w:val="00AF1FCC"/>
    <w:rsid w:val="00AF21A1"/>
    <w:rsid w:val="00AF23EB"/>
    <w:rsid w:val="00AF24FA"/>
    <w:rsid w:val="00AF2B11"/>
    <w:rsid w:val="00AF2CBA"/>
    <w:rsid w:val="00AF4466"/>
    <w:rsid w:val="00AF4BA4"/>
    <w:rsid w:val="00AF6D58"/>
    <w:rsid w:val="00AF6DD0"/>
    <w:rsid w:val="00AF6F97"/>
    <w:rsid w:val="00AF72E9"/>
    <w:rsid w:val="00B003A1"/>
    <w:rsid w:val="00B0066F"/>
    <w:rsid w:val="00B008D7"/>
    <w:rsid w:val="00B00CB1"/>
    <w:rsid w:val="00B01492"/>
    <w:rsid w:val="00B01774"/>
    <w:rsid w:val="00B02F65"/>
    <w:rsid w:val="00B056DD"/>
    <w:rsid w:val="00B05884"/>
    <w:rsid w:val="00B06F71"/>
    <w:rsid w:val="00B07A2C"/>
    <w:rsid w:val="00B07BE7"/>
    <w:rsid w:val="00B105F2"/>
    <w:rsid w:val="00B106EC"/>
    <w:rsid w:val="00B1111C"/>
    <w:rsid w:val="00B1143F"/>
    <w:rsid w:val="00B11493"/>
    <w:rsid w:val="00B11BBE"/>
    <w:rsid w:val="00B1201E"/>
    <w:rsid w:val="00B1345C"/>
    <w:rsid w:val="00B13C7A"/>
    <w:rsid w:val="00B147D8"/>
    <w:rsid w:val="00B1492B"/>
    <w:rsid w:val="00B14F72"/>
    <w:rsid w:val="00B15B3B"/>
    <w:rsid w:val="00B1614C"/>
    <w:rsid w:val="00B20F8D"/>
    <w:rsid w:val="00B213A0"/>
    <w:rsid w:val="00B2282D"/>
    <w:rsid w:val="00B22DF1"/>
    <w:rsid w:val="00B23C09"/>
    <w:rsid w:val="00B23DB9"/>
    <w:rsid w:val="00B24ED7"/>
    <w:rsid w:val="00B26773"/>
    <w:rsid w:val="00B27242"/>
    <w:rsid w:val="00B304FA"/>
    <w:rsid w:val="00B30E3D"/>
    <w:rsid w:val="00B31A70"/>
    <w:rsid w:val="00B32615"/>
    <w:rsid w:val="00B328E2"/>
    <w:rsid w:val="00B32CC3"/>
    <w:rsid w:val="00B32FCD"/>
    <w:rsid w:val="00B33ECA"/>
    <w:rsid w:val="00B34283"/>
    <w:rsid w:val="00B35253"/>
    <w:rsid w:val="00B356D5"/>
    <w:rsid w:val="00B37016"/>
    <w:rsid w:val="00B374F9"/>
    <w:rsid w:val="00B4216F"/>
    <w:rsid w:val="00B43244"/>
    <w:rsid w:val="00B434AF"/>
    <w:rsid w:val="00B45F14"/>
    <w:rsid w:val="00B466DC"/>
    <w:rsid w:val="00B46F8C"/>
    <w:rsid w:val="00B47066"/>
    <w:rsid w:val="00B47895"/>
    <w:rsid w:val="00B47A6F"/>
    <w:rsid w:val="00B47A8F"/>
    <w:rsid w:val="00B47BD9"/>
    <w:rsid w:val="00B47C91"/>
    <w:rsid w:val="00B51E00"/>
    <w:rsid w:val="00B521E6"/>
    <w:rsid w:val="00B5241D"/>
    <w:rsid w:val="00B52BE5"/>
    <w:rsid w:val="00B534F2"/>
    <w:rsid w:val="00B53ECE"/>
    <w:rsid w:val="00B53FEE"/>
    <w:rsid w:val="00B548BC"/>
    <w:rsid w:val="00B5514D"/>
    <w:rsid w:val="00B55508"/>
    <w:rsid w:val="00B5631B"/>
    <w:rsid w:val="00B56F08"/>
    <w:rsid w:val="00B572BB"/>
    <w:rsid w:val="00B60293"/>
    <w:rsid w:val="00B602AD"/>
    <w:rsid w:val="00B60322"/>
    <w:rsid w:val="00B6081B"/>
    <w:rsid w:val="00B63333"/>
    <w:rsid w:val="00B65799"/>
    <w:rsid w:val="00B659D5"/>
    <w:rsid w:val="00B661F0"/>
    <w:rsid w:val="00B6696B"/>
    <w:rsid w:val="00B67EAD"/>
    <w:rsid w:val="00B7200D"/>
    <w:rsid w:val="00B7262F"/>
    <w:rsid w:val="00B72E68"/>
    <w:rsid w:val="00B72EEF"/>
    <w:rsid w:val="00B738BB"/>
    <w:rsid w:val="00B73E84"/>
    <w:rsid w:val="00B74BAB"/>
    <w:rsid w:val="00B75AE7"/>
    <w:rsid w:val="00B76718"/>
    <w:rsid w:val="00B769F9"/>
    <w:rsid w:val="00B76BFD"/>
    <w:rsid w:val="00B7779B"/>
    <w:rsid w:val="00B80C71"/>
    <w:rsid w:val="00B81228"/>
    <w:rsid w:val="00B819CC"/>
    <w:rsid w:val="00B8217D"/>
    <w:rsid w:val="00B82FF0"/>
    <w:rsid w:val="00B85179"/>
    <w:rsid w:val="00B85237"/>
    <w:rsid w:val="00B872D2"/>
    <w:rsid w:val="00B87B59"/>
    <w:rsid w:val="00B90BAB"/>
    <w:rsid w:val="00B90FA1"/>
    <w:rsid w:val="00B9168A"/>
    <w:rsid w:val="00B9255C"/>
    <w:rsid w:val="00B929F4"/>
    <w:rsid w:val="00B92A4E"/>
    <w:rsid w:val="00B92C2B"/>
    <w:rsid w:val="00B92C7D"/>
    <w:rsid w:val="00B93F5F"/>
    <w:rsid w:val="00B94B26"/>
    <w:rsid w:val="00B94CA1"/>
    <w:rsid w:val="00B96074"/>
    <w:rsid w:val="00B96BD0"/>
    <w:rsid w:val="00B9729F"/>
    <w:rsid w:val="00B974C1"/>
    <w:rsid w:val="00B97666"/>
    <w:rsid w:val="00BA07C7"/>
    <w:rsid w:val="00BA07DD"/>
    <w:rsid w:val="00BA33A6"/>
    <w:rsid w:val="00BA3415"/>
    <w:rsid w:val="00BA3AC5"/>
    <w:rsid w:val="00BA3BFF"/>
    <w:rsid w:val="00BA44E9"/>
    <w:rsid w:val="00BA4702"/>
    <w:rsid w:val="00BA5CDA"/>
    <w:rsid w:val="00BA5F68"/>
    <w:rsid w:val="00BA623B"/>
    <w:rsid w:val="00BA648A"/>
    <w:rsid w:val="00BA7265"/>
    <w:rsid w:val="00BB0E43"/>
    <w:rsid w:val="00BB245C"/>
    <w:rsid w:val="00BB2D72"/>
    <w:rsid w:val="00BB4535"/>
    <w:rsid w:val="00BB473F"/>
    <w:rsid w:val="00BB5347"/>
    <w:rsid w:val="00BB5846"/>
    <w:rsid w:val="00BB65BE"/>
    <w:rsid w:val="00BB6E94"/>
    <w:rsid w:val="00BC0FF3"/>
    <w:rsid w:val="00BC1710"/>
    <w:rsid w:val="00BC2330"/>
    <w:rsid w:val="00BC2903"/>
    <w:rsid w:val="00BC2C16"/>
    <w:rsid w:val="00BC41CA"/>
    <w:rsid w:val="00BC4B75"/>
    <w:rsid w:val="00BC502F"/>
    <w:rsid w:val="00BC5414"/>
    <w:rsid w:val="00BC5FD5"/>
    <w:rsid w:val="00BC7C39"/>
    <w:rsid w:val="00BD1684"/>
    <w:rsid w:val="00BD22BF"/>
    <w:rsid w:val="00BD3C38"/>
    <w:rsid w:val="00BD543A"/>
    <w:rsid w:val="00BD63DE"/>
    <w:rsid w:val="00BD7718"/>
    <w:rsid w:val="00BD7CB1"/>
    <w:rsid w:val="00BE0303"/>
    <w:rsid w:val="00BE0E9D"/>
    <w:rsid w:val="00BE1257"/>
    <w:rsid w:val="00BE5827"/>
    <w:rsid w:val="00BE627E"/>
    <w:rsid w:val="00BE62AA"/>
    <w:rsid w:val="00BE7A79"/>
    <w:rsid w:val="00BF0318"/>
    <w:rsid w:val="00BF3E6E"/>
    <w:rsid w:val="00BF45C4"/>
    <w:rsid w:val="00BF46C5"/>
    <w:rsid w:val="00BF4FFB"/>
    <w:rsid w:val="00BF5622"/>
    <w:rsid w:val="00BF5D07"/>
    <w:rsid w:val="00BF6402"/>
    <w:rsid w:val="00BF7C06"/>
    <w:rsid w:val="00BF7D65"/>
    <w:rsid w:val="00C00153"/>
    <w:rsid w:val="00C01524"/>
    <w:rsid w:val="00C01B95"/>
    <w:rsid w:val="00C02928"/>
    <w:rsid w:val="00C02DE2"/>
    <w:rsid w:val="00C03974"/>
    <w:rsid w:val="00C050A0"/>
    <w:rsid w:val="00C0537F"/>
    <w:rsid w:val="00C05B51"/>
    <w:rsid w:val="00C05CE4"/>
    <w:rsid w:val="00C06163"/>
    <w:rsid w:val="00C074E7"/>
    <w:rsid w:val="00C12BE0"/>
    <w:rsid w:val="00C12E29"/>
    <w:rsid w:val="00C139A8"/>
    <w:rsid w:val="00C15C94"/>
    <w:rsid w:val="00C15EAD"/>
    <w:rsid w:val="00C16906"/>
    <w:rsid w:val="00C16F40"/>
    <w:rsid w:val="00C20E07"/>
    <w:rsid w:val="00C21A95"/>
    <w:rsid w:val="00C21B3E"/>
    <w:rsid w:val="00C2309D"/>
    <w:rsid w:val="00C2344A"/>
    <w:rsid w:val="00C248EE"/>
    <w:rsid w:val="00C27600"/>
    <w:rsid w:val="00C31E5C"/>
    <w:rsid w:val="00C321F8"/>
    <w:rsid w:val="00C32494"/>
    <w:rsid w:val="00C327DB"/>
    <w:rsid w:val="00C328D8"/>
    <w:rsid w:val="00C32A02"/>
    <w:rsid w:val="00C32B02"/>
    <w:rsid w:val="00C32C9A"/>
    <w:rsid w:val="00C33A82"/>
    <w:rsid w:val="00C345F8"/>
    <w:rsid w:val="00C346D6"/>
    <w:rsid w:val="00C35637"/>
    <w:rsid w:val="00C36267"/>
    <w:rsid w:val="00C36620"/>
    <w:rsid w:val="00C37BB7"/>
    <w:rsid w:val="00C4067D"/>
    <w:rsid w:val="00C4493B"/>
    <w:rsid w:val="00C44A95"/>
    <w:rsid w:val="00C46292"/>
    <w:rsid w:val="00C4788B"/>
    <w:rsid w:val="00C50499"/>
    <w:rsid w:val="00C5062F"/>
    <w:rsid w:val="00C510B4"/>
    <w:rsid w:val="00C51A59"/>
    <w:rsid w:val="00C52344"/>
    <w:rsid w:val="00C524DA"/>
    <w:rsid w:val="00C535B2"/>
    <w:rsid w:val="00C541AC"/>
    <w:rsid w:val="00C55636"/>
    <w:rsid w:val="00C55E5A"/>
    <w:rsid w:val="00C55ED2"/>
    <w:rsid w:val="00C565A1"/>
    <w:rsid w:val="00C5674E"/>
    <w:rsid w:val="00C578E9"/>
    <w:rsid w:val="00C57C18"/>
    <w:rsid w:val="00C60006"/>
    <w:rsid w:val="00C6003F"/>
    <w:rsid w:val="00C606C3"/>
    <w:rsid w:val="00C62150"/>
    <w:rsid w:val="00C63AEB"/>
    <w:rsid w:val="00C63D49"/>
    <w:rsid w:val="00C640A7"/>
    <w:rsid w:val="00C64D20"/>
    <w:rsid w:val="00C65A90"/>
    <w:rsid w:val="00C66E1E"/>
    <w:rsid w:val="00C67047"/>
    <w:rsid w:val="00C67293"/>
    <w:rsid w:val="00C678DD"/>
    <w:rsid w:val="00C67E99"/>
    <w:rsid w:val="00C71C7D"/>
    <w:rsid w:val="00C724E1"/>
    <w:rsid w:val="00C7280B"/>
    <w:rsid w:val="00C72E82"/>
    <w:rsid w:val="00C73AD2"/>
    <w:rsid w:val="00C763B4"/>
    <w:rsid w:val="00C76613"/>
    <w:rsid w:val="00C76759"/>
    <w:rsid w:val="00C76A50"/>
    <w:rsid w:val="00C76C77"/>
    <w:rsid w:val="00C77A18"/>
    <w:rsid w:val="00C803A8"/>
    <w:rsid w:val="00C8090D"/>
    <w:rsid w:val="00C809FD"/>
    <w:rsid w:val="00C814A6"/>
    <w:rsid w:val="00C81A87"/>
    <w:rsid w:val="00C81C62"/>
    <w:rsid w:val="00C8260C"/>
    <w:rsid w:val="00C83F82"/>
    <w:rsid w:val="00C840DF"/>
    <w:rsid w:val="00C840E2"/>
    <w:rsid w:val="00C844B4"/>
    <w:rsid w:val="00C847DF"/>
    <w:rsid w:val="00C84A90"/>
    <w:rsid w:val="00C8588D"/>
    <w:rsid w:val="00C85A21"/>
    <w:rsid w:val="00C8652B"/>
    <w:rsid w:val="00C87594"/>
    <w:rsid w:val="00C87A79"/>
    <w:rsid w:val="00C91DEA"/>
    <w:rsid w:val="00C92117"/>
    <w:rsid w:val="00C92992"/>
    <w:rsid w:val="00C93098"/>
    <w:rsid w:val="00C93DCE"/>
    <w:rsid w:val="00C96ED4"/>
    <w:rsid w:val="00CA00F9"/>
    <w:rsid w:val="00CA1A01"/>
    <w:rsid w:val="00CA3972"/>
    <w:rsid w:val="00CA3E01"/>
    <w:rsid w:val="00CA4AE2"/>
    <w:rsid w:val="00CA4B51"/>
    <w:rsid w:val="00CA52CE"/>
    <w:rsid w:val="00CA573B"/>
    <w:rsid w:val="00CA576D"/>
    <w:rsid w:val="00CA6554"/>
    <w:rsid w:val="00CA6B94"/>
    <w:rsid w:val="00CA70A3"/>
    <w:rsid w:val="00CA7BD6"/>
    <w:rsid w:val="00CB030B"/>
    <w:rsid w:val="00CB0D9E"/>
    <w:rsid w:val="00CB13D8"/>
    <w:rsid w:val="00CB227B"/>
    <w:rsid w:val="00CB2727"/>
    <w:rsid w:val="00CB3459"/>
    <w:rsid w:val="00CB4CC7"/>
    <w:rsid w:val="00CB5014"/>
    <w:rsid w:val="00CB52A8"/>
    <w:rsid w:val="00CB559B"/>
    <w:rsid w:val="00CB63C8"/>
    <w:rsid w:val="00CB6549"/>
    <w:rsid w:val="00CB70FE"/>
    <w:rsid w:val="00CB711D"/>
    <w:rsid w:val="00CB71BE"/>
    <w:rsid w:val="00CB7456"/>
    <w:rsid w:val="00CB7465"/>
    <w:rsid w:val="00CB7DDD"/>
    <w:rsid w:val="00CC1CD1"/>
    <w:rsid w:val="00CC20F9"/>
    <w:rsid w:val="00CC25E4"/>
    <w:rsid w:val="00CC2C8E"/>
    <w:rsid w:val="00CC3273"/>
    <w:rsid w:val="00CC32A8"/>
    <w:rsid w:val="00CC4B7A"/>
    <w:rsid w:val="00CC680F"/>
    <w:rsid w:val="00CD0203"/>
    <w:rsid w:val="00CD09CA"/>
    <w:rsid w:val="00CD2DF3"/>
    <w:rsid w:val="00CD366C"/>
    <w:rsid w:val="00CD38E5"/>
    <w:rsid w:val="00CD5662"/>
    <w:rsid w:val="00CD743F"/>
    <w:rsid w:val="00CD797C"/>
    <w:rsid w:val="00CE048E"/>
    <w:rsid w:val="00CE07BE"/>
    <w:rsid w:val="00CE0E74"/>
    <w:rsid w:val="00CE1431"/>
    <w:rsid w:val="00CE1C9D"/>
    <w:rsid w:val="00CE27C5"/>
    <w:rsid w:val="00CE37E2"/>
    <w:rsid w:val="00CE525E"/>
    <w:rsid w:val="00CE5A85"/>
    <w:rsid w:val="00CE5BDA"/>
    <w:rsid w:val="00CE646A"/>
    <w:rsid w:val="00CE649B"/>
    <w:rsid w:val="00CF0646"/>
    <w:rsid w:val="00CF2424"/>
    <w:rsid w:val="00CF2AE9"/>
    <w:rsid w:val="00CF3331"/>
    <w:rsid w:val="00CF545D"/>
    <w:rsid w:val="00CF6154"/>
    <w:rsid w:val="00CF6E46"/>
    <w:rsid w:val="00CF7EC8"/>
    <w:rsid w:val="00D002DD"/>
    <w:rsid w:val="00D0079E"/>
    <w:rsid w:val="00D01018"/>
    <w:rsid w:val="00D0155F"/>
    <w:rsid w:val="00D02042"/>
    <w:rsid w:val="00D0424B"/>
    <w:rsid w:val="00D0432B"/>
    <w:rsid w:val="00D04337"/>
    <w:rsid w:val="00D04A07"/>
    <w:rsid w:val="00D078CF"/>
    <w:rsid w:val="00D07E96"/>
    <w:rsid w:val="00D102BE"/>
    <w:rsid w:val="00D102FA"/>
    <w:rsid w:val="00D1149D"/>
    <w:rsid w:val="00D1368C"/>
    <w:rsid w:val="00D1476C"/>
    <w:rsid w:val="00D160DB"/>
    <w:rsid w:val="00D16BF2"/>
    <w:rsid w:val="00D17C74"/>
    <w:rsid w:val="00D22723"/>
    <w:rsid w:val="00D22F72"/>
    <w:rsid w:val="00D240CC"/>
    <w:rsid w:val="00D2421E"/>
    <w:rsid w:val="00D25A05"/>
    <w:rsid w:val="00D279AE"/>
    <w:rsid w:val="00D30D6E"/>
    <w:rsid w:val="00D322C3"/>
    <w:rsid w:val="00D324F1"/>
    <w:rsid w:val="00D3279F"/>
    <w:rsid w:val="00D32A72"/>
    <w:rsid w:val="00D32DAE"/>
    <w:rsid w:val="00D33353"/>
    <w:rsid w:val="00D3592E"/>
    <w:rsid w:val="00D36322"/>
    <w:rsid w:val="00D374B9"/>
    <w:rsid w:val="00D40141"/>
    <w:rsid w:val="00D40D7D"/>
    <w:rsid w:val="00D41401"/>
    <w:rsid w:val="00D417F3"/>
    <w:rsid w:val="00D41E9D"/>
    <w:rsid w:val="00D42206"/>
    <w:rsid w:val="00D4442A"/>
    <w:rsid w:val="00D46CE1"/>
    <w:rsid w:val="00D46F43"/>
    <w:rsid w:val="00D47291"/>
    <w:rsid w:val="00D47DA6"/>
    <w:rsid w:val="00D511BB"/>
    <w:rsid w:val="00D5123E"/>
    <w:rsid w:val="00D512F9"/>
    <w:rsid w:val="00D520B0"/>
    <w:rsid w:val="00D52D9D"/>
    <w:rsid w:val="00D53016"/>
    <w:rsid w:val="00D535C6"/>
    <w:rsid w:val="00D55DD9"/>
    <w:rsid w:val="00D56892"/>
    <w:rsid w:val="00D606EA"/>
    <w:rsid w:val="00D62F34"/>
    <w:rsid w:val="00D630D3"/>
    <w:rsid w:val="00D63460"/>
    <w:rsid w:val="00D63B37"/>
    <w:rsid w:val="00D65BE1"/>
    <w:rsid w:val="00D65E86"/>
    <w:rsid w:val="00D66E8B"/>
    <w:rsid w:val="00D67176"/>
    <w:rsid w:val="00D67228"/>
    <w:rsid w:val="00D67A38"/>
    <w:rsid w:val="00D67C40"/>
    <w:rsid w:val="00D67D03"/>
    <w:rsid w:val="00D70641"/>
    <w:rsid w:val="00D70A07"/>
    <w:rsid w:val="00D70A4A"/>
    <w:rsid w:val="00D713D1"/>
    <w:rsid w:val="00D714BE"/>
    <w:rsid w:val="00D746F1"/>
    <w:rsid w:val="00D7508D"/>
    <w:rsid w:val="00D75F45"/>
    <w:rsid w:val="00D76615"/>
    <w:rsid w:val="00D77531"/>
    <w:rsid w:val="00D80F6A"/>
    <w:rsid w:val="00D81FF7"/>
    <w:rsid w:val="00D824CB"/>
    <w:rsid w:val="00D826C8"/>
    <w:rsid w:val="00D8299F"/>
    <w:rsid w:val="00D834BB"/>
    <w:rsid w:val="00D83932"/>
    <w:rsid w:val="00D8397A"/>
    <w:rsid w:val="00D859CE"/>
    <w:rsid w:val="00D8670F"/>
    <w:rsid w:val="00D8696F"/>
    <w:rsid w:val="00D90467"/>
    <w:rsid w:val="00D90860"/>
    <w:rsid w:val="00D912E9"/>
    <w:rsid w:val="00D92815"/>
    <w:rsid w:val="00D93CE0"/>
    <w:rsid w:val="00D93EA4"/>
    <w:rsid w:val="00D9461F"/>
    <w:rsid w:val="00D95E17"/>
    <w:rsid w:val="00D96DC2"/>
    <w:rsid w:val="00DA0ECC"/>
    <w:rsid w:val="00DA1293"/>
    <w:rsid w:val="00DA15E2"/>
    <w:rsid w:val="00DA1D0E"/>
    <w:rsid w:val="00DA20D9"/>
    <w:rsid w:val="00DA25EA"/>
    <w:rsid w:val="00DA2C5C"/>
    <w:rsid w:val="00DA5568"/>
    <w:rsid w:val="00DA675C"/>
    <w:rsid w:val="00DA79E1"/>
    <w:rsid w:val="00DA7C01"/>
    <w:rsid w:val="00DB22A3"/>
    <w:rsid w:val="00DB2387"/>
    <w:rsid w:val="00DB2EAC"/>
    <w:rsid w:val="00DB30DD"/>
    <w:rsid w:val="00DB3C66"/>
    <w:rsid w:val="00DB489F"/>
    <w:rsid w:val="00DB4D97"/>
    <w:rsid w:val="00DB4F80"/>
    <w:rsid w:val="00DB63C8"/>
    <w:rsid w:val="00DB6B10"/>
    <w:rsid w:val="00DB6BD6"/>
    <w:rsid w:val="00DB7218"/>
    <w:rsid w:val="00DB79FF"/>
    <w:rsid w:val="00DC0678"/>
    <w:rsid w:val="00DC1288"/>
    <w:rsid w:val="00DC3A37"/>
    <w:rsid w:val="00DC4366"/>
    <w:rsid w:val="00DC4B94"/>
    <w:rsid w:val="00DC4CDE"/>
    <w:rsid w:val="00DC563B"/>
    <w:rsid w:val="00DC5CB3"/>
    <w:rsid w:val="00DD0B46"/>
    <w:rsid w:val="00DD19D7"/>
    <w:rsid w:val="00DD1C4A"/>
    <w:rsid w:val="00DD1FB0"/>
    <w:rsid w:val="00DD400B"/>
    <w:rsid w:val="00DD42F7"/>
    <w:rsid w:val="00DD47DF"/>
    <w:rsid w:val="00DD4B26"/>
    <w:rsid w:val="00DD5FF2"/>
    <w:rsid w:val="00DD6A42"/>
    <w:rsid w:val="00DD7006"/>
    <w:rsid w:val="00DE131A"/>
    <w:rsid w:val="00DE1C11"/>
    <w:rsid w:val="00DE465F"/>
    <w:rsid w:val="00DE48DE"/>
    <w:rsid w:val="00DE627D"/>
    <w:rsid w:val="00DE62E9"/>
    <w:rsid w:val="00DE6626"/>
    <w:rsid w:val="00DE6AFA"/>
    <w:rsid w:val="00DE7BB3"/>
    <w:rsid w:val="00DE7C30"/>
    <w:rsid w:val="00DF13C3"/>
    <w:rsid w:val="00DF1499"/>
    <w:rsid w:val="00DF4677"/>
    <w:rsid w:val="00DF51CE"/>
    <w:rsid w:val="00DF7FE5"/>
    <w:rsid w:val="00E0098A"/>
    <w:rsid w:val="00E01892"/>
    <w:rsid w:val="00E0261B"/>
    <w:rsid w:val="00E0336B"/>
    <w:rsid w:val="00E03941"/>
    <w:rsid w:val="00E03973"/>
    <w:rsid w:val="00E03B2E"/>
    <w:rsid w:val="00E051C6"/>
    <w:rsid w:val="00E0567E"/>
    <w:rsid w:val="00E10BAA"/>
    <w:rsid w:val="00E10C78"/>
    <w:rsid w:val="00E10F1A"/>
    <w:rsid w:val="00E12952"/>
    <w:rsid w:val="00E131F0"/>
    <w:rsid w:val="00E1496B"/>
    <w:rsid w:val="00E14BC8"/>
    <w:rsid w:val="00E20065"/>
    <w:rsid w:val="00E20A76"/>
    <w:rsid w:val="00E20D03"/>
    <w:rsid w:val="00E20D3A"/>
    <w:rsid w:val="00E2162A"/>
    <w:rsid w:val="00E22A9B"/>
    <w:rsid w:val="00E2424A"/>
    <w:rsid w:val="00E2435B"/>
    <w:rsid w:val="00E24EC2"/>
    <w:rsid w:val="00E258E6"/>
    <w:rsid w:val="00E25FEA"/>
    <w:rsid w:val="00E26674"/>
    <w:rsid w:val="00E26B5F"/>
    <w:rsid w:val="00E26B75"/>
    <w:rsid w:val="00E27B8E"/>
    <w:rsid w:val="00E317F5"/>
    <w:rsid w:val="00E31E3D"/>
    <w:rsid w:val="00E32791"/>
    <w:rsid w:val="00E33D00"/>
    <w:rsid w:val="00E342A0"/>
    <w:rsid w:val="00E35D8F"/>
    <w:rsid w:val="00E35FAA"/>
    <w:rsid w:val="00E3609C"/>
    <w:rsid w:val="00E36B4A"/>
    <w:rsid w:val="00E40690"/>
    <w:rsid w:val="00E42502"/>
    <w:rsid w:val="00E42B9C"/>
    <w:rsid w:val="00E44255"/>
    <w:rsid w:val="00E45238"/>
    <w:rsid w:val="00E4663B"/>
    <w:rsid w:val="00E46B19"/>
    <w:rsid w:val="00E53134"/>
    <w:rsid w:val="00E56455"/>
    <w:rsid w:val="00E56602"/>
    <w:rsid w:val="00E574A2"/>
    <w:rsid w:val="00E576C5"/>
    <w:rsid w:val="00E57814"/>
    <w:rsid w:val="00E57C7B"/>
    <w:rsid w:val="00E60151"/>
    <w:rsid w:val="00E60285"/>
    <w:rsid w:val="00E60E6B"/>
    <w:rsid w:val="00E634F6"/>
    <w:rsid w:val="00E639E2"/>
    <w:rsid w:val="00E65F8E"/>
    <w:rsid w:val="00E670FB"/>
    <w:rsid w:val="00E70079"/>
    <w:rsid w:val="00E70A15"/>
    <w:rsid w:val="00E72A6F"/>
    <w:rsid w:val="00E7332E"/>
    <w:rsid w:val="00E75117"/>
    <w:rsid w:val="00E756F3"/>
    <w:rsid w:val="00E77516"/>
    <w:rsid w:val="00E77D2D"/>
    <w:rsid w:val="00E800C6"/>
    <w:rsid w:val="00E81711"/>
    <w:rsid w:val="00E81A3C"/>
    <w:rsid w:val="00E8268F"/>
    <w:rsid w:val="00E83B6A"/>
    <w:rsid w:val="00E83BCB"/>
    <w:rsid w:val="00E83C50"/>
    <w:rsid w:val="00E84197"/>
    <w:rsid w:val="00E852DA"/>
    <w:rsid w:val="00E86884"/>
    <w:rsid w:val="00E86B2E"/>
    <w:rsid w:val="00E92BC9"/>
    <w:rsid w:val="00E931B5"/>
    <w:rsid w:val="00E9490C"/>
    <w:rsid w:val="00E95238"/>
    <w:rsid w:val="00E96371"/>
    <w:rsid w:val="00E96EE7"/>
    <w:rsid w:val="00E9709A"/>
    <w:rsid w:val="00EA0489"/>
    <w:rsid w:val="00EA1786"/>
    <w:rsid w:val="00EA1CDB"/>
    <w:rsid w:val="00EA2741"/>
    <w:rsid w:val="00EA3202"/>
    <w:rsid w:val="00EA3693"/>
    <w:rsid w:val="00EA3908"/>
    <w:rsid w:val="00EA4AF3"/>
    <w:rsid w:val="00EA4F2A"/>
    <w:rsid w:val="00EA630B"/>
    <w:rsid w:val="00EA6656"/>
    <w:rsid w:val="00EA6864"/>
    <w:rsid w:val="00EA69EF"/>
    <w:rsid w:val="00EA6E5A"/>
    <w:rsid w:val="00EA7433"/>
    <w:rsid w:val="00EA7BAE"/>
    <w:rsid w:val="00EB2940"/>
    <w:rsid w:val="00EB3AB9"/>
    <w:rsid w:val="00EB3D5C"/>
    <w:rsid w:val="00EB459A"/>
    <w:rsid w:val="00EB49ED"/>
    <w:rsid w:val="00EB5DFB"/>
    <w:rsid w:val="00EB7513"/>
    <w:rsid w:val="00EC1720"/>
    <w:rsid w:val="00EC285C"/>
    <w:rsid w:val="00EC2CE8"/>
    <w:rsid w:val="00EC3CA7"/>
    <w:rsid w:val="00EC5B1D"/>
    <w:rsid w:val="00EC6649"/>
    <w:rsid w:val="00EC7472"/>
    <w:rsid w:val="00EC7942"/>
    <w:rsid w:val="00EC7DC9"/>
    <w:rsid w:val="00ED21DD"/>
    <w:rsid w:val="00ED2331"/>
    <w:rsid w:val="00ED28D5"/>
    <w:rsid w:val="00ED35ED"/>
    <w:rsid w:val="00ED3895"/>
    <w:rsid w:val="00ED3CEE"/>
    <w:rsid w:val="00ED6133"/>
    <w:rsid w:val="00ED6842"/>
    <w:rsid w:val="00EE0022"/>
    <w:rsid w:val="00EE258A"/>
    <w:rsid w:val="00EE289D"/>
    <w:rsid w:val="00EE3A10"/>
    <w:rsid w:val="00EE445F"/>
    <w:rsid w:val="00EE64F7"/>
    <w:rsid w:val="00EE71EB"/>
    <w:rsid w:val="00EE74C7"/>
    <w:rsid w:val="00EF0897"/>
    <w:rsid w:val="00EF0E9E"/>
    <w:rsid w:val="00EF107B"/>
    <w:rsid w:val="00EF1F6C"/>
    <w:rsid w:val="00EF227F"/>
    <w:rsid w:val="00EF2702"/>
    <w:rsid w:val="00EF42AF"/>
    <w:rsid w:val="00EF4A12"/>
    <w:rsid w:val="00EF4C3D"/>
    <w:rsid w:val="00EF6CD2"/>
    <w:rsid w:val="00EF763B"/>
    <w:rsid w:val="00EF7CE5"/>
    <w:rsid w:val="00F00562"/>
    <w:rsid w:val="00F005FF"/>
    <w:rsid w:val="00F01C68"/>
    <w:rsid w:val="00F03E1C"/>
    <w:rsid w:val="00F044E5"/>
    <w:rsid w:val="00F04569"/>
    <w:rsid w:val="00F04D5C"/>
    <w:rsid w:val="00F05941"/>
    <w:rsid w:val="00F077C6"/>
    <w:rsid w:val="00F1030C"/>
    <w:rsid w:val="00F11E08"/>
    <w:rsid w:val="00F124F4"/>
    <w:rsid w:val="00F1264F"/>
    <w:rsid w:val="00F12A7D"/>
    <w:rsid w:val="00F13CC5"/>
    <w:rsid w:val="00F14211"/>
    <w:rsid w:val="00F154A5"/>
    <w:rsid w:val="00F15A0B"/>
    <w:rsid w:val="00F17B7E"/>
    <w:rsid w:val="00F17E71"/>
    <w:rsid w:val="00F203C2"/>
    <w:rsid w:val="00F20BAB"/>
    <w:rsid w:val="00F21283"/>
    <w:rsid w:val="00F226E2"/>
    <w:rsid w:val="00F233D7"/>
    <w:rsid w:val="00F24508"/>
    <w:rsid w:val="00F2481F"/>
    <w:rsid w:val="00F2502E"/>
    <w:rsid w:val="00F25ADE"/>
    <w:rsid w:val="00F2600F"/>
    <w:rsid w:val="00F26B0D"/>
    <w:rsid w:val="00F26E7A"/>
    <w:rsid w:val="00F307F9"/>
    <w:rsid w:val="00F345CE"/>
    <w:rsid w:val="00F34E12"/>
    <w:rsid w:val="00F35848"/>
    <w:rsid w:val="00F35AE8"/>
    <w:rsid w:val="00F36C4A"/>
    <w:rsid w:val="00F372EF"/>
    <w:rsid w:val="00F377D0"/>
    <w:rsid w:val="00F403E0"/>
    <w:rsid w:val="00F41476"/>
    <w:rsid w:val="00F416CC"/>
    <w:rsid w:val="00F41CFF"/>
    <w:rsid w:val="00F423FD"/>
    <w:rsid w:val="00F42E90"/>
    <w:rsid w:val="00F43260"/>
    <w:rsid w:val="00F44541"/>
    <w:rsid w:val="00F447CE"/>
    <w:rsid w:val="00F4583C"/>
    <w:rsid w:val="00F45A90"/>
    <w:rsid w:val="00F45C18"/>
    <w:rsid w:val="00F462B2"/>
    <w:rsid w:val="00F4648A"/>
    <w:rsid w:val="00F4654E"/>
    <w:rsid w:val="00F46AB2"/>
    <w:rsid w:val="00F5034C"/>
    <w:rsid w:val="00F5061B"/>
    <w:rsid w:val="00F50A13"/>
    <w:rsid w:val="00F52544"/>
    <w:rsid w:val="00F52E65"/>
    <w:rsid w:val="00F545AE"/>
    <w:rsid w:val="00F54627"/>
    <w:rsid w:val="00F547F0"/>
    <w:rsid w:val="00F54930"/>
    <w:rsid w:val="00F55754"/>
    <w:rsid w:val="00F55FB1"/>
    <w:rsid w:val="00F560DC"/>
    <w:rsid w:val="00F57AC4"/>
    <w:rsid w:val="00F611BE"/>
    <w:rsid w:val="00F62ABD"/>
    <w:rsid w:val="00F637EF"/>
    <w:rsid w:val="00F63F89"/>
    <w:rsid w:val="00F648A6"/>
    <w:rsid w:val="00F6494C"/>
    <w:rsid w:val="00F67137"/>
    <w:rsid w:val="00F70E99"/>
    <w:rsid w:val="00F726F1"/>
    <w:rsid w:val="00F744A4"/>
    <w:rsid w:val="00F746D4"/>
    <w:rsid w:val="00F74EA9"/>
    <w:rsid w:val="00F7669F"/>
    <w:rsid w:val="00F76B6B"/>
    <w:rsid w:val="00F76CE5"/>
    <w:rsid w:val="00F76F77"/>
    <w:rsid w:val="00F77C9F"/>
    <w:rsid w:val="00F802AF"/>
    <w:rsid w:val="00F81CCE"/>
    <w:rsid w:val="00F82311"/>
    <w:rsid w:val="00F8285D"/>
    <w:rsid w:val="00F83A11"/>
    <w:rsid w:val="00F8628E"/>
    <w:rsid w:val="00F864D3"/>
    <w:rsid w:val="00F87B79"/>
    <w:rsid w:val="00F87F39"/>
    <w:rsid w:val="00F90785"/>
    <w:rsid w:val="00F91447"/>
    <w:rsid w:val="00F917D6"/>
    <w:rsid w:val="00F91EA7"/>
    <w:rsid w:val="00F921F6"/>
    <w:rsid w:val="00F9228E"/>
    <w:rsid w:val="00F92ED1"/>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2079"/>
    <w:rsid w:val="00FA21F4"/>
    <w:rsid w:val="00FA25CC"/>
    <w:rsid w:val="00FA2A6C"/>
    <w:rsid w:val="00FA39CB"/>
    <w:rsid w:val="00FA4014"/>
    <w:rsid w:val="00FA4F05"/>
    <w:rsid w:val="00FA6538"/>
    <w:rsid w:val="00FA676E"/>
    <w:rsid w:val="00FA6DF3"/>
    <w:rsid w:val="00FA77CC"/>
    <w:rsid w:val="00FA7CDA"/>
    <w:rsid w:val="00FB0C5A"/>
    <w:rsid w:val="00FB1B7B"/>
    <w:rsid w:val="00FB2FDF"/>
    <w:rsid w:val="00FB3CAB"/>
    <w:rsid w:val="00FB3FEF"/>
    <w:rsid w:val="00FB4D0B"/>
    <w:rsid w:val="00FB5951"/>
    <w:rsid w:val="00FB735A"/>
    <w:rsid w:val="00FB7524"/>
    <w:rsid w:val="00FC0A6E"/>
    <w:rsid w:val="00FC156F"/>
    <w:rsid w:val="00FC2F2E"/>
    <w:rsid w:val="00FC3C46"/>
    <w:rsid w:val="00FC4223"/>
    <w:rsid w:val="00FC4F40"/>
    <w:rsid w:val="00FC5706"/>
    <w:rsid w:val="00FC6521"/>
    <w:rsid w:val="00FC682E"/>
    <w:rsid w:val="00FC6BC3"/>
    <w:rsid w:val="00FC6ED6"/>
    <w:rsid w:val="00FC79E1"/>
    <w:rsid w:val="00FD0CC9"/>
    <w:rsid w:val="00FD1284"/>
    <w:rsid w:val="00FD3D22"/>
    <w:rsid w:val="00FD3E1B"/>
    <w:rsid w:val="00FD449C"/>
    <w:rsid w:val="00FD67FB"/>
    <w:rsid w:val="00FE0BF5"/>
    <w:rsid w:val="00FE1133"/>
    <w:rsid w:val="00FE22D5"/>
    <w:rsid w:val="00FE2D88"/>
    <w:rsid w:val="00FE585F"/>
    <w:rsid w:val="00FE715B"/>
    <w:rsid w:val="00FF2D0F"/>
    <w:rsid w:val="00FF3037"/>
    <w:rsid w:val="00FF519D"/>
    <w:rsid w:val="00FF5571"/>
    <w:rsid w:val="00FF590C"/>
    <w:rsid w:val="00FF6A4B"/>
    <w:rsid w:val="00FF6D98"/>
    <w:rsid w:val="00FF6F40"/>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semiHidden="1" w:unhideWhenUsed="1" w:qFormat="1"/>
    <w:lsdException w:name="page number" w:uiPriority="99"/>
    <w:lsdException w:name="List Bullet" w:uiPriority="99"/>
    <w:lsdException w:name="List Number" w:uiPriority="99"/>
    <w:lsdException w:name="List Bullet 2" w:uiPriority="99"/>
    <w:lsdException w:name="List Bullet 3" w:uiPriority="99"/>
    <w:lsdException w:name="List Bullet 4" w:uiPriority="99"/>
    <w:lsdException w:name="List Number 2" w:uiPriority="99"/>
    <w:lsdException w:name="List Number 3" w:uiPriority="99"/>
    <w:lsdException w:name="List Number 4"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uiPriority="99" w:qFormat="1"/>
    <w:lsdException w:name="Date" w:uiPriority="99"/>
    <w:lsdException w:name="Body Text First Indent"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14E2"/>
    <w:rPr>
      <w:rFonts w:asciiTheme="minorHAnsi" w:hAnsiTheme="minorHAnsi"/>
      <w:sz w:val="28"/>
      <w:szCs w:val="36"/>
      <w:lang w:bidi="ar-SA"/>
    </w:rPr>
  </w:style>
  <w:style w:type="paragraph" w:styleId="Heading1">
    <w:name w:val="heading 1"/>
    <w:basedOn w:val="Normal"/>
    <w:next w:val="BodyText"/>
    <w:link w:val="Heading1Char"/>
    <w:uiPriority w:val="99"/>
    <w:qFormat/>
    <w:rsid w:val="00760C80"/>
    <w:pPr>
      <w:keepNext/>
      <w:keepLines/>
      <w:tabs>
        <w:tab w:val="left" w:pos="432"/>
      </w:tabs>
      <w:spacing w:before="240" w:after="120"/>
      <w:outlineLvl w:val="0"/>
    </w:pPr>
    <w:rPr>
      <w:b/>
      <w:smallCaps/>
      <w:color w:val="1F497D" w:themeColor="text2"/>
      <w:szCs w:val="28"/>
      <w:u w:val="single"/>
    </w:rPr>
  </w:style>
  <w:style w:type="paragraph" w:styleId="Heading2">
    <w:name w:val="heading 2"/>
    <w:basedOn w:val="Heading1"/>
    <w:next w:val="BodyText"/>
    <w:link w:val="Heading2Char"/>
    <w:uiPriority w:val="99"/>
    <w:qFormat/>
    <w:rsid w:val="008860DB"/>
    <w:pPr>
      <w:spacing w:before="60"/>
      <w:outlineLvl w:val="1"/>
    </w:pPr>
    <w:rPr>
      <w:bCs/>
      <w:i/>
      <w:iCs/>
      <w:u w:val="none"/>
    </w:rPr>
  </w:style>
  <w:style w:type="paragraph" w:styleId="Heading3">
    <w:name w:val="heading 3"/>
    <w:basedOn w:val="Heading1"/>
    <w:next w:val="BodyText"/>
    <w:link w:val="Heading3Char"/>
    <w:uiPriority w:val="99"/>
    <w:qFormat/>
    <w:rsid w:val="008860DB"/>
    <w:pPr>
      <w:spacing w:before="120"/>
      <w:outlineLvl w:val="2"/>
    </w:pPr>
    <w:rPr>
      <w:smallCaps w:val="0"/>
      <w:szCs w:val="22"/>
      <w:u w:val="none"/>
    </w:rPr>
  </w:style>
  <w:style w:type="paragraph" w:styleId="Heading4">
    <w:name w:val="heading 4"/>
    <w:basedOn w:val="Heading1"/>
    <w:next w:val="BodyText"/>
    <w:link w:val="Heading4Char"/>
    <w:uiPriority w:val="99"/>
    <w:qFormat/>
    <w:rsid w:val="00760C80"/>
    <w:pPr>
      <w:spacing w:before="120" w:after="0"/>
      <w:outlineLvl w:val="3"/>
    </w:pPr>
    <w:rPr>
      <w:bCs/>
      <w:smallCaps w:val="0"/>
      <w:sz w:val="24"/>
      <w:szCs w:val="24"/>
    </w:rPr>
  </w:style>
  <w:style w:type="paragraph" w:styleId="Heading5">
    <w:name w:val="heading 5"/>
    <w:basedOn w:val="Heading1"/>
    <w:next w:val="BodyText"/>
    <w:link w:val="Heading5Char"/>
    <w:uiPriority w:val="99"/>
    <w:qFormat/>
    <w:rsid w:val="00760C80"/>
    <w:pPr>
      <w:tabs>
        <w:tab w:val="clear" w:pos="432"/>
      </w:tabs>
      <w:spacing w:before="120" w:after="0"/>
      <w:outlineLvl w:val="4"/>
    </w:pPr>
    <w:rPr>
      <w:bCs/>
      <w:i/>
      <w:smallCaps w:val="0"/>
      <w:sz w:val="24"/>
      <w:szCs w:val="24"/>
      <w:u w:val="none"/>
    </w:rPr>
  </w:style>
  <w:style w:type="paragraph" w:styleId="Heading6">
    <w:name w:val="heading 6"/>
    <w:basedOn w:val="Heading1"/>
    <w:next w:val="BodyText"/>
    <w:link w:val="Heading6Char"/>
    <w:uiPriority w:val="99"/>
    <w:qFormat/>
    <w:rsid w:val="005230C8"/>
    <w:pPr>
      <w:tabs>
        <w:tab w:val="clear" w:pos="432"/>
      </w:tabs>
      <w:spacing w:before="120" w:after="0"/>
      <w:outlineLvl w:val="5"/>
    </w:pPr>
    <w:rPr>
      <w:smallCaps w:val="0"/>
      <w:sz w:val="20"/>
      <w:u w:val="none"/>
    </w:rPr>
  </w:style>
  <w:style w:type="paragraph" w:styleId="Heading7">
    <w:name w:val="heading 7"/>
    <w:basedOn w:val="Heading1"/>
    <w:next w:val="BodyText"/>
    <w:link w:val="Heading7Char"/>
    <w:uiPriority w:val="99"/>
    <w:qFormat/>
    <w:rsid w:val="005230C8"/>
    <w:pPr>
      <w:tabs>
        <w:tab w:val="clear" w:pos="432"/>
      </w:tabs>
      <w:spacing w:before="120" w:after="0"/>
      <w:outlineLvl w:val="6"/>
    </w:pPr>
    <w:rPr>
      <w:b w:val="0"/>
      <w:smallCaps w:val="0"/>
      <w:sz w:val="20"/>
    </w:rPr>
  </w:style>
  <w:style w:type="paragraph" w:styleId="Heading8">
    <w:name w:val="heading 8"/>
    <w:basedOn w:val="Heading1"/>
    <w:next w:val="BodyText"/>
    <w:link w:val="Heading8Char"/>
    <w:uiPriority w:val="99"/>
    <w:qFormat/>
    <w:rsid w:val="005230C8"/>
    <w:pPr>
      <w:spacing w:before="120" w:after="0"/>
      <w:outlineLvl w:val="7"/>
    </w:pPr>
    <w:rPr>
      <w:b w:val="0"/>
      <w:i/>
      <w:smallCaps w:val="0"/>
      <w:sz w:val="20"/>
      <w:u w:val="none"/>
    </w:rPr>
  </w:style>
  <w:style w:type="paragraph" w:styleId="Heading9">
    <w:name w:val="heading 9"/>
    <w:basedOn w:val="Heading1"/>
    <w:next w:val="BodyText"/>
    <w:link w:val="Heading9Char"/>
    <w:uiPriority w:val="99"/>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uiPriority w:val="99"/>
    <w:rsid w:val="00834F5C"/>
    <w:pPr>
      <w:spacing w:after="120"/>
      <w:jc w:val="center"/>
    </w:pPr>
    <w:rPr>
      <w:i/>
      <w:iCs/>
      <w:szCs w:val="20"/>
    </w:rPr>
  </w:style>
  <w:style w:type="paragraph" w:styleId="Date">
    <w:name w:val="Date"/>
    <w:basedOn w:val="Normal"/>
    <w:next w:val="Heading1"/>
    <w:link w:val="DateChar"/>
    <w:uiPriority w:val="99"/>
    <w:rsid w:val="008860DB"/>
    <w:pPr>
      <w:spacing w:before="120"/>
    </w:pPr>
    <w:rPr>
      <w:i/>
      <w:iCs/>
      <w:sz w:val="24"/>
    </w:rPr>
  </w:style>
  <w:style w:type="paragraph" w:customStyle="1" w:styleId="Author">
    <w:name w:val="Author"/>
    <w:basedOn w:val="Normal"/>
    <w:next w:val="Affiliation"/>
    <w:uiPriority w:val="99"/>
    <w:rsid w:val="003A02BE"/>
    <w:pPr>
      <w:spacing w:before="120"/>
    </w:pPr>
    <w:rPr>
      <w:szCs w:val="22"/>
    </w:rPr>
  </w:style>
  <w:style w:type="paragraph" w:customStyle="1" w:styleId="Blank">
    <w:name w:val="Blank"/>
    <w:basedOn w:val="Normal"/>
    <w:next w:val="Normal"/>
    <w:uiPriority w:val="99"/>
    <w:rsid w:val="00834F5C"/>
    <w:pPr>
      <w:widowControl w:val="0"/>
      <w:spacing w:line="120" w:lineRule="exact"/>
    </w:pPr>
    <w:rPr>
      <w:szCs w:val="20"/>
    </w:rPr>
  </w:style>
  <w:style w:type="paragraph" w:styleId="BlockText">
    <w:name w:val="Block Text"/>
    <w:basedOn w:val="Normal"/>
    <w:uiPriority w:val="99"/>
    <w:rsid w:val="00834F5C"/>
    <w:pPr>
      <w:spacing w:after="120"/>
      <w:ind w:left="720" w:right="720"/>
      <w:jc w:val="both"/>
    </w:pPr>
  </w:style>
  <w:style w:type="paragraph" w:styleId="BodyText">
    <w:name w:val="Body Text"/>
    <w:basedOn w:val="Normal"/>
    <w:link w:val="BodyTextChar"/>
    <w:uiPriority w:val="99"/>
    <w:rsid w:val="003A02BE"/>
    <w:pPr>
      <w:spacing w:after="120"/>
    </w:pPr>
    <w:rPr>
      <w:szCs w:val="28"/>
    </w:rPr>
  </w:style>
  <w:style w:type="paragraph" w:styleId="BodyTextFirstIndent">
    <w:name w:val="Body Text First Indent"/>
    <w:basedOn w:val="BodyText"/>
    <w:link w:val="BodyTextFirstIndentChar"/>
    <w:uiPriority w:val="99"/>
    <w:rsid w:val="00834F5C"/>
    <w:pPr>
      <w:ind w:firstLine="360"/>
    </w:pPr>
  </w:style>
  <w:style w:type="paragraph" w:styleId="BodyTextIndent">
    <w:name w:val="Body Text Indent"/>
    <w:basedOn w:val="BodyText"/>
    <w:link w:val="BodyTextIndentChar"/>
    <w:uiPriority w:val="99"/>
    <w:rsid w:val="00834F5C"/>
    <w:pPr>
      <w:ind w:left="360"/>
    </w:pPr>
  </w:style>
  <w:style w:type="paragraph" w:styleId="BodyTextIndent2">
    <w:name w:val="Body Text Indent 2"/>
    <w:basedOn w:val="BodyTextIndent"/>
    <w:link w:val="BodyTextIndent2Char"/>
    <w:uiPriority w:val="99"/>
    <w:rsid w:val="00834F5C"/>
    <w:pPr>
      <w:ind w:left="720"/>
    </w:pPr>
  </w:style>
  <w:style w:type="paragraph" w:styleId="BodyTextIndent3">
    <w:name w:val="Body Text Indent 3"/>
    <w:basedOn w:val="BodyTextIndent"/>
    <w:link w:val="BodyTextIndent3Char"/>
    <w:uiPriority w:val="99"/>
    <w:rsid w:val="00834F5C"/>
    <w:pPr>
      <w:ind w:left="1080"/>
    </w:pPr>
    <w:rPr>
      <w:szCs w:val="16"/>
    </w:rPr>
  </w:style>
  <w:style w:type="paragraph" w:customStyle="1" w:styleId="BodyTextIndent4">
    <w:name w:val="Body Text Indent 4"/>
    <w:basedOn w:val="BodyTextIndent"/>
    <w:uiPriority w:val="99"/>
    <w:rsid w:val="00834F5C"/>
    <w:pPr>
      <w:ind w:left="1440"/>
    </w:pPr>
  </w:style>
  <w:style w:type="paragraph" w:customStyle="1" w:styleId="BodyTextSpaceBefore">
    <w:name w:val="Body Text Space Before"/>
    <w:basedOn w:val="BodyText"/>
    <w:uiPriority w:val="99"/>
    <w:rsid w:val="00834F5C"/>
  </w:style>
  <w:style w:type="paragraph" w:customStyle="1" w:styleId="BoxEquat">
    <w:name w:val="BoxEquat"/>
    <w:basedOn w:val="Normal"/>
    <w:next w:val="BodyText"/>
    <w:uiPriority w:val="99"/>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link w:val="FooterChar"/>
    <w:uiPriority w:val="99"/>
    <w:rsid w:val="00834F5C"/>
    <w:pPr>
      <w:tabs>
        <w:tab w:val="center" w:pos="5040"/>
        <w:tab w:val="right" w:pos="10080"/>
      </w:tabs>
      <w:jc w:val="both"/>
    </w:pPr>
    <w:rPr>
      <w:szCs w:val="20"/>
    </w:rPr>
  </w:style>
  <w:style w:type="paragraph" w:styleId="Header">
    <w:name w:val="header"/>
    <w:basedOn w:val="Normal"/>
    <w:next w:val="Normal"/>
    <w:link w:val="HeaderChar"/>
    <w:uiPriority w:val="99"/>
    <w:rsid w:val="00834F5C"/>
    <w:pPr>
      <w:widowControl w:val="0"/>
      <w:tabs>
        <w:tab w:val="center" w:pos="5040"/>
        <w:tab w:val="right" w:pos="10080"/>
      </w:tabs>
      <w:jc w:val="both"/>
    </w:pPr>
    <w:rPr>
      <w:szCs w:val="20"/>
    </w:rPr>
  </w:style>
  <w:style w:type="character" w:customStyle="1" w:styleId="Highlight">
    <w:name w:val="Highlight"/>
    <w:basedOn w:val="DefaultParagraphFont"/>
    <w:uiPriority w:val="99"/>
    <w:rsid w:val="00834F5C"/>
    <w:rPr>
      <w:b/>
      <w:bCs/>
    </w:rPr>
  </w:style>
  <w:style w:type="paragraph" w:styleId="ListBullet">
    <w:name w:val="List Bullet"/>
    <w:basedOn w:val="Normal"/>
    <w:uiPriority w:val="99"/>
    <w:rsid w:val="008860DB"/>
    <w:pPr>
      <w:numPr>
        <w:numId w:val="2"/>
      </w:numPr>
      <w:spacing w:after="120"/>
      <w:ind w:right="432"/>
      <w:jc w:val="both"/>
    </w:pPr>
  </w:style>
  <w:style w:type="paragraph" w:styleId="ListBullet2">
    <w:name w:val="List Bullet 2"/>
    <w:basedOn w:val="ListBullet"/>
    <w:uiPriority w:val="99"/>
    <w:rsid w:val="00834F5C"/>
    <w:pPr>
      <w:numPr>
        <w:numId w:val="4"/>
      </w:numPr>
    </w:pPr>
  </w:style>
  <w:style w:type="paragraph" w:styleId="ListBullet3">
    <w:name w:val="List Bullet 3"/>
    <w:basedOn w:val="ListBullet"/>
    <w:uiPriority w:val="99"/>
    <w:rsid w:val="00834F5C"/>
    <w:pPr>
      <w:numPr>
        <w:numId w:val="6"/>
      </w:numPr>
    </w:pPr>
  </w:style>
  <w:style w:type="paragraph" w:styleId="ListBullet4">
    <w:name w:val="List Bullet 4"/>
    <w:basedOn w:val="ListBullet"/>
    <w:uiPriority w:val="99"/>
    <w:rsid w:val="00834F5C"/>
    <w:pPr>
      <w:numPr>
        <w:numId w:val="8"/>
      </w:numPr>
    </w:pPr>
  </w:style>
  <w:style w:type="paragraph" w:styleId="ListContinue">
    <w:name w:val="List Continue"/>
    <w:basedOn w:val="Normal"/>
    <w:uiPriority w:val="99"/>
    <w:rsid w:val="00834F5C"/>
    <w:pPr>
      <w:spacing w:after="120"/>
      <w:ind w:left="360" w:right="360"/>
      <w:jc w:val="both"/>
    </w:pPr>
  </w:style>
  <w:style w:type="paragraph" w:styleId="ListContinue2">
    <w:name w:val="List Continue 2"/>
    <w:basedOn w:val="ListContinue"/>
    <w:uiPriority w:val="99"/>
    <w:rsid w:val="00834F5C"/>
    <w:pPr>
      <w:ind w:left="720"/>
    </w:pPr>
  </w:style>
  <w:style w:type="paragraph" w:styleId="ListContinue3">
    <w:name w:val="List Continue 3"/>
    <w:basedOn w:val="ListContinue"/>
    <w:uiPriority w:val="99"/>
    <w:rsid w:val="00834F5C"/>
    <w:pPr>
      <w:ind w:left="1080"/>
    </w:pPr>
  </w:style>
  <w:style w:type="paragraph" w:styleId="ListContinue4">
    <w:name w:val="List Continue 4"/>
    <w:basedOn w:val="ListContinue"/>
    <w:uiPriority w:val="99"/>
    <w:rsid w:val="00834F5C"/>
    <w:pPr>
      <w:ind w:left="1440"/>
    </w:pPr>
  </w:style>
  <w:style w:type="paragraph" w:styleId="ListNumber">
    <w:name w:val="List Number"/>
    <w:basedOn w:val="Normal"/>
    <w:uiPriority w:val="99"/>
    <w:rsid w:val="00834F5C"/>
    <w:pPr>
      <w:numPr>
        <w:numId w:val="10"/>
      </w:numPr>
      <w:ind w:right="432"/>
      <w:jc w:val="both"/>
    </w:pPr>
  </w:style>
  <w:style w:type="paragraph" w:styleId="ListNumber2">
    <w:name w:val="List Number 2"/>
    <w:basedOn w:val="ListNumber"/>
    <w:uiPriority w:val="99"/>
    <w:rsid w:val="00834F5C"/>
    <w:pPr>
      <w:numPr>
        <w:numId w:val="12"/>
      </w:numPr>
    </w:pPr>
  </w:style>
  <w:style w:type="paragraph" w:styleId="ListNumber3">
    <w:name w:val="List Number 3"/>
    <w:basedOn w:val="ListNumber"/>
    <w:uiPriority w:val="99"/>
    <w:rsid w:val="00834F5C"/>
    <w:pPr>
      <w:numPr>
        <w:numId w:val="14"/>
      </w:numPr>
    </w:pPr>
  </w:style>
  <w:style w:type="paragraph" w:styleId="ListNumber4">
    <w:name w:val="List Number 4"/>
    <w:basedOn w:val="ListNumber"/>
    <w:uiPriority w:val="99"/>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uiPriority w:val="99"/>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uiPriority w:val="99"/>
    <w:rsid w:val="00834F5C"/>
    <w:pPr>
      <w:widowControl w:val="0"/>
    </w:pPr>
  </w:style>
  <w:style w:type="paragraph" w:styleId="Subtitle">
    <w:name w:val="Subtitle"/>
    <w:basedOn w:val="Normal"/>
    <w:next w:val="BodyText"/>
    <w:link w:val="SubtitleChar"/>
    <w:uiPriority w:val="99"/>
    <w:qFormat/>
    <w:rsid w:val="005230C8"/>
    <w:pPr>
      <w:spacing w:after="60"/>
      <w:jc w:val="center"/>
      <w:outlineLvl w:val="1"/>
    </w:pPr>
    <w:rPr>
      <w:rFonts w:cs="Arial"/>
      <w:b/>
      <w:sz w:val="24"/>
    </w:rPr>
  </w:style>
  <w:style w:type="paragraph" w:customStyle="1" w:styleId="TablCell">
    <w:name w:val="TablCell"/>
    <w:basedOn w:val="Normal"/>
    <w:uiPriority w:val="99"/>
    <w:rsid w:val="00834F5C"/>
    <w:pPr>
      <w:ind w:left="216" w:hanging="216"/>
    </w:pPr>
    <w:rPr>
      <w:szCs w:val="20"/>
    </w:rPr>
  </w:style>
  <w:style w:type="paragraph" w:customStyle="1" w:styleId="TablSub">
    <w:name w:val="TablSub"/>
    <w:basedOn w:val="Normal"/>
    <w:uiPriority w:val="99"/>
    <w:rsid w:val="00834F5C"/>
    <w:pPr>
      <w:spacing w:after="60"/>
    </w:pPr>
    <w:rPr>
      <w:b/>
      <w:szCs w:val="20"/>
    </w:rPr>
  </w:style>
  <w:style w:type="paragraph" w:customStyle="1" w:styleId="TablTitle">
    <w:name w:val="TablTitle"/>
    <w:basedOn w:val="Normal"/>
    <w:uiPriority w:val="99"/>
    <w:rsid w:val="00834F5C"/>
    <w:pPr>
      <w:spacing w:before="120" w:after="60"/>
    </w:pPr>
    <w:rPr>
      <w:b/>
      <w:szCs w:val="20"/>
      <w:u w:val="single"/>
    </w:rPr>
  </w:style>
  <w:style w:type="paragraph" w:styleId="Title">
    <w:name w:val="Title"/>
    <w:basedOn w:val="Normal"/>
    <w:next w:val="Author"/>
    <w:link w:val="TitleChar"/>
    <w:uiPriority w:val="99"/>
    <w:qFormat/>
    <w:rsid w:val="008860DB"/>
    <w:pPr>
      <w:keepNext/>
      <w:keepLines/>
      <w:spacing w:after="120"/>
      <w:outlineLvl w:val="0"/>
    </w:pPr>
    <w:rPr>
      <w:b/>
      <w:smallCaps/>
      <w:color w:val="1F497D" w:themeColor="text2"/>
      <w:szCs w:val="20"/>
      <w:u w:val="single"/>
    </w:rPr>
  </w:style>
  <w:style w:type="paragraph" w:customStyle="1" w:styleId="Teaching">
    <w:name w:val="Teaching"/>
    <w:basedOn w:val="BodyText"/>
    <w:uiPriority w:val="99"/>
    <w:rsid w:val="00D240CC"/>
    <w:pPr>
      <w:spacing w:after="0"/>
      <w:ind w:left="720"/>
    </w:pPr>
    <w:rPr>
      <w:color w:val="333399"/>
      <w:szCs w:val="20"/>
    </w:rPr>
  </w:style>
  <w:style w:type="paragraph" w:customStyle="1" w:styleId="ScripRef">
    <w:name w:val="Scrip Ref"/>
    <w:basedOn w:val="Normal"/>
    <w:uiPriority w:val="99"/>
    <w:rsid w:val="00E1496B"/>
    <w:pPr>
      <w:autoSpaceDE w:val="0"/>
      <w:autoSpaceDN w:val="0"/>
      <w:adjustRightInd w:val="0"/>
    </w:pPr>
    <w:rPr>
      <w:i/>
      <w:iCs/>
      <w:szCs w:val="20"/>
    </w:rPr>
  </w:style>
  <w:style w:type="paragraph" w:customStyle="1" w:styleId="Scripture">
    <w:name w:val="Scripture"/>
    <w:basedOn w:val="Normal"/>
    <w:link w:val="ScriptureChar"/>
    <w:qFormat/>
    <w:rsid w:val="008860DB"/>
    <w:pPr>
      <w:spacing w:after="120"/>
      <w:ind w:left="288" w:hanging="288"/>
    </w:pPr>
    <w:rPr>
      <w:color w:val="1F497D" w:themeColor="text2"/>
      <w:lang w:bidi="he-IL"/>
    </w:rPr>
  </w:style>
  <w:style w:type="paragraph" w:customStyle="1" w:styleId="ScripVerse">
    <w:name w:val="Scrip Verse"/>
    <w:basedOn w:val="Normal"/>
    <w:uiPriority w:val="99"/>
    <w:rsid w:val="00E1496B"/>
    <w:pPr>
      <w:autoSpaceDE w:val="0"/>
      <w:autoSpaceDN w:val="0"/>
      <w:adjustRightInd w:val="0"/>
      <w:ind w:left="360"/>
    </w:pPr>
    <w:rPr>
      <w:szCs w:val="20"/>
      <w:lang w:val="en"/>
    </w:rPr>
  </w:style>
  <w:style w:type="paragraph" w:customStyle="1" w:styleId="Datge">
    <w:name w:val="Datge"/>
    <w:basedOn w:val="Normal"/>
    <w:rsid w:val="003146FB"/>
  </w:style>
  <w:style w:type="character" w:customStyle="1" w:styleId="ScriptureChar">
    <w:name w:val="Scripture Char"/>
    <w:basedOn w:val="DefaultParagraphFont"/>
    <w:link w:val="Scripture"/>
    <w:locked/>
    <w:rsid w:val="008860DB"/>
    <w:rPr>
      <w:color w:val="1F497D" w:themeColor="text2"/>
      <w:sz w:val="28"/>
      <w:szCs w:val="36"/>
    </w:rPr>
  </w:style>
  <w:style w:type="character" w:customStyle="1" w:styleId="BodyTextChar">
    <w:name w:val="Body Text Char"/>
    <w:basedOn w:val="DefaultParagraphFont"/>
    <w:link w:val="BodyText"/>
    <w:uiPriority w:val="99"/>
    <w:rsid w:val="003A02BE"/>
    <w:rPr>
      <w:rFonts w:asciiTheme="minorHAnsi" w:hAnsiTheme="minorHAnsi"/>
      <w:sz w:val="28"/>
      <w:szCs w:val="28"/>
      <w:lang w:bidi="ar-SA"/>
    </w:rPr>
  </w:style>
  <w:style w:type="character" w:customStyle="1" w:styleId="Heading1Char">
    <w:name w:val="Heading 1 Char"/>
    <w:basedOn w:val="DefaultParagraphFont"/>
    <w:link w:val="Heading1"/>
    <w:uiPriority w:val="99"/>
    <w:rsid w:val="00760C80"/>
    <w:rPr>
      <w:b/>
      <w:smallCaps/>
      <w:color w:val="1F497D" w:themeColor="text2"/>
      <w:sz w:val="28"/>
      <w:szCs w:val="28"/>
      <w:u w:val="single"/>
      <w:lang w:bidi="ar-SA"/>
    </w:rPr>
  </w:style>
  <w:style w:type="paragraph" w:styleId="BalloonText">
    <w:name w:val="Balloon Text"/>
    <w:basedOn w:val="Normal"/>
    <w:link w:val="BalloonTextChar"/>
    <w:uiPriority w:val="99"/>
    <w:rsid w:val="00264A69"/>
    <w:rPr>
      <w:rFonts w:ascii="Tahoma" w:hAnsi="Tahoma" w:cs="Tahoma"/>
      <w:sz w:val="16"/>
      <w:szCs w:val="16"/>
    </w:rPr>
  </w:style>
  <w:style w:type="character" w:customStyle="1" w:styleId="BalloonTextChar">
    <w:name w:val="Balloon Text Char"/>
    <w:basedOn w:val="DefaultParagraphFont"/>
    <w:link w:val="BalloonText"/>
    <w:uiPriority w:val="99"/>
    <w:rsid w:val="00264A69"/>
    <w:rPr>
      <w:rFonts w:ascii="Tahoma" w:hAnsi="Tahoma" w:cs="Tahoma"/>
      <w:sz w:val="16"/>
      <w:szCs w:val="16"/>
      <w:lang w:bidi="ar-SA"/>
    </w:rPr>
  </w:style>
  <w:style w:type="character" w:customStyle="1" w:styleId="BodyTextChar1">
    <w:name w:val="Body Text Char1"/>
    <w:aliases w:val="Body Text Char Char,Body Text Char1 Char Char,Body Text Char Char Char Char,Body Text Char2 Char Char Char Char,Body Text Char1 Char Char Char Char Char,Body Text Char Char Char Char Char Char Char"/>
    <w:basedOn w:val="DefaultParagraphFont"/>
    <w:rsid w:val="00243F5D"/>
    <w:rPr>
      <w:szCs w:val="24"/>
      <w:lang w:bidi="ar-SA"/>
    </w:rPr>
  </w:style>
  <w:style w:type="character" w:customStyle="1" w:styleId="Heading2Char">
    <w:name w:val="Heading 2 Char"/>
    <w:basedOn w:val="DefaultParagraphFont"/>
    <w:link w:val="Heading2"/>
    <w:uiPriority w:val="99"/>
    <w:rsid w:val="008860DB"/>
    <w:rPr>
      <w:b/>
      <w:bCs/>
      <w:i/>
      <w:iCs/>
      <w:smallCaps/>
      <w:color w:val="1F497D" w:themeColor="text2"/>
      <w:sz w:val="28"/>
      <w:szCs w:val="28"/>
      <w:lang w:bidi="ar-SA"/>
    </w:rPr>
  </w:style>
  <w:style w:type="character" w:customStyle="1" w:styleId="Heading3Char">
    <w:name w:val="Heading 3 Char"/>
    <w:basedOn w:val="DefaultParagraphFont"/>
    <w:link w:val="Heading3"/>
    <w:uiPriority w:val="99"/>
    <w:rsid w:val="008860DB"/>
    <w:rPr>
      <w:b/>
      <w:color w:val="1F497D" w:themeColor="text2"/>
      <w:sz w:val="28"/>
      <w:szCs w:val="22"/>
      <w:lang w:bidi="ar-SA"/>
    </w:rPr>
  </w:style>
  <w:style w:type="character" w:customStyle="1" w:styleId="DateChar">
    <w:name w:val="Date Char"/>
    <w:basedOn w:val="DefaultParagraphFont"/>
    <w:link w:val="Date"/>
    <w:uiPriority w:val="99"/>
    <w:rsid w:val="008860DB"/>
    <w:rPr>
      <w:i/>
      <w:iCs/>
      <w:sz w:val="24"/>
      <w:szCs w:val="24"/>
      <w:lang w:bidi="ar-SA"/>
    </w:rPr>
  </w:style>
  <w:style w:type="character" w:customStyle="1" w:styleId="BodyTextIndentChar">
    <w:name w:val="Body Text Indent Char"/>
    <w:basedOn w:val="BodyTextChar"/>
    <w:link w:val="BodyTextIndent"/>
    <w:uiPriority w:val="99"/>
    <w:rsid w:val="008860DB"/>
    <w:rPr>
      <w:rFonts w:asciiTheme="minorHAnsi" w:hAnsiTheme="minorHAnsi"/>
      <w:sz w:val="28"/>
      <w:szCs w:val="28"/>
      <w:lang w:bidi="ar-SA"/>
    </w:rPr>
  </w:style>
  <w:style w:type="character" w:customStyle="1" w:styleId="Heading4Char">
    <w:name w:val="Heading 4 Char"/>
    <w:basedOn w:val="DefaultParagraphFont"/>
    <w:link w:val="Heading4"/>
    <w:uiPriority w:val="99"/>
    <w:rsid w:val="00760C80"/>
    <w:rPr>
      <w:b/>
      <w:bCs/>
      <w:color w:val="1F497D" w:themeColor="text2"/>
      <w:sz w:val="24"/>
      <w:szCs w:val="24"/>
      <w:u w:val="single"/>
      <w:lang w:bidi="ar-SA"/>
    </w:rPr>
  </w:style>
  <w:style w:type="character" w:customStyle="1" w:styleId="Heading5Char">
    <w:name w:val="Heading 5 Char"/>
    <w:link w:val="Heading5"/>
    <w:uiPriority w:val="99"/>
    <w:rsid w:val="007F6641"/>
    <w:rPr>
      <w:b/>
      <w:bCs/>
      <w:i/>
      <w:color w:val="1F497D" w:themeColor="text2"/>
      <w:sz w:val="24"/>
      <w:szCs w:val="24"/>
      <w:lang w:bidi="ar-SA"/>
    </w:rPr>
  </w:style>
  <w:style w:type="character" w:customStyle="1" w:styleId="Heading6Char">
    <w:name w:val="Heading 6 Char"/>
    <w:link w:val="Heading6"/>
    <w:uiPriority w:val="99"/>
    <w:rsid w:val="007F6641"/>
    <w:rPr>
      <w:b/>
      <w:color w:val="1F497D" w:themeColor="text2"/>
      <w:szCs w:val="28"/>
      <w:lang w:bidi="ar-SA"/>
    </w:rPr>
  </w:style>
  <w:style w:type="character" w:customStyle="1" w:styleId="Heading7Char">
    <w:name w:val="Heading 7 Char"/>
    <w:link w:val="Heading7"/>
    <w:uiPriority w:val="99"/>
    <w:rsid w:val="007F6641"/>
    <w:rPr>
      <w:color w:val="1F497D" w:themeColor="text2"/>
      <w:szCs w:val="28"/>
      <w:u w:val="single"/>
      <w:lang w:bidi="ar-SA"/>
    </w:rPr>
  </w:style>
  <w:style w:type="character" w:customStyle="1" w:styleId="Heading8Char">
    <w:name w:val="Heading 8 Char"/>
    <w:link w:val="Heading8"/>
    <w:uiPriority w:val="99"/>
    <w:rsid w:val="007F6641"/>
    <w:rPr>
      <w:i/>
      <w:color w:val="1F497D" w:themeColor="text2"/>
      <w:szCs w:val="28"/>
      <w:lang w:bidi="ar-SA"/>
    </w:rPr>
  </w:style>
  <w:style w:type="character" w:customStyle="1" w:styleId="Heading9Char">
    <w:name w:val="Heading 9 Char"/>
    <w:link w:val="Heading9"/>
    <w:uiPriority w:val="99"/>
    <w:rsid w:val="007F6641"/>
    <w:rPr>
      <w:b/>
      <w:color w:val="1F497D" w:themeColor="text2"/>
      <w:szCs w:val="28"/>
      <w:lang w:bidi="ar-SA"/>
    </w:rPr>
  </w:style>
  <w:style w:type="character" w:customStyle="1" w:styleId="BodyTextFirstIndentChar">
    <w:name w:val="Body Text First Indent Char"/>
    <w:link w:val="BodyTextFirstIndent"/>
    <w:uiPriority w:val="99"/>
    <w:rsid w:val="007F6641"/>
    <w:rPr>
      <w:sz w:val="28"/>
      <w:szCs w:val="28"/>
      <w:lang w:bidi="ar-SA"/>
    </w:rPr>
  </w:style>
  <w:style w:type="character" w:customStyle="1" w:styleId="BodyTextIndent2Char">
    <w:name w:val="Body Text Indent 2 Char"/>
    <w:link w:val="BodyTextIndent2"/>
    <w:uiPriority w:val="99"/>
    <w:rsid w:val="007F6641"/>
    <w:rPr>
      <w:sz w:val="28"/>
      <w:szCs w:val="28"/>
      <w:lang w:bidi="ar-SA"/>
    </w:rPr>
  </w:style>
  <w:style w:type="character" w:customStyle="1" w:styleId="BodyTextIndent3Char">
    <w:name w:val="Body Text Indent 3 Char"/>
    <w:link w:val="BodyTextIndent3"/>
    <w:uiPriority w:val="99"/>
    <w:rsid w:val="007F6641"/>
    <w:rPr>
      <w:sz w:val="28"/>
      <w:szCs w:val="16"/>
      <w:lang w:bidi="ar-SA"/>
    </w:rPr>
  </w:style>
  <w:style w:type="character" w:customStyle="1" w:styleId="FooterChar">
    <w:name w:val="Footer Char"/>
    <w:link w:val="Footer"/>
    <w:uiPriority w:val="99"/>
    <w:rsid w:val="007F6641"/>
    <w:rPr>
      <w:lang w:bidi="ar-SA"/>
    </w:rPr>
  </w:style>
  <w:style w:type="character" w:customStyle="1" w:styleId="HeaderChar">
    <w:name w:val="Header Char"/>
    <w:link w:val="Header"/>
    <w:uiPriority w:val="99"/>
    <w:rsid w:val="007F6641"/>
    <w:rPr>
      <w:lang w:bidi="ar-SA"/>
    </w:rPr>
  </w:style>
  <w:style w:type="paragraph" w:customStyle="1" w:styleId="responsive">
    <w:name w:val="responsive"/>
    <w:basedOn w:val="BodyText"/>
    <w:uiPriority w:val="99"/>
    <w:rsid w:val="007F6641"/>
    <w:pPr>
      <w:ind w:left="720" w:hanging="720"/>
    </w:pPr>
    <w:rPr>
      <w:iCs/>
      <w:sz w:val="24"/>
      <w:szCs w:val="24"/>
    </w:rPr>
  </w:style>
  <w:style w:type="character" w:styleId="PageNumber">
    <w:name w:val="page number"/>
    <w:uiPriority w:val="99"/>
    <w:rsid w:val="007F6641"/>
    <w:rPr>
      <w:rFonts w:cs="Times New Roman"/>
    </w:rPr>
  </w:style>
  <w:style w:type="character" w:customStyle="1" w:styleId="SubtitleChar">
    <w:name w:val="Subtitle Char"/>
    <w:link w:val="Subtitle"/>
    <w:uiPriority w:val="99"/>
    <w:rsid w:val="007F6641"/>
    <w:rPr>
      <w:rFonts w:cs="Arial"/>
      <w:b/>
      <w:sz w:val="24"/>
      <w:szCs w:val="24"/>
      <w:lang w:bidi="ar-SA"/>
    </w:rPr>
  </w:style>
  <w:style w:type="character" w:customStyle="1" w:styleId="TitleChar">
    <w:name w:val="Title Char"/>
    <w:link w:val="Title"/>
    <w:uiPriority w:val="99"/>
    <w:rsid w:val="007F6641"/>
    <w:rPr>
      <w:b/>
      <w:smallCaps/>
      <w:color w:val="1F497D" w:themeColor="text2"/>
      <w:sz w:val="28"/>
      <w:u w:val="single"/>
      <w:lang w:bidi="ar-SA"/>
    </w:rPr>
  </w:style>
  <w:style w:type="paragraph" w:customStyle="1" w:styleId="Blessing">
    <w:name w:val="Blessing"/>
    <w:basedOn w:val="BodyText"/>
    <w:uiPriority w:val="99"/>
    <w:rsid w:val="00433212"/>
    <w:pPr>
      <w:ind w:left="288"/>
    </w:pPr>
    <w:rPr>
      <w:b/>
      <w:color w:val="365F91" w:themeColor="accent1" w:themeShade="BF"/>
      <w:sz w:val="32"/>
      <w:szCs w:val="32"/>
    </w:rPr>
  </w:style>
  <w:style w:type="paragraph" w:customStyle="1" w:styleId="MainList">
    <w:name w:val="Main List"/>
    <w:basedOn w:val="Heading2"/>
    <w:rsid w:val="00591C0A"/>
    <w:pPr>
      <w:keepNext w:val="0"/>
    </w:pPr>
    <w:rPr>
      <w:i w:val="0"/>
      <w:iCs w:val="0"/>
      <w:smallCaps w:val="0"/>
      <w:color w:val="auto"/>
    </w:rPr>
  </w:style>
  <w:style w:type="paragraph" w:styleId="ListParagraph">
    <w:name w:val="List Paragraph"/>
    <w:basedOn w:val="Normal"/>
    <w:uiPriority w:val="34"/>
    <w:qFormat/>
    <w:rsid w:val="0078504E"/>
    <w:pPr>
      <w:ind w:left="720"/>
      <w:contextualSpacing/>
    </w:pPr>
  </w:style>
  <w:style w:type="paragraph" w:styleId="List2">
    <w:name w:val="List 2"/>
    <w:basedOn w:val="Normal"/>
    <w:rsid w:val="00454EA6"/>
    <w:pPr>
      <w:ind w:left="720" w:hanging="360"/>
      <w:contextualSpacing/>
    </w:pPr>
  </w:style>
  <w:style w:type="paragraph" w:customStyle="1" w:styleId="Bodyindent">
    <w:name w:val="Body indent"/>
    <w:basedOn w:val="BodyText"/>
    <w:rsid w:val="00065ADB"/>
    <w:pPr>
      <w:ind w:left="360"/>
    </w:pPr>
  </w:style>
  <w:style w:type="paragraph" w:customStyle="1" w:styleId="LetterList">
    <w:name w:val="Letter List"/>
    <w:basedOn w:val="Normal"/>
    <w:next w:val="Bodyindent"/>
    <w:rsid w:val="00065ADB"/>
    <w:pPr>
      <w:numPr>
        <w:numId w:val="45"/>
      </w:numPr>
      <w:spacing w:after="120"/>
    </w:pPr>
    <w:rPr>
      <w:b/>
      <w:bCs/>
      <w:color w:val="244061" w:themeColor="accent1" w:themeShade="80"/>
    </w:rPr>
  </w:style>
  <w:style w:type="paragraph" w:customStyle="1" w:styleId="Poetry">
    <w:name w:val="Poetry"/>
    <w:basedOn w:val="Normal"/>
    <w:rsid w:val="00E24EC2"/>
    <w:pPr>
      <w:tabs>
        <w:tab w:val="left" w:pos="450"/>
      </w:tabs>
      <w:ind w:left="446" w:hanging="446"/>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semiHidden="1" w:unhideWhenUsed="1" w:qFormat="1"/>
    <w:lsdException w:name="page number" w:uiPriority="99"/>
    <w:lsdException w:name="List Bullet" w:uiPriority="99"/>
    <w:lsdException w:name="List Number" w:uiPriority="99"/>
    <w:lsdException w:name="List Bullet 2" w:uiPriority="99"/>
    <w:lsdException w:name="List Bullet 3" w:uiPriority="99"/>
    <w:lsdException w:name="List Bullet 4" w:uiPriority="99"/>
    <w:lsdException w:name="List Number 2" w:uiPriority="99"/>
    <w:lsdException w:name="List Number 3" w:uiPriority="99"/>
    <w:lsdException w:name="List Number 4"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uiPriority="99" w:qFormat="1"/>
    <w:lsdException w:name="Date" w:uiPriority="99"/>
    <w:lsdException w:name="Body Text First Indent"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14E2"/>
    <w:rPr>
      <w:rFonts w:asciiTheme="minorHAnsi" w:hAnsiTheme="minorHAnsi"/>
      <w:sz w:val="28"/>
      <w:szCs w:val="36"/>
      <w:lang w:bidi="ar-SA"/>
    </w:rPr>
  </w:style>
  <w:style w:type="paragraph" w:styleId="Heading1">
    <w:name w:val="heading 1"/>
    <w:basedOn w:val="Normal"/>
    <w:next w:val="BodyText"/>
    <w:link w:val="Heading1Char"/>
    <w:uiPriority w:val="99"/>
    <w:qFormat/>
    <w:rsid w:val="00760C80"/>
    <w:pPr>
      <w:keepNext/>
      <w:keepLines/>
      <w:tabs>
        <w:tab w:val="left" w:pos="432"/>
      </w:tabs>
      <w:spacing w:before="240" w:after="120"/>
      <w:outlineLvl w:val="0"/>
    </w:pPr>
    <w:rPr>
      <w:b/>
      <w:smallCaps/>
      <w:color w:val="1F497D" w:themeColor="text2"/>
      <w:szCs w:val="28"/>
      <w:u w:val="single"/>
    </w:rPr>
  </w:style>
  <w:style w:type="paragraph" w:styleId="Heading2">
    <w:name w:val="heading 2"/>
    <w:basedOn w:val="Heading1"/>
    <w:next w:val="BodyText"/>
    <w:link w:val="Heading2Char"/>
    <w:uiPriority w:val="99"/>
    <w:qFormat/>
    <w:rsid w:val="008860DB"/>
    <w:pPr>
      <w:spacing w:before="60"/>
      <w:outlineLvl w:val="1"/>
    </w:pPr>
    <w:rPr>
      <w:bCs/>
      <w:i/>
      <w:iCs/>
      <w:u w:val="none"/>
    </w:rPr>
  </w:style>
  <w:style w:type="paragraph" w:styleId="Heading3">
    <w:name w:val="heading 3"/>
    <w:basedOn w:val="Heading1"/>
    <w:next w:val="BodyText"/>
    <w:link w:val="Heading3Char"/>
    <w:uiPriority w:val="99"/>
    <w:qFormat/>
    <w:rsid w:val="008860DB"/>
    <w:pPr>
      <w:spacing w:before="120"/>
      <w:outlineLvl w:val="2"/>
    </w:pPr>
    <w:rPr>
      <w:smallCaps w:val="0"/>
      <w:szCs w:val="22"/>
      <w:u w:val="none"/>
    </w:rPr>
  </w:style>
  <w:style w:type="paragraph" w:styleId="Heading4">
    <w:name w:val="heading 4"/>
    <w:basedOn w:val="Heading1"/>
    <w:next w:val="BodyText"/>
    <w:link w:val="Heading4Char"/>
    <w:uiPriority w:val="99"/>
    <w:qFormat/>
    <w:rsid w:val="00760C80"/>
    <w:pPr>
      <w:spacing w:before="120" w:after="0"/>
      <w:outlineLvl w:val="3"/>
    </w:pPr>
    <w:rPr>
      <w:bCs/>
      <w:smallCaps w:val="0"/>
      <w:sz w:val="24"/>
      <w:szCs w:val="24"/>
    </w:rPr>
  </w:style>
  <w:style w:type="paragraph" w:styleId="Heading5">
    <w:name w:val="heading 5"/>
    <w:basedOn w:val="Heading1"/>
    <w:next w:val="BodyText"/>
    <w:link w:val="Heading5Char"/>
    <w:uiPriority w:val="99"/>
    <w:qFormat/>
    <w:rsid w:val="00760C80"/>
    <w:pPr>
      <w:tabs>
        <w:tab w:val="clear" w:pos="432"/>
      </w:tabs>
      <w:spacing w:before="120" w:after="0"/>
      <w:outlineLvl w:val="4"/>
    </w:pPr>
    <w:rPr>
      <w:bCs/>
      <w:i/>
      <w:smallCaps w:val="0"/>
      <w:sz w:val="24"/>
      <w:szCs w:val="24"/>
      <w:u w:val="none"/>
    </w:rPr>
  </w:style>
  <w:style w:type="paragraph" w:styleId="Heading6">
    <w:name w:val="heading 6"/>
    <w:basedOn w:val="Heading1"/>
    <w:next w:val="BodyText"/>
    <w:link w:val="Heading6Char"/>
    <w:uiPriority w:val="99"/>
    <w:qFormat/>
    <w:rsid w:val="005230C8"/>
    <w:pPr>
      <w:tabs>
        <w:tab w:val="clear" w:pos="432"/>
      </w:tabs>
      <w:spacing w:before="120" w:after="0"/>
      <w:outlineLvl w:val="5"/>
    </w:pPr>
    <w:rPr>
      <w:smallCaps w:val="0"/>
      <w:sz w:val="20"/>
      <w:u w:val="none"/>
    </w:rPr>
  </w:style>
  <w:style w:type="paragraph" w:styleId="Heading7">
    <w:name w:val="heading 7"/>
    <w:basedOn w:val="Heading1"/>
    <w:next w:val="BodyText"/>
    <w:link w:val="Heading7Char"/>
    <w:uiPriority w:val="99"/>
    <w:qFormat/>
    <w:rsid w:val="005230C8"/>
    <w:pPr>
      <w:tabs>
        <w:tab w:val="clear" w:pos="432"/>
      </w:tabs>
      <w:spacing w:before="120" w:after="0"/>
      <w:outlineLvl w:val="6"/>
    </w:pPr>
    <w:rPr>
      <w:b w:val="0"/>
      <w:smallCaps w:val="0"/>
      <w:sz w:val="20"/>
    </w:rPr>
  </w:style>
  <w:style w:type="paragraph" w:styleId="Heading8">
    <w:name w:val="heading 8"/>
    <w:basedOn w:val="Heading1"/>
    <w:next w:val="BodyText"/>
    <w:link w:val="Heading8Char"/>
    <w:uiPriority w:val="99"/>
    <w:qFormat/>
    <w:rsid w:val="005230C8"/>
    <w:pPr>
      <w:spacing w:before="120" w:after="0"/>
      <w:outlineLvl w:val="7"/>
    </w:pPr>
    <w:rPr>
      <w:b w:val="0"/>
      <w:i/>
      <w:smallCaps w:val="0"/>
      <w:sz w:val="20"/>
      <w:u w:val="none"/>
    </w:rPr>
  </w:style>
  <w:style w:type="paragraph" w:styleId="Heading9">
    <w:name w:val="heading 9"/>
    <w:basedOn w:val="Heading1"/>
    <w:next w:val="BodyText"/>
    <w:link w:val="Heading9Char"/>
    <w:uiPriority w:val="99"/>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uiPriority w:val="99"/>
    <w:rsid w:val="00834F5C"/>
    <w:pPr>
      <w:spacing w:after="120"/>
      <w:jc w:val="center"/>
    </w:pPr>
    <w:rPr>
      <w:i/>
      <w:iCs/>
      <w:szCs w:val="20"/>
    </w:rPr>
  </w:style>
  <w:style w:type="paragraph" w:styleId="Date">
    <w:name w:val="Date"/>
    <w:basedOn w:val="Normal"/>
    <w:next w:val="Heading1"/>
    <w:link w:val="DateChar"/>
    <w:uiPriority w:val="99"/>
    <w:rsid w:val="008860DB"/>
    <w:pPr>
      <w:spacing w:before="120"/>
    </w:pPr>
    <w:rPr>
      <w:i/>
      <w:iCs/>
      <w:sz w:val="24"/>
    </w:rPr>
  </w:style>
  <w:style w:type="paragraph" w:customStyle="1" w:styleId="Author">
    <w:name w:val="Author"/>
    <w:basedOn w:val="Normal"/>
    <w:next w:val="Affiliation"/>
    <w:uiPriority w:val="99"/>
    <w:rsid w:val="003A02BE"/>
    <w:pPr>
      <w:spacing w:before="120"/>
    </w:pPr>
    <w:rPr>
      <w:szCs w:val="22"/>
    </w:rPr>
  </w:style>
  <w:style w:type="paragraph" w:customStyle="1" w:styleId="Blank">
    <w:name w:val="Blank"/>
    <w:basedOn w:val="Normal"/>
    <w:next w:val="Normal"/>
    <w:uiPriority w:val="99"/>
    <w:rsid w:val="00834F5C"/>
    <w:pPr>
      <w:widowControl w:val="0"/>
      <w:spacing w:line="120" w:lineRule="exact"/>
    </w:pPr>
    <w:rPr>
      <w:szCs w:val="20"/>
    </w:rPr>
  </w:style>
  <w:style w:type="paragraph" w:styleId="BlockText">
    <w:name w:val="Block Text"/>
    <w:basedOn w:val="Normal"/>
    <w:uiPriority w:val="99"/>
    <w:rsid w:val="00834F5C"/>
    <w:pPr>
      <w:spacing w:after="120"/>
      <w:ind w:left="720" w:right="720"/>
      <w:jc w:val="both"/>
    </w:pPr>
  </w:style>
  <w:style w:type="paragraph" w:styleId="BodyText">
    <w:name w:val="Body Text"/>
    <w:basedOn w:val="Normal"/>
    <w:link w:val="BodyTextChar"/>
    <w:uiPriority w:val="99"/>
    <w:rsid w:val="003A02BE"/>
    <w:pPr>
      <w:spacing w:after="120"/>
    </w:pPr>
    <w:rPr>
      <w:szCs w:val="28"/>
    </w:rPr>
  </w:style>
  <w:style w:type="paragraph" w:styleId="BodyTextFirstIndent">
    <w:name w:val="Body Text First Indent"/>
    <w:basedOn w:val="BodyText"/>
    <w:link w:val="BodyTextFirstIndentChar"/>
    <w:uiPriority w:val="99"/>
    <w:rsid w:val="00834F5C"/>
    <w:pPr>
      <w:ind w:firstLine="360"/>
    </w:pPr>
  </w:style>
  <w:style w:type="paragraph" w:styleId="BodyTextIndent">
    <w:name w:val="Body Text Indent"/>
    <w:basedOn w:val="BodyText"/>
    <w:link w:val="BodyTextIndentChar"/>
    <w:uiPriority w:val="99"/>
    <w:rsid w:val="00834F5C"/>
    <w:pPr>
      <w:ind w:left="360"/>
    </w:pPr>
  </w:style>
  <w:style w:type="paragraph" w:styleId="BodyTextIndent2">
    <w:name w:val="Body Text Indent 2"/>
    <w:basedOn w:val="BodyTextIndent"/>
    <w:link w:val="BodyTextIndent2Char"/>
    <w:uiPriority w:val="99"/>
    <w:rsid w:val="00834F5C"/>
    <w:pPr>
      <w:ind w:left="720"/>
    </w:pPr>
  </w:style>
  <w:style w:type="paragraph" w:styleId="BodyTextIndent3">
    <w:name w:val="Body Text Indent 3"/>
    <w:basedOn w:val="BodyTextIndent"/>
    <w:link w:val="BodyTextIndent3Char"/>
    <w:uiPriority w:val="99"/>
    <w:rsid w:val="00834F5C"/>
    <w:pPr>
      <w:ind w:left="1080"/>
    </w:pPr>
    <w:rPr>
      <w:szCs w:val="16"/>
    </w:rPr>
  </w:style>
  <w:style w:type="paragraph" w:customStyle="1" w:styleId="BodyTextIndent4">
    <w:name w:val="Body Text Indent 4"/>
    <w:basedOn w:val="BodyTextIndent"/>
    <w:uiPriority w:val="99"/>
    <w:rsid w:val="00834F5C"/>
    <w:pPr>
      <w:ind w:left="1440"/>
    </w:pPr>
  </w:style>
  <w:style w:type="paragraph" w:customStyle="1" w:styleId="BodyTextSpaceBefore">
    <w:name w:val="Body Text Space Before"/>
    <w:basedOn w:val="BodyText"/>
    <w:uiPriority w:val="99"/>
    <w:rsid w:val="00834F5C"/>
  </w:style>
  <w:style w:type="paragraph" w:customStyle="1" w:styleId="BoxEquat">
    <w:name w:val="BoxEquat"/>
    <w:basedOn w:val="Normal"/>
    <w:next w:val="BodyText"/>
    <w:uiPriority w:val="99"/>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link w:val="FooterChar"/>
    <w:uiPriority w:val="99"/>
    <w:rsid w:val="00834F5C"/>
    <w:pPr>
      <w:tabs>
        <w:tab w:val="center" w:pos="5040"/>
        <w:tab w:val="right" w:pos="10080"/>
      </w:tabs>
      <w:jc w:val="both"/>
    </w:pPr>
    <w:rPr>
      <w:szCs w:val="20"/>
    </w:rPr>
  </w:style>
  <w:style w:type="paragraph" w:styleId="Header">
    <w:name w:val="header"/>
    <w:basedOn w:val="Normal"/>
    <w:next w:val="Normal"/>
    <w:link w:val="HeaderChar"/>
    <w:uiPriority w:val="99"/>
    <w:rsid w:val="00834F5C"/>
    <w:pPr>
      <w:widowControl w:val="0"/>
      <w:tabs>
        <w:tab w:val="center" w:pos="5040"/>
        <w:tab w:val="right" w:pos="10080"/>
      </w:tabs>
      <w:jc w:val="both"/>
    </w:pPr>
    <w:rPr>
      <w:szCs w:val="20"/>
    </w:rPr>
  </w:style>
  <w:style w:type="character" w:customStyle="1" w:styleId="Highlight">
    <w:name w:val="Highlight"/>
    <w:basedOn w:val="DefaultParagraphFont"/>
    <w:uiPriority w:val="99"/>
    <w:rsid w:val="00834F5C"/>
    <w:rPr>
      <w:b/>
      <w:bCs/>
    </w:rPr>
  </w:style>
  <w:style w:type="paragraph" w:styleId="ListBullet">
    <w:name w:val="List Bullet"/>
    <w:basedOn w:val="Normal"/>
    <w:uiPriority w:val="99"/>
    <w:rsid w:val="008860DB"/>
    <w:pPr>
      <w:numPr>
        <w:numId w:val="2"/>
      </w:numPr>
      <w:spacing w:after="120"/>
      <w:ind w:right="432"/>
      <w:jc w:val="both"/>
    </w:pPr>
  </w:style>
  <w:style w:type="paragraph" w:styleId="ListBullet2">
    <w:name w:val="List Bullet 2"/>
    <w:basedOn w:val="ListBullet"/>
    <w:uiPriority w:val="99"/>
    <w:rsid w:val="00834F5C"/>
    <w:pPr>
      <w:numPr>
        <w:numId w:val="4"/>
      </w:numPr>
    </w:pPr>
  </w:style>
  <w:style w:type="paragraph" w:styleId="ListBullet3">
    <w:name w:val="List Bullet 3"/>
    <w:basedOn w:val="ListBullet"/>
    <w:uiPriority w:val="99"/>
    <w:rsid w:val="00834F5C"/>
    <w:pPr>
      <w:numPr>
        <w:numId w:val="6"/>
      </w:numPr>
    </w:pPr>
  </w:style>
  <w:style w:type="paragraph" w:styleId="ListBullet4">
    <w:name w:val="List Bullet 4"/>
    <w:basedOn w:val="ListBullet"/>
    <w:uiPriority w:val="99"/>
    <w:rsid w:val="00834F5C"/>
    <w:pPr>
      <w:numPr>
        <w:numId w:val="8"/>
      </w:numPr>
    </w:pPr>
  </w:style>
  <w:style w:type="paragraph" w:styleId="ListContinue">
    <w:name w:val="List Continue"/>
    <w:basedOn w:val="Normal"/>
    <w:uiPriority w:val="99"/>
    <w:rsid w:val="00834F5C"/>
    <w:pPr>
      <w:spacing w:after="120"/>
      <w:ind w:left="360" w:right="360"/>
      <w:jc w:val="both"/>
    </w:pPr>
  </w:style>
  <w:style w:type="paragraph" w:styleId="ListContinue2">
    <w:name w:val="List Continue 2"/>
    <w:basedOn w:val="ListContinue"/>
    <w:uiPriority w:val="99"/>
    <w:rsid w:val="00834F5C"/>
    <w:pPr>
      <w:ind w:left="720"/>
    </w:pPr>
  </w:style>
  <w:style w:type="paragraph" w:styleId="ListContinue3">
    <w:name w:val="List Continue 3"/>
    <w:basedOn w:val="ListContinue"/>
    <w:uiPriority w:val="99"/>
    <w:rsid w:val="00834F5C"/>
    <w:pPr>
      <w:ind w:left="1080"/>
    </w:pPr>
  </w:style>
  <w:style w:type="paragraph" w:styleId="ListContinue4">
    <w:name w:val="List Continue 4"/>
    <w:basedOn w:val="ListContinue"/>
    <w:uiPriority w:val="99"/>
    <w:rsid w:val="00834F5C"/>
    <w:pPr>
      <w:ind w:left="1440"/>
    </w:pPr>
  </w:style>
  <w:style w:type="paragraph" w:styleId="ListNumber">
    <w:name w:val="List Number"/>
    <w:basedOn w:val="Normal"/>
    <w:uiPriority w:val="99"/>
    <w:rsid w:val="00834F5C"/>
    <w:pPr>
      <w:numPr>
        <w:numId w:val="10"/>
      </w:numPr>
      <w:ind w:right="432"/>
      <w:jc w:val="both"/>
    </w:pPr>
  </w:style>
  <w:style w:type="paragraph" w:styleId="ListNumber2">
    <w:name w:val="List Number 2"/>
    <w:basedOn w:val="ListNumber"/>
    <w:uiPriority w:val="99"/>
    <w:rsid w:val="00834F5C"/>
    <w:pPr>
      <w:numPr>
        <w:numId w:val="12"/>
      </w:numPr>
    </w:pPr>
  </w:style>
  <w:style w:type="paragraph" w:styleId="ListNumber3">
    <w:name w:val="List Number 3"/>
    <w:basedOn w:val="ListNumber"/>
    <w:uiPriority w:val="99"/>
    <w:rsid w:val="00834F5C"/>
    <w:pPr>
      <w:numPr>
        <w:numId w:val="14"/>
      </w:numPr>
    </w:pPr>
  </w:style>
  <w:style w:type="paragraph" w:styleId="ListNumber4">
    <w:name w:val="List Number 4"/>
    <w:basedOn w:val="ListNumber"/>
    <w:uiPriority w:val="99"/>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uiPriority w:val="99"/>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uiPriority w:val="99"/>
    <w:rsid w:val="00834F5C"/>
    <w:pPr>
      <w:widowControl w:val="0"/>
    </w:pPr>
  </w:style>
  <w:style w:type="paragraph" w:styleId="Subtitle">
    <w:name w:val="Subtitle"/>
    <w:basedOn w:val="Normal"/>
    <w:next w:val="BodyText"/>
    <w:link w:val="SubtitleChar"/>
    <w:uiPriority w:val="99"/>
    <w:qFormat/>
    <w:rsid w:val="005230C8"/>
    <w:pPr>
      <w:spacing w:after="60"/>
      <w:jc w:val="center"/>
      <w:outlineLvl w:val="1"/>
    </w:pPr>
    <w:rPr>
      <w:rFonts w:cs="Arial"/>
      <w:b/>
      <w:sz w:val="24"/>
    </w:rPr>
  </w:style>
  <w:style w:type="paragraph" w:customStyle="1" w:styleId="TablCell">
    <w:name w:val="TablCell"/>
    <w:basedOn w:val="Normal"/>
    <w:uiPriority w:val="99"/>
    <w:rsid w:val="00834F5C"/>
    <w:pPr>
      <w:ind w:left="216" w:hanging="216"/>
    </w:pPr>
    <w:rPr>
      <w:szCs w:val="20"/>
    </w:rPr>
  </w:style>
  <w:style w:type="paragraph" w:customStyle="1" w:styleId="TablSub">
    <w:name w:val="TablSub"/>
    <w:basedOn w:val="Normal"/>
    <w:uiPriority w:val="99"/>
    <w:rsid w:val="00834F5C"/>
    <w:pPr>
      <w:spacing w:after="60"/>
    </w:pPr>
    <w:rPr>
      <w:b/>
      <w:szCs w:val="20"/>
    </w:rPr>
  </w:style>
  <w:style w:type="paragraph" w:customStyle="1" w:styleId="TablTitle">
    <w:name w:val="TablTitle"/>
    <w:basedOn w:val="Normal"/>
    <w:uiPriority w:val="99"/>
    <w:rsid w:val="00834F5C"/>
    <w:pPr>
      <w:spacing w:before="120" w:after="60"/>
    </w:pPr>
    <w:rPr>
      <w:b/>
      <w:szCs w:val="20"/>
      <w:u w:val="single"/>
    </w:rPr>
  </w:style>
  <w:style w:type="paragraph" w:styleId="Title">
    <w:name w:val="Title"/>
    <w:basedOn w:val="Normal"/>
    <w:next w:val="Author"/>
    <w:link w:val="TitleChar"/>
    <w:uiPriority w:val="99"/>
    <w:qFormat/>
    <w:rsid w:val="008860DB"/>
    <w:pPr>
      <w:keepNext/>
      <w:keepLines/>
      <w:spacing w:after="120"/>
      <w:outlineLvl w:val="0"/>
    </w:pPr>
    <w:rPr>
      <w:b/>
      <w:smallCaps/>
      <w:color w:val="1F497D" w:themeColor="text2"/>
      <w:szCs w:val="20"/>
      <w:u w:val="single"/>
    </w:rPr>
  </w:style>
  <w:style w:type="paragraph" w:customStyle="1" w:styleId="Teaching">
    <w:name w:val="Teaching"/>
    <w:basedOn w:val="BodyText"/>
    <w:uiPriority w:val="99"/>
    <w:rsid w:val="00D240CC"/>
    <w:pPr>
      <w:spacing w:after="0"/>
      <w:ind w:left="720"/>
    </w:pPr>
    <w:rPr>
      <w:color w:val="333399"/>
      <w:szCs w:val="20"/>
    </w:rPr>
  </w:style>
  <w:style w:type="paragraph" w:customStyle="1" w:styleId="ScripRef">
    <w:name w:val="Scrip Ref"/>
    <w:basedOn w:val="Normal"/>
    <w:uiPriority w:val="99"/>
    <w:rsid w:val="00E1496B"/>
    <w:pPr>
      <w:autoSpaceDE w:val="0"/>
      <w:autoSpaceDN w:val="0"/>
      <w:adjustRightInd w:val="0"/>
    </w:pPr>
    <w:rPr>
      <w:i/>
      <w:iCs/>
      <w:szCs w:val="20"/>
    </w:rPr>
  </w:style>
  <w:style w:type="paragraph" w:customStyle="1" w:styleId="Scripture">
    <w:name w:val="Scripture"/>
    <w:basedOn w:val="Normal"/>
    <w:link w:val="ScriptureChar"/>
    <w:qFormat/>
    <w:rsid w:val="008860DB"/>
    <w:pPr>
      <w:spacing w:after="120"/>
      <w:ind w:left="288" w:hanging="288"/>
    </w:pPr>
    <w:rPr>
      <w:color w:val="1F497D" w:themeColor="text2"/>
      <w:lang w:bidi="he-IL"/>
    </w:rPr>
  </w:style>
  <w:style w:type="paragraph" w:customStyle="1" w:styleId="ScripVerse">
    <w:name w:val="Scrip Verse"/>
    <w:basedOn w:val="Normal"/>
    <w:uiPriority w:val="99"/>
    <w:rsid w:val="00E1496B"/>
    <w:pPr>
      <w:autoSpaceDE w:val="0"/>
      <w:autoSpaceDN w:val="0"/>
      <w:adjustRightInd w:val="0"/>
      <w:ind w:left="360"/>
    </w:pPr>
    <w:rPr>
      <w:szCs w:val="20"/>
      <w:lang w:val="en"/>
    </w:rPr>
  </w:style>
  <w:style w:type="paragraph" w:customStyle="1" w:styleId="Datge">
    <w:name w:val="Datge"/>
    <w:basedOn w:val="Normal"/>
    <w:rsid w:val="003146FB"/>
  </w:style>
  <w:style w:type="character" w:customStyle="1" w:styleId="ScriptureChar">
    <w:name w:val="Scripture Char"/>
    <w:basedOn w:val="DefaultParagraphFont"/>
    <w:link w:val="Scripture"/>
    <w:locked/>
    <w:rsid w:val="008860DB"/>
    <w:rPr>
      <w:color w:val="1F497D" w:themeColor="text2"/>
      <w:sz w:val="28"/>
      <w:szCs w:val="36"/>
    </w:rPr>
  </w:style>
  <w:style w:type="character" w:customStyle="1" w:styleId="BodyTextChar">
    <w:name w:val="Body Text Char"/>
    <w:basedOn w:val="DefaultParagraphFont"/>
    <w:link w:val="BodyText"/>
    <w:uiPriority w:val="99"/>
    <w:rsid w:val="003A02BE"/>
    <w:rPr>
      <w:rFonts w:asciiTheme="minorHAnsi" w:hAnsiTheme="minorHAnsi"/>
      <w:sz w:val="28"/>
      <w:szCs w:val="28"/>
      <w:lang w:bidi="ar-SA"/>
    </w:rPr>
  </w:style>
  <w:style w:type="character" w:customStyle="1" w:styleId="Heading1Char">
    <w:name w:val="Heading 1 Char"/>
    <w:basedOn w:val="DefaultParagraphFont"/>
    <w:link w:val="Heading1"/>
    <w:uiPriority w:val="99"/>
    <w:rsid w:val="00760C80"/>
    <w:rPr>
      <w:b/>
      <w:smallCaps/>
      <w:color w:val="1F497D" w:themeColor="text2"/>
      <w:sz w:val="28"/>
      <w:szCs w:val="28"/>
      <w:u w:val="single"/>
      <w:lang w:bidi="ar-SA"/>
    </w:rPr>
  </w:style>
  <w:style w:type="paragraph" w:styleId="BalloonText">
    <w:name w:val="Balloon Text"/>
    <w:basedOn w:val="Normal"/>
    <w:link w:val="BalloonTextChar"/>
    <w:uiPriority w:val="99"/>
    <w:rsid w:val="00264A69"/>
    <w:rPr>
      <w:rFonts w:ascii="Tahoma" w:hAnsi="Tahoma" w:cs="Tahoma"/>
      <w:sz w:val="16"/>
      <w:szCs w:val="16"/>
    </w:rPr>
  </w:style>
  <w:style w:type="character" w:customStyle="1" w:styleId="BalloonTextChar">
    <w:name w:val="Balloon Text Char"/>
    <w:basedOn w:val="DefaultParagraphFont"/>
    <w:link w:val="BalloonText"/>
    <w:uiPriority w:val="99"/>
    <w:rsid w:val="00264A69"/>
    <w:rPr>
      <w:rFonts w:ascii="Tahoma" w:hAnsi="Tahoma" w:cs="Tahoma"/>
      <w:sz w:val="16"/>
      <w:szCs w:val="16"/>
      <w:lang w:bidi="ar-SA"/>
    </w:rPr>
  </w:style>
  <w:style w:type="character" w:customStyle="1" w:styleId="BodyTextChar1">
    <w:name w:val="Body Text Char1"/>
    <w:aliases w:val="Body Text Char Char,Body Text Char1 Char Char,Body Text Char Char Char Char,Body Text Char2 Char Char Char Char,Body Text Char1 Char Char Char Char Char,Body Text Char Char Char Char Char Char Char"/>
    <w:basedOn w:val="DefaultParagraphFont"/>
    <w:rsid w:val="00243F5D"/>
    <w:rPr>
      <w:szCs w:val="24"/>
      <w:lang w:bidi="ar-SA"/>
    </w:rPr>
  </w:style>
  <w:style w:type="character" w:customStyle="1" w:styleId="Heading2Char">
    <w:name w:val="Heading 2 Char"/>
    <w:basedOn w:val="DefaultParagraphFont"/>
    <w:link w:val="Heading2"/>
    <w:uiPriority w:val="99"/>
    <w:rsid w:val="008860DB"/>
    <w:rPr>
      <w:b/>
      <w:bCs/>
      <w:i/>
      <w:iCs/>
      <w:smallCaps/>
      <w:color w:val="1F497D" w:themeColor="text2"/>
      <w:sz w:val="28"/>
      <w:szCs w:val="28"/>
      <w:lang w:bidi="ar-SA"/>
    </w:rPr>
  </w:style>
  <w:style w:type="character" w:customStyle="1" w:styleId="Heading3Char">
    <w:name w:val="Heading 3 Char"/>
    <w:basedOn w:val="DefaultParagraphFont"/>
    <w:link w:val="Heading3"/>
    <w:uiPriority w:val="99"/>
    <w:rsid w:val="008860DB"/>
    <w:rPr>
      <w:b/>
      <w:color w:val="1F497D" w:themeColor="text2"/>
      <w:sz w:val="28"/>
      <w:szCs w:val="22"/>
      <w:lang w:bidi="ar-SA"/>
    </w:rPr>
  </w:style>
  <w:style w:type="character" w:customStyle="1" w:styleId="DateChar">
    <w:name w:val="Date Char"/>
    <w:basedOn w:val="DefaultParagraphFont"/>
    <w:link w:val="Date"/>
    <w:uiPriority w:val="99"/>
    <w:rsid w:val="008860DB"/>
    <w:rPr>
      <w:i/>
      <w:iCs/>
      <w:sz w:val="24"/>
      <w:szCs w:val="24"/>
      <w:lang w:bidi="ar-SA"/>
    </w:rPr>
  </w:style>
  <w:style w:type="character" w:customStyle="1" w:styleId="BodyTextIndentChar">
    <w:name w:val="Body Text Indent Char"/>
    <w:basedOn w:val="BodyTextChar"/>
    <w:link w:val="BodyTextIndent"/>
    <w:uiPriority w:val="99"/>
    <w:rsid w:val="008860DB"/>
    <w:rPr>
      <w:rFonts w:asciiTheme="minorHAnsi" w:hAnsiTheme="minorHAnsi"/>
      <w:sz w:val="28"/>
      <w:szCs w:val="28"/>
      <w:lang w:bidi="ar-SA"/>
    </w:rPr>
  </w:style>
  <w:style w:type="character" w:customStyle="1" w:styleId="Heading4Char">
    <w:name w:val="Heading 4 Char"/>
    <w:basedOn w:val="DefaultParagraphFont"/>
    <w:link w:val="Heading4"/>
    <w:uiPriority w:val="99"/>
    <w:rsid w:val="00760C80"/>
    <w:rPr>
      <w:b/>
      <w:bCs/>
      <w:color w:val="1F497D" w:themeColor="text2"/>
      <w:sz w:val="24"/>
      <w:szCs w:val="24"/>
      <w:u w:val="single"/>
      <w:lang w:bidi="ar-SA"/>
    </w:rPr>
  </w:style>
  <w:style w:type="character" w:customStyle="1" w:styleId="Heading5Char">
    <w:name w:val="Heading 5 Char"/>
    <w:link w:val="Heading5"/>
    <w:uiPriority w:val="99"/>
    <w:rsid w:val="007F6641"/>
    <w:rPr>
      <w:b/>
      <w:bCs/>
      <w:i/>
      <w:color w:val="1F497D" w:themeColor="text2"/>
      <w:sz w:val="24"/>
      <w:szCs w:val="24"/>
      <w:lang w:bidi="ar-SA"/>
    </w:rPr>
  </w:style>
  <w:style w:type="character" w:customStyle="1" w:styleId="Heading6Char">
    <w:name w:val="Heading 6 Char"/>
    <w:link w:val="Heading6"/>
    <w:uiPriority w:val="99"/>
    <w:rsid w:val="007F6641"/>
    <w:rPr>
      <w:b/>
      <w:color w:val="1F497D" w:themeColor="text2"/>
      <w:szCs w:val="28"/>
      <w:lang w:bidi="ar-SA"/>
    </w:rPr>
  </w:style>
  <w:style w:type="character" w:customStyle="1" w:styleId="Heading7Char">
    <w:name w:val="Heading 7 Char"/>
    <w:link w:val="Heading7"/>
    <w:uiPriority w:val="99"/>
    <w:rsid w:val="007F6641"/>
    <w:rPr>
      <w:color w:val="1F497D" w:themeColor="text2"/>
      <w:szCs w:val="28"/>
      <w:u w:val="single"/>
      <w:lang w:bidi="ar-SA"/>
    </w:rPr>
  </w:style>
  <w:style w:type="character" w:customStyle="1" w:styleId="Heading8Char">
    <w:name w:val="Heading 8 Char"/>
    <w:link w:val="Heading8"/>
    <w:uiPriority w:val="99"/>
    <w:rsid w:val="007F6641"/>
    <w:rPr>
      <w:i/>
      <w:color w:val="1F497D" w:themeColor="text2"/>
      <w:szCs w:val="28"/>
      <w:lang w:bidi="ar-SA"/>
    </w:rPr>
  </w:style>
  <w:style w:type="character" w:customStyle="1" w:styleId="Heading9Char">
    <w:name w:val="Heading 9 Char"/>
    <w:link w:val="Heading9"/>
    <w:uiPriority w:val="99"/>
    <w:rsid w:val="007F6641"/>
    <w:rPr>
      <w:b/>
      <w:color w:val="1F497D" w:themeColor="text2"/>
      <w:szCs w:val="28"/>
      <w:lang w:bidi="ar-SA"/>
    </w:rPr>
  </w:style>
  <w:style w:type="character" w:customStyle="1" w:styleId="BodyTextFirstIndentChar">
    <w:name w:val="Body Text First Indent Char"/>
    <w:link w:val="BodyTextFirstIndent"/>
    <w:uiPriority w:val="99"/>
    <w:rsid w:val="007F6641"/>
    <w:rPr>
      <w:sz w:val="28"/>
      <w:szCs w:val="28"/>
      <w:lang w:bidi="ar-SA"/>
    </w:rPr>
  </w:style>
  <w:style w:type="character" w:customStyle="1" w:styleId="BodyTextIndent2Char">
    <w:name w:val="Body Text Indent 2 Char"/>
    <w:link w:val="BodyTextIndent2"/>
    <w:uiPriority w:val="99"/>
    <w:rsid w:val="007F6641"/>
    <w:rPr>
      <w:sz w:val="28"/>
      <w:szCs w:val="28"/>
      <w:lang w:bidi="ar-SA"/>
    </w:rPr>
  </w:style>
  <w:style w:type="character" w:customStyle="1" w:styleId="BodyTextIndent3Char">
    <w:name w:val="Body Text Indent 3 Char"/>
    <w:link w:val="BodyTextIndent3"/>
    <w:uiPriority w:val="99"/>
    <w:rsid w:val="007F6641"/>
    <w:rPr>
      <w:sz w:val="28"/>
      <w:szCs w:val="16"/>
      <w:lang w:bidi="ar-SA"/>
    </w:rPr>
  </w:style>
  <w:style w:type="character" w:customStyle="1" w:styleId="FooterChar">
    <w:name w:val="Footer Char"/>
    <w:link w:val="Footer"/>
    <w:uiPriority w:val="99"/>
    <w:rsid w:val="007F6641"/>
    <w:rPr>
      <w:lang w:bidi="ar-SA"/>
    </w:rPr>
  </w:style>
  <w:style w:type="character" w:customStyle="1" w:styleId="HeaderChar">
    <w:name w:val="Header Char"/>
    <w:link w:val="Header"/>
    <w:uiPriority w:val="99"/>
    <w:rsid w:val="007F6641"/>
    <w:rPr>
      <w:lang w:bidi="ar-SA"/>
    </w:rPr>
  </w:style>
  <w:style w:type="paragraph" w:customStyle="1" w:styleId="responsive">
    <w:name w:val="responsive"/>
    <w:basedOn w:val="BodyText"/>
    <w:uiPriority w:val="99"/>
    <w:rsid w:val="007F6641"/>
    <w:pPr>
      <w:ind w:left="720" w:hanging="720"/>
    </w:pPr>
    <w:rPr>
      <w:iCs/>
      <w:sz w:val="24"/>
      <w:szCs w:val="24"/>
    </w:rPr>
  </w:style>
  <w:style w:type="character" w:styleId="PageNumber">
    <w:name w:val="page number"/>
    <w:uiPriority w:val="99"/>
    <w:rsid w:val="007F6641"/>
    <w:rPr>
      <w:rFonts w:cs="Times New Roman"/>
    </w:rPr>
  </w:style>
  <w:style w:type="character" w:customStyle="1" w:styleId="SubtitleChar">
    <w:name w:val="Subtitle Char"/>
    <w:link w:val="Subtitle"/>
    <w:uiPriority w:val="99"/>
    <w:rsid w:val="007F6641"/>
    <w:rPr>
      <w:rFonts w:cs="Arial"/>
      <w:b/>
      <w:sz w:val="24"/>
      <w:szCs w:val="24"/>
      <w:lang w:bidi="ar-SA"/>
    </w:rPr>
  </w:style>
  <w:style w:type="character" w:customStyle="1" w:styleId="TitleChar">
    <w:name w:val="Title Char"/>
    <w:link w:val="Title"/>
    <w:uiPriority w:val="99"/>
    <w:rsid w:val="007F6641"/>
    <w:rPr>
      <w:b/>
      <w:smallCaps/>
      <w:color w:val="1F497D" w:themeColor="text2"/>
      <w:sz w:val="28"/>
      <w:u w:val="single"/>
      <w:lang w:bidi="ar-SA"/>
    </w:rPr>
  </w:style>
  <w:style w:type="paragraph" w:customStyle="1" w:styleId="Blessing">
    <w:name w:val="Blessing"/>
    <w:basedOn w:val="BodyText"/>
    <w:uiPriority w:val="99"/>
    <w:rsid w:val="00433212"/>
    <w:pPr>
      <w:ind w:left="288"/>
    </w:pPr>
    <w:rPr>
      <w:b/>
      <w:color w:val="365F91" w:themeColor="accent1" w:themeShade="BF"/>
      <w:sz w:val="32"/>
      <w:szCs w:val="32"/>
    </w:rPr>
  </w:style>
  <w:style w:type="paragraph" w:customStyle="1" w:styleId="MainList">
    <w:name w:val="Main List"/>
    <w:basedOn w:val="Heading2"/>
    <w:rsid w:val="00591C0A"/>
    <w:pPr>
      <w:keepNext w:val="0"/>
    </w:pPr>
    <w:rPr>
      <w:i w:val="0"/>
      <w:iCs w:val="0"/>
      <w:smallCaps w:val="0"/>
      <w:color w:val="auto"/>
    </w:rPr>
  </w:style>
  <w:style w:type="paragraph" w:styleId="ListParagraph">
    <w:name w:val="List Paragraph"/>
    <w:basedOn w:val="Normal"/>
    <w:uiPriority w:val="34"/>
    <w:qFormat/>
    <w:rsid w:val="0078504E"/>
    <w:pPr>
      <w:ind w:left="720"/>
      <w:contextualSpacing/>
    </w:pPr>
  </w:style>
  <w:style w:type="paragraph" w:styleId="List2">
    <w:name w:val="List 2"/>
    <w:basedOn w:val="Normal"/>
    <w:rsid w:val="00454EA6"/>
    <w:pPr>
      <w:ind w:left="720" w:hanging="360"/>
      <w:contextualSpacing/>
    </w:pPr>
  </w:style>
  <w:style w:type="paragraph" w:customStyle="1" w:styleId="Bodyindent">
    <w:name w:val="Body indent"/>
    <w:basedOn w:val="BodyText"/>
    <w:rsid w:val="00065ADB"/>
    <w:pPr>
      <w:ind w:left="360"/>
    </w:pPr>
  </w:style>
  <w:style w:type="paragraph" w:customStyle="1" w:styleId="LetterList">
    <w:name w:val="Letter List"/>
    <w:basedOn w:val="Normal"/>
    <w:next w:val="Bodyindent"/>
    <w:rsid w:val="00065ADB"/>
    <w:pPr>
      <w:numPr>
        <w:numId w:val="45"/>
      </w:numPr>
      <w:spacing w:after="120"/>
    </w:pPr>
    <w:rPr>
      <w:b/>
      <w:bCs/>
      <w:color w:val="244061" w:themeColor="accent1" w:themeShade="80"/>
    </w:rPr>
  </w:style>
  <w:style w:type="paragraph" w:customStyle="1" w:styleId="Poetry">
    <w:name w:val="Poetry"/>
    <w:basedOn w:val="Normal"/>
    <w:rsid w:val="00E24EC2"/>
    <w:pPr>
      <w:tabs>
        <w:tab w:val="left" w:pos="450"/>
      </w:tabs>
      <w:ind w:left="446" w:hanging="44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064">
      <w:bodyDiv w:val="1"/>
      <w:marLeft w:val="0"/>
      <w:marRight w:val="0"/>
      <w:marTop w:val="0"/>
      <w:marBottom w:val="0"/>
      <w:divBdr>
        <w:top w:val="none" w:sz="0" w:space="0" w:color="auto"/>
        <w:left w:val="none" w:sz="0" w:space="0" w:color="auto"/>
        <w:bottom w:val="none" w:sz="0" w:space="0" w:color="auto"/>
        <w:right w:val="none" w:sz="0" w:space="0" w:color="auto"/>
      </w:divBdr>
    </w:div>
    <w:div w:id="86704734">
      <w:bodyDiv w:val="1"/>
      <w:marLeft w:val="0"/>
      <w:marRight w:val="0"/>
      <w:marTop w:val="0"/>
      <w:marBottom w:val="0"/>
      <w:divBdr>
        <w:top w:val="none" w:sz="0" w:space="0" w:color="auto"/>
        <w:left w:val="none" w:sz="0" w:space="0" w:color="auto"/>
        <w:bottom w:val="none" w:sz="0" w:space="0" w:color="auto"/>
        <w:right w:val="none" w:sz="0" w:space="0" w:color="auto"/>
      </w:divBdr>
    </w:div>
    <w:div w:id="106315791">
      <w:bodyDiv w:val="1"/>
      <w:marLeft w:val="0"/>
      <w:marRight w:val="0"/>
      <w:marTop w:val="0"/>
      <w:marBottom w:val="0"/>
      <w:divBdr>
        <w:top w:val="none" w:sz="0" w:space="0" w:color="auto"/>
        <w:left w:val="none" w:sz="0" w:space="0" w:color="auto"/>
        <w:bottom w:val="none" w:sz="0" w:space="0" w:color="auto"/>
        <w:right w:val="none" w:sz="0" w:space="0" w:color="auto"/>
      </w:divBdr>
    </w:div>
    <w:div w:id="121923968">
      <w:bodyDiv w:val="1"/>
      <w:marLeft w:val="0"/>
      <w:marRight w:val="0"/>
      <w:marTop w:val="0"/>
      <w:marBottom w:val="0"/>
      <w:divBdr>
        <w:top w:val="none" w:sz="0" w:space="0" w:color="auto"/>
        <w:left w:val="none" w:sz="0" w:space="0" w:color="auto"/>
        <w:bottom w:val="none" w:sz="0" w:space="0" w:color="auto"/>
        <w:right w:val="none" w:sz="0" w:space="0" w:color="auto"/>
      </w:divBdr>
    </w:div>
    <w:div w:id="165678267">
      <w:bodyDiv w:val="1"/>
      <w:marLeft w:val="0"/>
      <w:marRight w:val="0"/>
      <w:marTop w:val="0"/>
      <w:marBottom w:val="0"/>
      <w:divBdr>
        <w:top w:val="none" w:sz="0" w:space="0" w:color="auto"/>
        <w:left w:val="none" w:sz="0" w:space="0" w:color="auto"/>
        <w:bottom w:val="none" w:sz="0" w:space="0" w:color="auto"/>
        <w:right w:val="none" w:sz="0" w:space="0" w:color="auto"/>
      </w:divBdr>
    </w:div>
    <w:div w:id="178199610">
      <w:bodyDiv w:val="1"/>
      <w:marLeft w:val="0"/>
      <w:marRight w:val="0"/>
      <w:marTop w:val="0"/>
      <w:marBottom w:val="0"/>
      <w:divBdr>
        <w:top w:val="none" w:sz="0" w:space="0" w:color="auto"/>
        <w:left w:val="none" w:sz="0" w:space="0" w:color="auto"/>
        <w:bottom w:val="none" w:sz="0" w:space="0" w:color="auto"/>
        <w:right w:val="none" w:sz="0" w:space="0" w:color="auto"/>
      </w:divBdr>
    </w:div>
    <w:div w:id="205993418">
      <w:bodyDiv w:val="1"/>
      <w:marLeft w:val="0"/>
      <w:marRight w:val="0"/>
      <w:marTop w:val="0"/>
      <w:marBottom w:val="0"/>
      <w:divBdr>
        <w:top w:val="none" w:sz="0" w:space="0" w:color="auto"/>
        <w:left w:val="none" w:sz="0" w:space="0" w:color="auto"/>
        <w:bottom w:val="none" w:sz="0" w:space="0" w:color="auto"/>
        <w:right w:val="none" w:sz="0" w:space="0" w:color="auto"/>
      </w:divBdr>
    </w:div>
    <w:div w:id="228535768">
      <w:bodyDiv w:val="1"/>
      <w:marLeft w:val="0"/>
      <w:marRight w:val="0"/>
      <w:marTop w:val="0"/>
      <w:marBottom w:val="0"/>
      <w:divBdr>
        <w:top w:val="none" w:sz="0" w:space="0" w:color="auto"/>
        <w:left w:val="none" w:sz="0" w:space="0" w:color="auto"/>
        <w:bottom w:val="none" w:sz="0" w:space="0" w:color="auto"/>
        <w:right w:val="none" w:sz="0" w:space="0" w:color="auto"/>
      </w:divBdr>
    </w:div>
    <w:div w:id="237205252">
      <w:bodyDiv w:val="1"/>
      <w:marLeft w:val="0"/>
      <w:marRight w:val="0"/>
      <w:marTop w:val="0"/>
      <w:marBottom w:val="0"/>
      <w:divBdr>
        <w:top w:val="none" w:sz="0" w:space="0" w:color="auto"/>
        <w:left w:val="none" w:sz="0" w:space="0" w:color="auto"/>
        <w:bottom w:val="none" w:sz="0" w:space="0" w:color="auto"/>
        <w:right w:val="none" w:sz="0" w:space="0" w:color="auto"/>
      </w:divBdr>
    </w:div>
    <w:div w:id="247035117">
      <w:bodyDiv w:val="1"/>
      <w:marLeft w:val="0"/>
      <w:marRight w:val="0"/>
      <w:marTop w:val="0"/>
      <w:marBottom w:val="0"/>
      <w:divBdr>
        <w:top w:val="none" w:sz="0" w:space="0" w:color="auto"/>
        <w:left w:val="none" w:sz="0" w:space="0" w:color="auto"/>
        <w:bottom w:val="none" w:sz="0" w:space="0" w:color="auto"/>
        <w:right w:val="none" w:sz="0" w:space="0" w:color="auto"/>
      </w:divBdr>
    </w:div>
    <w:div w:id="328795465">
      <w:bodyDiv w:val="1"/>
      <w:marLeft w:val="0"/>
      <w:marRight w:val="0"/>
      <w:marTop w:val="0"/>
      <w:marBottom w:val="0"/>
      <w:divBdr>
        <w:top w:val="none" w:sz="0" w:space="0" w:color="auto"/>
        <w:left w:val="none" w:sz="0" w:space="0" w:color="auto"/>
        <w:bottom w:val="none" w:sz="0" w:space="0" w:color="auto"/>
        <w:right w:val="none" w:sz="0" w:space="0" w:color="auto"/>
      </w:divBdr>
    </w:div>
    <w:div w:id="425425053">
      <w:bodyDiv w:val="1"/>
      <w:marLeft w:val="0"/>
      <w:marRight w:val="0"/>
      <w:marTop w:val="0"/>
      <w:marBottom w:val="0"/>
      <w:divBdr>
        <w:top w:val="none" w:sz="0" w:space="0" w:color="auto"/>
        <w:left w:val="none" w:sz="0" w:space="0" w:color="auto"/>
        <w:bottom w:val="none" w:sz="0" w:space="0" w:color="auto"/>
        <w:right w:val="none" w:sz="0" w:space="0" w:color="auto"/>
      </w:divBdr>
    </w:div>
    <w:div w:id="460616806">
      <w:bodyDiv w:val="1"/>
      <w:marLeft w:val="0"/>
      <w:marRight w:val="0"/>
      <w:marTop w:val="0"/>
      <w:marBottom w:val="0"/>
      <w:divBdr>
        <w:top w:val="none" w:sz="0" w:space="0" w:color="auto"/>
        <w:left w:val="none" w:sz="0" w:space="0" w:color="auto"/>
        <w:bottom w:val="none" w:sz="0" w:space="0" w:color="auto"/>
        <w:right w:val="none" w:sz="0" w:space="0" w:color="auto"/>
      </w:divBdr>
    </w:div>
    <w:div w:id="496387656">
      <w:bodyDiv w:val="1"/>
      <w:marLeft w:val="0"/>
      <w:marRight w:val="0"/>
      <w:marTop w:val="0"/>
      <w:marBottom w:val="0"/>
      <w:divBdr>
        <w:top w:val="none" w:sz="0" w:space="0" w:color="auto"/>
        <w:left w:val="none" w:sz="0" w:space="0" w:color="auto"/>
        <w:bottom w:val="none" w:sz="0" w:space="0" w:color="auto"/>
        <w:right w:val="none" w:sz="0" w:space="0" w:color="auto"/>
      </w:divBdr>
    </w:div>
    <w:div w:id="506141819">
      <w:bodyDiv w:val="1"/>
      <w:marLeft w:val="0"/>
      <w:marRight w:val="0"/>
      <w:marTop w:val="0"/>
      <w:marBottom w:val="0"/>
      <w:divBdr>
        <w:top w:val="none" w:sz="0" w:space="0" w:color="auto"/>
        <w:left w:val="none" w:sz="0" w:space="0" w:color="auto"/>
        <w:bottom w:val="none" w:sz="0" w:space="0" w:color="auto"/>
        <w:right w:val="none" w:sz="0" w:space="0" w:color="auto"/>
      </w:divBdr>
    </w:div>
    <w:div w:id="528641717">
      <w:bodyDiv w:val="1"/>
      <w:marLeft w:val="0"/>
      <w:marRight w:val="0"/>
      <w:marTop w:val="0"/>
      <w:marBottom w:val="0"/>
      <w:divBdr>
        <w:top w:val="none" w:sz="0" w:space="0" w:color="auto"/>
        <w:left w:val="none" w:sz="0" w:space="0" w:color="auto"/>
        <w:bottom w:val="none" w:sz="0" w:space="0" w:color="auto"/>
        <w:right w:val="none" w:sz="0" w:space="0" w:color="auto"/>
      </w:divBdr>
    </w:div>
    <w:div w:id="534932383">
      <w:bodyDiv w:val="1"/>
      <w:marLeft w:val="0"/>
      <w:marRight w:val="0"/>
      <w:marTop w:val="0"/>
      <w:marBottom w:val="0"/>
      <w:divBdr>
        <w:top w:val="none" w:sz="0" w:space="0" w:color="auto"/>
        <w:left w:val="none" w:sz="0" w:space="0" w:color="auto"/>
        <w:bottom w:val="none" w:sz="0" w:space="0" w:color="auto"/>
        <w:right w:val="none" w:sz="0" w:space="0" w:color="auto"/>
      </w:divBdr>
    </w:div>
    <w:div w:id="551116100">
      <w:bodyDiv w:val="1"/>
      <w:marLeft w:val="0"/>
      <w:marRight w:val="0"/>
      <w:marTop w:val="0"/>
      <w:marBottom w:val="0"/>
      <w:divBdr>
        <w:top w:val="none" w:sz="0" w:space="0" w:color="auto"/>
        <w:left w:val="none" w:sz="0" w:space="0" w:color="auto"/>
        <w:bottom w:val="none" w:sz="0" w:space="0" w:color="auto"/>
        <w:right w:val="none" w:sz="0" w:space="0" w:color="auto"/>
      </w:divBdr>
    </w:div>
    <w:div w:id="566645037">
      <w:bodyDiv w:val="1"/>
      <w:marLeft w:val="0"/>
      <w:marRight w:val="0"/>
      <w:marTop w:val="0"/>
      <w:marBottom w:val="0"/>
      <w:divBdr>
        <w:top w:val="none" w:sz="0" w:space="0" w:color="auto"/>
        <w:left w:val="none" w:sz="0" w:space="0" w:color="auto"/>
        <w:bottom w:val="none" w:sz="0" w:space="0" w:color="auto"/>
        <w:right w:val="none" w:sz="0" w:space="0" w:color="auto"/>
      </w:divBdr>
    </w:div>
    <w:div w:id="594746594">
      <w:bodyDiv w:val="1"/>
      <w:marLeft w:val="0"/>
      <w:marRight w:val="0"/>
      <w:marTop w:val="0"/>
      <w:marBottom w:val="0"/>
      <w:divBdr>
        <w:top w:val="none" w:sz="0" w:space="0" w:color="auto"/>
        <w:left w:val="none" w:sz="0" w:space="0" w:color="auto"/>
        <w:bottom w:val="none" w:sz="0" w:space="0" w:color="auto"/>
        <w:right w:val="none" w:sz="0" w:space="0" w:color="auto"/>
      </w:divBdr>
    </w:div>
    <w:div w:id="613560514">
      <w:bodyDiv w:val="1"/>
      <w:marLeft w:val="0"/>
      <w:marRight w:val="0"/>
      <w:marTop w:val="0"/>
      <w:marBottom w:val="0"/>
      <w:divBdr>
        <w:top w:val="none" w:sz="0" w:space="0" w:color="auto"/>
        <w:left w:val="none" w:sz="0" w:space="0" w:color="auto"/>
        <w:bottom w:val="none" w:sz="0" w:space="0" w:color="auto"/>
        <w:right w:val="none" w:sz="0" w:space="0" w:color="auto"/>
      </w:divBdr>
    </w:div>
    <w:div w:id="636105539">
      <w:bodyDiv w:val="1"/>
      <w:marLeft w:val="0"/>
      <w:marRight w:val="0"/>
      <w:marTop w:val="0"/>
      <w:marBottom w:val="0"/>
      <w:divBdr>
        <w:top w:val="none" w:sz="0" w:space="0" w:color="auto"/>
        <w:left w:val="none" w:sz="0" w:space="0" w:color="auto"/>
        <w:bottom w:val="none" w:sz="0" w:space="0" w:color="auto"/>
        <w:right w:val="none" w:sz="0" w:space="0" w:color="auto"/>
      </w:divBdr>
    </w:div>
    <w:div w:id="657465296">
      <w:bodyDiv w:val="1"/>
      <w:marLeft w:val="0"/>
      <w:marRight w:val="0"/>
      <w:marTop w:val="0"/>
      <w:marBottom w:val="0"/>
      <w:divBdr>
        <w:top w:val="none" w:sz="0" w:space="0" w:color="auto"/>
        <w:left w:val="none" w:sz="0" w:space="0" w:color="auto"/>
        <w:bottom w:val="none" w:sz="0" w:space="0" w:color="auto"/>
        <w:right w:val="none" w:sz="0" w:space="0" w:color="auto"/>
      </w:divBdr>
    </w:div>
    <w:div w:id="694383654">
      <w:bodyDiv w:val="1"/>
      <w:marLeft w:val="0"/>
      <w:marRight w:val="0"/>
      <w:marTop w:val="0"/>
      <w:marBottom w:val="0"/>
      <w:divBdr>
        <w:top w:val="none" w:sz="0" w:space="0" w:color="auto"/>
        <w:left w:val="none" w:sz="0" w:space="0" w:color="auto"/>
        <w:bottom w:val="none" w:sz="0" w:space="0" w:color="auto"/>
        <w:right w:val="none" w:sz="0" w:space="0" w:color="auto"/>
      </w:divBdr>
    </w:div>
    <w:div w:id="698512366">
      <w:bodyDiv w:val="1"/>
      <w:marLeft w:val="0"/>
      <w:marRight w:val="0"/>
      <w:marTop w:val="0"/>
      <w:marBottom w:val="0"/>
      <w:divBdr>
        <w:top w:val="none" w:sz="0" w:space="0" w:color="auto"/>
        <w:left w:val="none" w:sz="0" w:space="0" w:color="auto"/>
        <w:bottom w:val="none" w:sz="0" w:space="0" w:color="auto"/>
        <w:right w:val="none" w:sz="0" w:space="0" w:color="auto"/>
      </w:divBdr>
    </w:div>
    <w:div w:id="706880701">
      <w:bodyDiv w:val="1"/>
      <w:marLeft w:val="0"/>
      <w:marRight w:val="0"/>
      <w:marTop w:val="0"/>
      <w:marBottom w:val="0"/>
      <w:divBdr>
        <w:top w:val="none" w:sz="0" w:space="0" w:color="auto"/>
        <w:left w:val="none" w:sz="0" w:space="0" w:color="auto"/>
        <w:bottom w:val="none" w:sz="0" w:space="0" w:color="auto"/>
        <w:right w:val="none" w:sz="0" w:space="0" w:color="auto"/>
      </w:divBdr>
    </w:div>
    <w:div w:id="711417166">
      <w:bodyDiv w:val="1"/>
      <w:marLeft w:val="0"/>
      <w:marRight w:val="0"/>
      <w:marTop w:val="0"/>
      <w:marBottom w:val="0"/>
      <w:divBdr>
        <w:top w:val="none" w:sz="0" w:space="0" w:color="auto"/>
        <w:left w:val="none" w:sz="0" w:space="0" w:color="auto"/>
        <w:bottom w:val="none" w:sz="0" w:space="0" w:color="auto"/>
        <w:right w:val="none" w:sz="0" w:space="0" w:color="auto"/>
      </w:divBdr>
    </w:div>
    <w:div w:id="851797260">
      <w:bodyDiv w:val="1"/>
      <w:marLeft w:val="0"/>
      <w:marRight w:val="0"/>
      <w:marTop w:val="0"/>
      <w:marBottom w:val="0"/>
      <w:divBdr>
        <w:top w:val="none" w:sz="0" w:space="0" w:color="auto"/>
        <w:left w:val="none" w:sz="0" w:space="0" w:color="auto"/>
        <w:bottom w:val="none" w:sz="0" w:space="0" w:color="auto"/>
        <w:right w:val="none" w:sz="0" w:space="0" w:color="auto"/>
      </w:divBdr>
    </w:div>
    <w:div w:id="894313866">
      <w:bodyDiv w:val="1"/>
      <w:marLeft w:val="0"/>
      <w:marRight w:val="0"/>
      <w:marTop w:val="0"/>
      <w:marBottom w:val="0"/>
      <w:divBdr>
        <w:top w:val="none" w:sz="0" w:space="0" w:color="auto"/>
        <w:left w:val="none" w:sz="0" w:space="0" w:color="auto"/>
        <w:bottom w:val="none" w:sz="0" w:space="0" w:color="auto"/>
        <w:right w:val="none" w:sz="0" w:space="0" w:color="auto"/>
      </w:divBdr>
    </w:div>
    <w:div w:id="909534300">
      <w:bodyDiv w:val="1"/>
      <w:marLeft w:val="0"/>
      <w:marRight w:val="0"/>
      <w:marTop w:val="0"/>
      <w:marBottom w:val="0"/>
      <w:divBdr>
        <w:top w:val="none" w:sz="0" w:space="0" w:color="auto"/>
        <w:left w:val="none" w:sz="0" w:space="0" w:color="auto"/>
        <w:bottom w:val="none" w:sz="0" w:space="0" w:color="auto"/>
        <w:right w:val="none" w:sz="0" w:space="0" w:color="auto"/>
      </w:divBdr>
    </w:div>
    <w:div w:id="918253714">
      <w:bodyDiv w:val="1"/>
      <w:marLeft w:val="0"/>
      <w:marRight w:val="0"/>
      <w:marTop w:val="0"/>
      <w:marBottom w:val="0"/>
      <w:divBdr>
        <w:top w:val="none" w:sz="0" w:space="0" w:color="auto"/>
        <w:left w:val="none" w:sz="0" w:space="0" w:color="auto"/>
        <w:bottom w:val="none" w:sz="0" w:space="0" w:color="auto"/>
        <w:right w:val="none" w:sz="0" w:space="0" w:color="auto"/>
      </w:divBdr>
    </w:div>
    <w:div w:id="963850882">
      <w:bodyDiv w:val="1"/>
      <w:marLeft w:val="0"/>
      <w:marRight w:val="0"/>
      <w:marTop w:val="0"/>
      <w:marBottom w:val="0"/>
      <w:divBdr>
        <w:top w:val="none" w:sz="0" w:space="0" w:color="auto"/>
        <w:left w:val="none" w:sz="0" w:space="0" w:color="auto"/>
        <w:bottom w:val="none" w:sz="0" w:space="0" w:color="auto"/>
        <w:right w:val="none" w:sz="0" w:space="0" w:color="auto"/>
      </w:divBdr>
    </w:div>
    <w:div w:id="988486615">
      <w:bodyDiv w:val="1"/>
      <w:marLeft w:val="0"/>
      <w:marRight w:val="0"/>
      <w:marTop w:val="0"/>
      <w:marBottom w:val="0"/>
      <w:divBdr>
        <w:top w:val="none" w:sz="0" w:space="0" w:color="auto"/>
        <w:left w:val="none" w:sz="0" w:space="0" w:color="auto"/>
        <w:bottom w:val="none" w:sz="0" w:space="0" w:color="auto"/>
        <w:right w:val="none" w:sz="0" w:space="0" w:color="auto"/>
      </w:divBdr>
    </w:div>
    <w:div w:id="1028407198">
      <w:bodyDiv w:val="1"/>
      <w:marLeft w:val="0"/>
      <w:marRight w:val="0"/>
      <w:marTop w:val="0"/>
      <w:marBottom w:val="0"/>
      <w:divBdr>
        <w:top w:val="none" w:sz="0" w:space="0" w:color="auto"/>
        <w:left w:val="none" w:sz="0" w:space="0" w:color="auto"/>
        <w:bottom w:val="none" w:sz="0" w:space="0" w:color="auto"/>
        <w:right w:val="none" w:sz="0" w:space="0" w:color="auto"/>
      </w:divBdr>
    </w:div>
    <w:div w:id="1029449714">
      <w:bodyDiv w:val="1"/>
      <w:marLeft w:val="0"/>
      <w:marRight w:val="0"/>
      <w:marTop w:val="0"/>
      <w:marBottom w:val="0"/>
      <w:divBdr>
        <w:top w:val="none" w:sz="0" w:space="0" w:color="auto"/>
        <w:left w:val="none" w:sz="0" w:space="0" w:color="auto"/>
        <w:bottom w:val="none" w:sz="0" w:space="0" w:color="auto"/>
        <w:right w:val="none" w:sz="0" w:space="0" w:color="auto"/>
      </w:divBdr>
    </w:div>
    <w:div w:id="1162744290">
      <w:bodyDiv w:val="1"/>
      <w:marLeft w:val="0"/>
      <w:marRight w:val="0"/>
      <w:marTop w:val="0"/>
      <w:marBottom w:val="0"/>
      <w:divBdr>
        <w:top w:val="none" w:sz="0" w:space="0" w:color="auto"/>
        <w:left w:val="none" w:sz="0" w:space="0" w:color="auto"/>
        <w:bottom w:val="none" w:sz="0" w:space="0" w:color="auto"/>
        <w:right w:val="none" w:sz="0" w:space="0" w:color="auto"/>
      </w:divBdr>
    </w:div>
    <w:div w:id="1368287812">
      <w:bodyDiv w:val="1"/>
      <w:marLeft w:val="0"/>
      <w:marRight w:val="0"/>
      <w:marTop w:val="0"/>
      <w:marBottom w:val="0"/>
      <w:divBdr>
        <w:top w:val="none" w:sz="0" w:space="0" w:color="auto"/>
        <w:left w:val="none" w:sz="0" w:space="0" w:color="auto"/>
        <w:bottom w:val="none" w:sz="0" w:space="0" w:color="auto"/>
        <w:right w:val="none" w:sz="0" w:space="0" w:color="auto"/>
      </w:divBdr>
    </w:div>
    <w:div w:id="1376856376">
      <w:bodyDiv w:val="1"/>
      <w:marLeft w:val="0"/>
      <w:marRight w:val="0"/>
      <w:marTop w:val="0"/>
      <w:marBottom w:val="0"/>
      <w:divBdr>
        <w:top w:val="none" w:sz="0" w:space="0" w:color="auto"/>
        <w:left w:val="none" w:sz="0" w:space="0" w:color="auto"/>
        <w:bottom w:val="none" w:sz="0" w:space="0" w:color="auto"/>
        <w:right w:val="none" w:sz="0" w:space="0" w:color="auto"/>
      </w:divBdr>
    </w:div>
    <w:div w:id="1399479322">
      <w:bodyDiv w:val="1"/>
      <w:marLeft w:val="0"/>
      <w:marRight w:val="0"/>
      <w:marTop w:val="0"/>
      <w:marBottom w:val="0"/>
      <w:divBdr>
        <w:top w:val="none" w:sz="0" w:space="0" w:color="auto"/>
        <w:left w:val="none" w:sz="0" w:space="0" w:color="auto"/>
        <w:bottom w:val="none" w:sz="0" w:space="0" w:color="auto"/>
        <w:right w:val="none" w:sz="0" w:space="0" w:color="auto"/>
      </w:divBdr>
    </w:div>
    <w:div w:id="1472480882">
      <w:bodyDiv w:val="1"/>
      <w:marLeft w:val="0"/>
      <w:marRight w:val="0"/>
      <w:marTop w:val="0"/>
      <w:marBottom w:val="0"/>
      <w:divBdr>
        <w:top w:val="none" w:sz="0" w:space="0" w:color="auto"/>
        <w:left w:val="none" w:sz="0" w:space="0" w:color="auto"/>
        <w:bottom w:val="none" w:sz="0" w:space="0" w:color="auto"/>
        <w:right w:val="none" w:sz="0" w:space="0" w:color="auto"/>
      </w:divBdr>
    </w:div>
    <w:div w:id="1479030766">
      <w:bodyDiv w:val="1"/>
      <w:marLeft w:val="0"/>
      <w:marRight w:val="0"/>
      <w:marTop w:val="0"/>
      <w:marBottom w:val="0"/>
      <w:divBdr>
        <w:top w:val="none" w:sz="0" w:space="0" w:color="auto"/>
        <w:left w:val="none" w:sz="0" w:space="0" w:color="auto"/>
        <w:bottom w:val="none" w:sz="0" w:space="0" w:color="auto"/>
        <w:right w:val="none" w:sz="0" w:space="0" w:color="auto"/>
      </w:divBdr>
    </w:div>
    <w:div w:id="1481924115">
      <w:bodyDiv w:val="1"/>
      <w:marLeft w:val="0"/>
      <w:marRight w:val="0"/>
      <w:marTop w:val="0"/>
      <w:marBottom w:val="0"/>
      <w:divBdr>
        <w:top w:val="none" w:sz="0" w:space="0" w:color="auto"/>
        <w:left w:val="none" w:sz="0" w:space="0" w:color="auto"/>
        <w:bottom w:val="none" w:sz="0" w:space="0" w:color="auto"/>
        <w:right w:val="none" w:sz="0" w:space="0" w:color="auto"/>
      </w:divBdr>
    </w:div>
    <w:div w:id="1547915593">
      <w:bodyDiv w:val="1"/>
      <w:marLeft w:val="0"/>
      <w:marRight w:val="0"/>
      <w:marTop w:val="0"/>
      <w:marBottom w:val="0"/>
      <w:divBdr>
        <w:top w:val="none" w:sz="0" w:space="0" w:color="auto"/>
        <w:left w:val="none" w:sz="0" w:space="0" w:color="auto"/>
        <w:bottom w:val="none" w:sz="0" w:space="0" w:color="auto"/>
        <w:right w:val="none" w:sz="0" w:space="0" w:color="auto"/>
      </w:divBdr>
    </w:div>
    <w:div w:id="1622103046">
      <w:bodyDiv w:val="1"/>
      <w:marLeft w:val="0"/>
      <w:marRight w:val="0"/>
      <w:marTop w:val="0"/>
      <w:marBottom w:val="0"/>
      <w:divBdr>
        <w:top w:val="none" w:sz="0" w:space="0" w:color="auto"/>
        <w:left w:val="none" w:sz="0" w:space="0" w:color="auto"/>
        <w:bottom w:val="none" w:sz="0" w:space="0" w:color="auto"/>
        <w:right w:val="none" w:sz="0" w:space="0" w:color="auto"/>
      </w:divBdr>
    </w:div>
    <w:div w:id="1627929048">
      <w:bodyDiv w:val="1"/>
      <w:marLeft w:val="0"/>
      <w:marRight w:val="0"/>
      <w:marTop w:val="0"/>
      <w:marBottom w:val="0"/>
      <w:divBdr>
        <w:top w:val="none" w:sz="0" w:space="0" w:color="auto"/>
        <w:left w:val="none" w:sz="0" w:space="0" w:color="auto"/>
        <w:bottom w:val="none" w:sz="0" w:space="0" w:color="auto"/>
        <w:right w:val="none" w:sz="0" w:space="0" w:color="auto"/>
      </w:divBdr>
    </w:div>
    <w:div w:id="1639021937">
      <w:bodyDiv w:val="1"/>
      <w:marLeft w:val="0"/>
      <w:marRight w:val="0"/>
      <w:marTop w:val="0"/>
      <w:marBottom w:val="0"/>
      <w:divBdr>
        <w:top w:val="none" w:sz="0" w:space="0" w:color="auto"/>
        <w:left w:val="none" w:sz="0" w:space="0" w:color="auto"/>
        <w:bottom w:val="none" w:sz="0" w:space="0" w:color="auto"/>
        <w:right w:val="none" w:sz="0" w:space="0" w:color="auto"/>
      </w:divBdr>
    </w:div>
    <w:div w:id="1663697148">
      <w:bodyDiv w:val="1"/>
      <w:marLeft w:val="0"/>
      <w:marRight w:val="0"/>
      <w:marTop w:val="0"/>
      <w:marBottom w:val="0"/>
      <w:divBdr>
        <w:top w:val="none" w:sz="0" w:space="0" w:color="auto"/>
        <w:left w:val="none" w:sz="0" w:space="0" w:color="auto"/>
        <w:bottom w:val="none" w:sz="0" w:space="0" w:color="auto"/>
        <w:right w:val="none" w:sz="0" w:space="0" w:color="auto"/>
      </w:divBdr>
    </w:div>
    <w:div w:id="1672172157">
      <w:bodyDiv w:val="1"/>
      <w:marLeft w:val="0"/>
      <w:marRight w:val="0"/>
      <w:marTop w:val="0"/>
      <w:marBottom w:val="0"/>
      <w:divBdr>
        <w:top w:val="none" w:sz="0" w:space="0" w:color="auto"/>
        <w:left w:val="none" w:sz="0" w:space="0" w:color="auto"/>
        <w:bottom w:val="none" w:sz="0" w:space="0" w:color="auto"/>
        <w:right w:val="none" w:sz="0" w:space="0" w:color="auto"/>
      </w:divBdr>
    </w:div>
    <w:div w:id="1676222988">
      <w:bodyDiv w:val="1"/>
      <w:marLeft w:val="0"/>
      <w:marRight w:val="0"/>
      <w:marTop w:val="0"/>
      <w:marBottom w:val="0"/>
      <w:divBdr>
        <w:top w:val="none" w:sz="0" w:space="0" w:color="auto"/>
        <w:left w:val="none" w:sz="0" w:space="0" w:color="auto"/>
        <w:bottom w:val="none" w:sz="0" w:space="0" w:color="auto"/>
        <w:right w:val="none" w:sz="0" w:space="0" w:color="auto"/>
      </w:divBdr>
    </w:div>
    <w:div w:id="1738941319">
      <w:bodyDiv w:val="1"/>
      <w:marLeft w:val="0"/>
      <w:marRight w:val="0"/>
      <w:marTop w:val="0"/>
      <w:marBottom w:val="0"/>
      <w:divBdr>
        <w:top w:val="none" w:sz="0" w:space="0" w:color="auto"/>
        <w:left w:val="none" w:sz="0" w:space="0" w:color="auto"/>
        <w:bottom w:val="none" w:sz="0" w:space="0" w:color="auto"/>
        <w:right w:val="none" w:sz="0" w:space="0" w:color="auto"/>
      </w:divBdr>
    </w:div>
    <w:div w:id="1746339864">
      <w:bodyDiv w:val="1"/>
      <w:marLeft w:val="0"/>
      <w:marRight w:val="0"/>
      <w:marTop w:val="0"/>
      <w:marBottom w:val="0"/>
      <w:divBdr>
        <w:top w:val="none" w:sz="0" w:space="0" w:color="auto"/>
        <w:left w:val="none" w:sz="0" w:space="0" w:color="auto"/>
        <w:bottom w:val="none" w:sz="0" w:space="0" w:color="auto"/>
        <w:right w:val="none" w:sz="0" w:space="0" w:color="auto"/>
      </w:divBdr>
    </w:div>
    <w:div w:id="1784182895">
      <w:bodyDiv w:val="1"/>
      <w:marLeft w:val="0"/>
      <w:marRight w:val="0"/>
      <w:marTop w:val="0"/>
      <w:marBottom w:val="0"/>
      <w:divBdr>
        <w:top w:val="none" w:sz="0" w:space="0" w:color="auto"/>
        <w:left w:val="none" w:sz="0" w:space="0" w:color="auto"/>
        <w:bottom w:val="none" w:sz="0" w:space="0" w:color="auto"/>
        <w:right w:val="none" w:sz="0" w:space="0" w:color="auto"/>
      </w:divBdr>
    </w:div>
    <w:div w:id="1886871752">
      <w:bodyDiv w:val="1"/>
      <w:marLeft w:val="0"/>
      <w:marRight w:val="0"/>
      <w:marTop w:val="0"/>
      <w:marBottom w:val="0"/>
      <w:divBdr>
        <w:top w:val="none" w:sz="0" w:space="0" w:color="auto"/>
        <w:left w:val="none" w:sz="0" w:space="0" w:color="auto"/>
        <w:bottom w:val="none" w:sz="0" w:space="0" w:color="auto"/>
        <w:right w:val="none" w:sz="0" w:space="0" w:color="auto"/>
      </w:divBdr>
    </w:div>
    <w:div w:id="2013946491">
      <w:bodyDiv w:val="1"/>
      <w:marLeft w:val="0"/>
      <w:marRight w:val="0"/>
      <w:marTop w:val="0"/>
      <w:marBottom w:val="0"/>
      <w:divBdr>
        <w:top w:val="none" w:sz="0" w:space="0" w:color="auto"/>
        <w:left w:val="none" w:sz="0" w:space="0" w:color="auto"/>
        <w:bottom w:val="none" w:sz="0" w:space="0" w:color="auto"/>
        <w:right w:val="none" w:sz="0" w:space="0" w:color="auto"/>
      </w:divBdr>
    </w:div>
    <w:div w:id="2026008106">
      <w:bodyDiv w:val="1"/>
      <w:marLeft w:val="0"/>
      <w:marRight w:val="0"/>
      <w:marTop w:val="0"/>
      <w:marBottom w:val="0"/>
      <w:divBdr>
        <w:top w:val="none" w:sz="0" w:space="0" w:color="auto"/>
        <w:left w:val="none" w:sz="0" w:space="0" w:color="auto"/>
        <w:bottom w:val="none" w:sz="0" w:space="0" w:color="auto"/>
        <w:right w:val="none" w:sz="0" w:space="0" w:color="auto"/>
      </w:divBdr>
    </w:div>
    <w:div w:id="2034305541">
      <w:bodyDiv w:val="1"/>
      <w:marLeft w:val="0"/>
      <w:marRight w:val="0"/>
      <w:marTop w:val="0"/>
      <w:marBottom w:val="0"/>
      <w:divBdr>
        <w:top w:val="none" w:sz="0" w:space="0" w:color="auto"/>
        <w:left w:val="none" w:sz="0" w:space="0" w:color="auto"/>
        <w:bottom w:val="none" w:sz="0" w:space="0" w:color="auto"/>
        <w:right w:val="none" w:sz="0" w:space="0" w:color="auto"/>
      </w:divBdr>
    </w:div>
    <w:div w:id="2111657129">
      <w:bodyDiv w:val="1"/>
      <w:marLeft w:val="0"/>
      <w:marRight w:val="0"/>
      <w:marTop w:val="0"/>
      <w:marBottom w:val="0"/>
      <w:divBdr>
        <w:top w:val="none" w:sz="0" w:space="0" w:color="auto"/>
        <w:left w:val="none" w:sz="0" w:space="0" w:color="auto"/>
        <w:bottom w:val="none" w:sz="0" w:space="0" w:color="auto"/>
        <w:right w:val="none" w:sz="0" w:space="0" w:color="auto"/>
      </w:divBdr>
    </w:div>
    <w:div w:id="212703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dl\Documents\Templates\IPad%20Kindle%20PDF%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7D0D-C1D8-4502-B6D8-ECF35E623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IPad Kindle PDF Template.dotm</Template>
  <TotalTime>343</TotalTime>
  <Pages>33</Pages>
  <Words>5783</Words>
  <Characters>32968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38674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38</cp:revision>
  <cp:lastPrinted>2013-05-07T17:53:00Z</cp:lastPrinted>
  <dcterms:created xsi:type="dcterms:W3CDTF">2015-03-09T14:33:00Z</dcterms:created>
  <dcterms:modified xsi:type="dcterms:W3CDTF">2016-04-06T17:20:00Z</dcterms:modified>
</cp:coreProperties>
</file>